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C2EFA" w14:textId="33888FC6" w:rsidR="00CB3051" w:rsidRDefault="00AA14EB">
      <w:pPr>
        <w:pStyle w:val="standard"/>
        <w:outlineLvl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372EAF0" w14:textId="77777777" w:rsidR="00CB3051" w:rsidRDefault="00CB3051">
      <w:pPr>
        <w:pStyle w:val="standard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STATUTÁRNÍ MĚSTO ÚSTÍ NAD LABEM</w:t>
      </w:r>
    </w:p>
    <w:p w14:paraId="5AABC2EA" w14:textId="77777777" w:rsidR="00CB3051" w:rsidRDefault="004D6645">
      <w:pPr>
        <w:pStyle w:val="standard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O</w:t>
      </w:r>
      <w:r w:rsidR="00CB3051">
        <w:rPr>
          <w:rFonts w:ascii="Arial" w:hAnsi="Arial" w:cs="Arial"/>
          <w:b/>
          <w:color w:val="000000"/>
          <w:sz w:val="22"/>
          <w:szCs w:val="22"/>
        </w:rPr>
        <w:t>dbor dopravy</w:t>
      </w:r>
      <w:r w:rsidR="00A27725">
        <w:rPr>
          <w:rFonts w:ascii="Arial" w:hAnsi="Arial" w:cs="Arial"/>
          <w:b/>
          <w:color w:val="000000"/>
          <w:sz w:val="22"/>
          <w:szCs w:val="22"/>
        </w:rPr>
        <w:t xml:space="preserve"> a majetku</w:t>
      </w:r>
    </w:p>
    <w:p w14:paraId="0A618106" w14:textId="77777777" w:rsidR="00CB3051" w:rsidRDefault="00CB3051">
      <w:pPr>
        <w:pStyle w:val="standard"/>
        <w:suppressLineNumbers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iCs/>
          <w:color w:val="000000"/>
          <w:sz w:val="22"/>
          <w:szCs w:val="22"/>
        </w:rPr>
        <w:t>Velká Hradební 8, PSČ 401 00</w:t>
      </w:r>
    </w:p>
    <w:p w14:paraId="599F79E0" w14:textId="77777777" w:rsidR="00CB3051" w:rsidRDefault="00CB3051">
      <w:pPr>
        <w:pStyle w:val="standard"/>
        <w:suppressLineNumbers/>
        <w:jc w:val="center"/>
        <w:rPr>
          <w:rFonts w:ascii="Arial" w:hAnsi="Arial" w:cs="Arial"/>
          <w:color w:val="000000"/>
          <w:sz w:val="22"/>
          <w:szCs w:val="22"/>
        </w:rPr>
      </w:pPr>
    </w:p>
    <w:p w14:paraId="56137724" w14:textId="77777777" w:rsidR="00CB3051" w:rsidRDefault="00CB3051">
      <w:pPr>
        <w:pStyle w:val="standard"/>
        <w:suppressLineNumbers/>
        <w:jc w:val="center"/>
        <w:rPr>
          <w:rFonts w:ascii="Arial" w:hAnsi="Arial" w:cs="Arial"/>
          <w:color w:val="FF0000"/>
          <w:sz w:val="22"/>
          <w:szCs w:val="22"/>
        </w:rPr>
      </w:pPr>
    </w:p>
    <w:p w14:paraId="43CE8814" w14:textId="77777777" w:rsidR="00CB3051" w:rsidRPr="0025435C" w:rsidRDefault="00CB3051">
      <w:pPr>
        <w:pStyle w:val="standard"/>
        <w:suppressLineNumbers/>
        <w:jc w:val="center"/>
        <w:rPr>
          <w:rFonts w:ascii="Arial" w:hAnsi="Arial" w:cs="Arial"/>
          <w:b/>
          <w:color w:val="FF5050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5435C">
        <w:rPr>
          <w:rFonts w:ascii="Arial" w:hAnsi="Arial" w:cs="Arial"/>
          <w:b/>
          <w:color w:val="FF5050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OPERAČNÍ PLÁN</w:t>
      </w:r>
    </w:p>
    <w:p w14:paraId="65474599" w14:textId="77777777" w:rsidR="00CB3051" w:rsidRDefault="00CB3051">
      <w:pPr>
        <w:pStyle w:val="standard"/>
        <w:suppressLineNumbers/>
        <w:jc w:val="center"/>
        <w:rPr>
          <w:rFonts w:ascii="Arial" w:hAnsi="Arial" w:cs="Arial"/>
          <w:sz w:val="22"/>
          <w:szCs w:val="22"/>
        </w:rPr>
      </w:pPr>
    </w:p>
    <w:p w14:paraId="7A45F2B8" w14:textId="77777777" w:rsidR="00CB3051" w:rsidRDefault="00CB3051">
      <w:pPr>
        <w:pStyle w:val="standard"/>
        <w:suppressLineNumbers/>
        <w:jc w:val="center"/>
        <w:rPr>
          <w:rFonts w:ascii="Arial" w:hAnsi="Arial" w:cs="Arial"/>
          <w:sz w:val="22"/>
          <w:szCs w:val="22"/>
        </w:rPr>
      </w:pPr>
    </w:p>
    <w:p w14:paraId="687D6B83" w14:textId="77777777" w:rsidR="00CB3051" w:rsidRDefault="00CB3051">
      <w:pPr>
        <w:pStyle w:val="standard"/>
        <w:suppressLineNumbers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ZIMNÍ ÚDRŽBY</w:t>
      </w:r>
    </w:p>
    <w:p w14:paraId="2E92655F" w14:textId="77777777" w:rsidR="00CB3051" w:rsidRDefault="004D6645">
      <w:pPr>
        <w:pStyle w:val="standard"/>
        <w:suppressLineNumbers/>
        <w:jc w:val="center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k</w:t>
      </w:r>
      <w:r w:rsidR="00826336">
        <w:rPr>
          <w:rFonts w:ascii="Arial" w:hAnsi="Arial" w:cs="Arial"/>
          <w:b/>
          <w:sz w:val="32"/>
          <w:szCs w:val="32"/>
        </w:rPr>
        <w:t>omunikací pro pěší</w:t>
      </w:r>
      <w:r w:rsidR="00444027">
        <w:rPr>
          <w:rFonts w:ascii="Arial" w:hAnsi="Arial" w:cs="Arial"/>
          <w:b/>
          <w:sz w:val="32"/>
          <w:szCs w:val="32"/>
        </w:rPr>
        <w:t xml:space="preserve"> - chodníků</w:t>
      </w:r>
    </w:p>
    <w:p w14:paraId="4147ACC0" w14:textId="77777777" w:rsidR="00CB3051" w:rsidRDefault="00CB3051">
      <w:pPr>
        <w:pStyle w:val="standard"/>
        <w:suppressLineNumbers/>
        <w:ind w:right="709"/>
        <w:jc w:val="center"/>
        <w:rPr>
          <w:rFonts w:ascii="Arial" w:hAnsi="Arial" w:cs="Arial"/>
          <w:sz w:val="22"/>
          <w:szCs w:val="22"/>
        </w:rPr>
      </w:pPr>
    </w:p>
    <w:p w14:paraId="75BB2746" w14:textId="77777777" w:rsidR="00CB3051" w:rsidRDefault="00CB3051">
      <w:pPr>
        <w:jc w:val="center"/>
        <w:rPr>
          <w:rFonts w:ascii="Arial" w:hAnsi="Arial" w:cs="Arial"/>
        </w:rPr>
      </w:pPr>
    </w:p>
    <w:p w14:paraId="27DEAD5B" w14:textId="77777777" w:rsidR="00CB3051" w:rsidRDefault="00CB30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 vlastnictví města Ústí nad Labem</w:t>
      </w:r>
    </w:p>
    <w:p w14:paraId="24AD3887" w14:textId="77777777" w:rsidR="00CB3051" w:rsidRDefault="00CB30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 období zimy</w:t>
      </w:r>
    </w:p>
    <w:p w14:paraId="245E5CED" w14:textId="77777777" w:rsidR="00CB3051" w:rsidRDefault="00CB3051">
      <w:pPr>
        <w:jc w:val="center"/>
        <w:rPr>
          <w:rFonts w:ascii="Arial" w:hAnsi="Arial" w:cs="Arial"/>
          <w:sz w:val="18"/>
          <w:szCs w:val="18"/>
        </w:rPr>
      </w:pPr>
    </w:p>
    <w:p w14:paraId="531FA752" w14:textId="161EBEF0" w:rsidR="00CB3051" w:rsidRDefault="00DC0E1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2022 - 2023</w:t>
      </w:r>
    </w:p>
    <w:p w14:paraId="0062C99D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68DD30D3" w14:textId="77777777" w:rsidR="00CB3051" w:rsidRDefault="00CB3051">
      <w:pPr>
        <w:pStyle w:val="standard"/>
        <w:suppressLineNumbers/>
        <w:jc w:val="center"/>
        <w:rPr>
          <w:rFonts w:ascii="Arial" w:hAnsi="Arial" w:cs="Arial"/>
          <w:sz w:val="22"/>
          <w:szCs w:val="22"/>
        </w:rPr>
      </w:pPr>
    </w:p>
    <w:p w14:paraId="08A6EF9D" w14:textId="1E12D523" w:rsidR="00CB3051" w:rsidRDefault="00FF0280" w:rsidP="00FF0280">
      <w:pPr>
        <w:pStyle w:val="standard"/>
        <w:suppressLineNumber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</w:p>
    <w:p w14:paraId="07431D8D" w14:textId="77777777" w:rsidR="00CB3051" w:rsidRDefault="00CB3051">
      <w:pPr>
        <w:pStyle w:val="standard"/>
        <w:suppressLineNumbers/>
        <w:jc w:val="center"/>
        <w:rPr>
          <w:rFonts w:ascii="Arial" w:hAnsi="Arial" w:cs="Arial"/>
          <w:sz w:val="22"/>
          <w:szCs w:val="22"/>
        </w:rPr>
      </w:pPr>
    </w:p>
    <w:p w14:paraId="34D15096" w14:textId="1F9B5A2F" w:rsidR="00CB3051" w:rsidRDefault="00CB3051">
      <w:pPr>
        <w:pStyle w:val="standard"/>
        <w:suppressLineNumbers/>
        <w:rPr>
          <w:rFonts w:ascii="Arial" w:hAnsi="Arial" w:cs="Arial"/>
          <w:sz w:val="20"/>
        </w:rPr>
      </w:pPr>
      <w:r w:rsidRPr="009013C6">
        <w:rPr>
          <w:rFonts w:ascii="Arial" w:hAnsi="Arial" w:cs="Arial"/>
          <w:sz w:val="20"/>
        </w:rPr>
        <w:t>Zpracoval:</w:t>
      </w:r>
      <w:r>
        <w:rPr>
          <w:rFonts w:ascii="Arial" w:hAnsi="Arial" w:cs="Arial"/>
          <w:sz w:val="20"/>
        </w:rPr>
        <w:t xml:space="preserve"> </w:t>
      </w:r>
      <w:r w:rsidR="004D6645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dbor dopravy</w:t>
      </w:r>
      <w:r w:rsidR="006C1009">
        <w:rPr>
          <w:rFonts w:ascii="Arial" w:hAnsi="Arial" w:cs="Arial"/>
          <w:sz w:val="20"/>
        </w:rPr>
        <w:t xml:space="preserve"> a </w:t>
      </w:r>
      <w:proofErr w:type="gramStart"/>
      <w:r w:rsidR="006C1009">
        <w:rPr>
          <w:rFonts w:ascii="Arial" w:hAnsi="Arial" w:cs="Arial"/>
          <w:sz w:val="20"/>
        </w:rPr>
        <w:t>majetku</w:t>
      </w:r>
      <w:r w:rsidR="00140A4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MmÚ</w:t>
      </w:r>
      <w:proofErr w:type="spellEnd"/>
      <w:proofErr w:type="gramEnd"/>
      <w:r w:rsidR="006C1009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r w:rsidR="00B07205" w:rsidRPr="00B07205">
        <w:rPr>
          <w:rFonts w:ascii="Arial" w:hAnsi="Arial" w:cs="Arial"/>
          <w:sz w:val="20"/>
          <w:highlight w:val="yellow"/>
        </w:rPr>
        <w:t>……………</w:t>
      </w:r>
    </w:p>
    <w:p w14:paraId="5D0D6454" w14:textId="77777777" w:rsidR="004D6645" w:rsidRDefault="004D6645">
      <w:pPr>
        <w:pStyle w:val="standard"/>
        <w:suppressLineNumbers/>
        <w:rPr>
          <w:rFonts w:ascii="Arial" w:hAnsi="Arial" w:cs="Arial"/>
          <w:sz w:val="20"/>
        </w:rPr>
      </w:pPr>
    </w:p>
    <w:p w14:paraId="65CEE28C" w14:textId="30E54FF6" w:rsidR="00CB3051" w:rsidRDefault="004D6645">
      <w:pPr>
        <w:pStyle w:val="standard"/>
        <w:suppressLineNumbers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Ústí nad Labem</w:t>
      </w:r>
      <w:r w:rsidR="00551C1C">
        <w:rPr>
          <w:rFonts w:ascii="Arial" w:hAnsi="Arial" w:cs="Arial"/>
          <w:sz w:val="20"/>
        </w:rPr>
        <w:t xml:space="preserve"> </w:t>
      </w:r>
      <w:r w:rsidR="00B07205">
        <w:rPr>
          <w:rFonts w:ascii="Arial" w:hAnsi="Arial" w:cs="Arial"/>
          <w:sz w:val="20"/>
        </w:rPr>
        <w:t>dne</w:t>
      </w:r>
    </w:p>
    <w:p w14:paraId="4CD6149D" w14:textId="77777777" w:rsidR="004D6645" w:rsidRDefault="004D6645">
      <w:pPr>
        <w:pStyle w:val="standard"/>
        <w:suppressLineNumbers/>
        <w:outlineLvl w:val="0"/>
        <w:rPr>
          <w:rFonts w:ascii="Arial" w:hAnsi="Arial" w:cs="Arial"/>
          <w:sz w:val="20"/>
        </w:rPr>
      </w:pPr>
    </w:p>
    <w:p w14:paraId="4BE19943" w14:textId="77777777" w:rsidR="00CB3051" w:rsidRDefault="00CB3051">
      <w:pPr>
        <w:pStyle w:val="standard"/>
        <w:suppressLineNumbers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zhotovitele: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Vydává:</w:t>
      </w:r>
    </w:p>
    <w:p w14:paraId="28C16B18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1F3643B3" w14:textId="77777777" w:rsidR="00CB7DB1" w:rsidRDefault="00CB7DB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7FCFE48B" w14:textId="77777777" w:rsidR="00CB7DB1" w:rsidRDefault="00CB7DB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657FA360" w14:textId="23F71E1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07205">
        <w:rPr>
          <w:rFonts w:ascii="Arial" w:hAnsi="Arial" w:cs="Arial"/>
          <w:sz w:val="22"/>
          <w:szCs w:val="22"/>
        </w:rPr>
        <w:tab/>
      </w:r>
      <w:r w:rsidR="00B07205">
        <w:rPr>
          <w:rFonts w:ascii="Arial" w:hAnsi="Arial" w:cs="Arial"/>
          <w:sz w:val="22"/>
          <w:szCs w:val="22"/>
        </w:rPr>
        <w:tab/>
      </w:r>
      <w:r w:rsidR="00B0720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……………………………</w:t>
      </w:r>
      <w:r>
        <w:rPr>
          <w:rFonts w:ascii="Arial" w:hAnsi="Arial" w:cs="Arial"/>
          <w:sz w:val="22"/>
          <w:szCs w:val="22"/>
        </w:rPr>
        <w:tab/>
      </w:r>
    </w:p>
    <w:p w14:paraId="6CAB95E1" w14:textId="77777777" w:rsidR="00CB3051" w:rsidRDefault="00CB3051">
      <w:pPr>
        <w:pStyle w:val="standard"/>
        <w:suppressLineNumbers/>
        <w:tabs>
          <w:tab w:val="left" w:pos="360"/>
          <w:tab w:val="left" w:pos="3960"/>
          <w:tab w:val="left" w:pos="7020"/>
        </w:tabs>
        <w:rPr>
          <w:rFonts w:ascii="Arial" w:hAnsi="Arial" w:cs="Arial"/>
          <w:sz w:val="22"/>
          <w:szCs w:val="22"/>
        </w:rPr>
      </w:pPr>
    </w:p>
    <w:p w14:paraId="0DA1CA2F" w14:textId="598DC8FF" w:rsidR="00E779B6" w:rsidRPr="003774DB" w:rsidRDefault="005F6AB2">
      <w:pPr>
        <w:pStyle w:val="standard"/>
        <w:suppressLineNumbers/>
        <w:tabs>
          <w:tab w:val="left" w:pos="360"/>
          <w:tab w:val="left" w:pos="3960"/>
          <w:tab w:val="left" w:pos="7020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B07205">
        <w:rPr>
          <w:rFonts w:ascii="Arial" w:hAnsi="Arial" w:cs="Arial"/>
          <w:b/>
          <w:sz w:val="20"/>
        </w:rPr>
        <w:tab/>
      </w:r>
      <w:r w:rsidR="00B07205">
        <w:rPr>
          <w:rFonts w:ascii="Arial" w:hAnsi="Arial" w:cs="Arial"/>
          <w:b/>
          <w:sz w:val="20"/>
        </w:rPr>
        <w:tab/>
      </w:r>
      <w:r w:rsidR="002A5593">
        <w:rPr>
          <w:rFonts w:ascii="Arial" w:hAnsi="Arial" w:cs="Arial"/>
          <w:b/>
          <w:sz w:val="20"/>
        </w:rPr>
        <w:t xml:space="preserve">        </w:t>
      </w:r>
      <w:r w:rsidR="004D6645">
        <w:rPr>
          <w:rFonts w:ascii="Arial" w:hAnsi="Arial" w:cs="Arial"/>
          <w:b/>
          <w:sz w:val="20"/>
        </w:rPr>
        <w:t xml:space="preserve">   </w:t>
      </w:r>
      <w:r w:rsidR="002A5593">
        <w:rPr>
          <w:rFonts w:ascii="Arial" w:hAnsi="Arial" w:cs="Arial"/>
          <w:b/>
          <w:sz w:val="20"/>
        </w:rPr>
        <w:t xml:space="preserve">  </w:t>
      </w:r>
      <w:r w:rsidR="004D6645">
        <w:rPr>
          <w:rFonts w:ascii="Arial" w:hAnsi="Arial" w:cs="Arial"/>
          <w:b/>
          <w:sz w:val="20"/>
        </w:rPr>
        <w:t xml:space="preserve">  </w:t>
      </w:r>
      <w:r w:rsidR="00B07205">
        <w:rPr>
          <w:rFonts w:ascii="Arial" w:hAnsi="Arial" w:cs="Arial"/>
          <w:b/>
          <w:sz w:val="20"/>
        </w:rPr>
        <w:t xml:space="preserve">              </w:t>
      </w:r>
      <w:r w:rsidR="002A5593">
        <w:rPr>
          <w:rFonts w:ascii="Arial" w:hAnsi="Arial" w:cs="Arial"/>
          <w:b/>
          <w:sz w:val="20"/>
        </w:rPr>
        <w:t xml:space="preserve">   </w:t>
      </w:r>
      <w:r w:rsidR="004D6645">
        <w:rPr>
          <w:rFonts w:ascii="Arial" w:hAnsi="Arial" w:cs="Arial"/>
          <w:b/>
          <w:sz w:val="20"/>
        </w:rPr>
        <w:t>Ing. Dalibor DAŘÍLEK</w:t>
      </w:r>
    </w:p>
    <w:p w14:paraId="12D620DA" w14:textId="530C44DC" w:rsidR="00CB3051" w:rsidRPr="003774DB" w:rsidRDefault="00EE4E17">
      <w:pPr>
        <w:pStyle w:val="standard"/>
        <w:suppressLineNumbers/>
        <w:tabs>
          <w:tab w:val="left" w:pos="360"/>
          <w:tab w:val="left" w:pos="3960"/>
          <w:tab w:val="left" w:pos="7020"/>
        </w:tabs>
        <w:rPr>
          <w:rFonts w:ascii="Arial" w:hAnsi="Arial" w:cs="Arial"/>
          <w:b/>
          <w:sz w:val="20"/>
        </w:rPr>
      </w:pPr>
      <w:r w:rsidRPr="003774DB">
        <w:rPr>
          <w:rFonts w:ascii="Arial" w:hAnsi="Arial" w:cs="Arial"/>
          <w:b/>
          <w:sz w:val="20"/>
        </w:rPr>
        <w:t xml:space="preserve">    </w:t>
      </w:r>
      <w:r w:rsidR="00E779B6" w:rsidRPr="003774DB">
        <w:rPr>
          <w:rFonts w:ascii="Arial" w:hAnsi="Arial" w:cs="Arial"/>
          <w:b/>
          <w:sz w:val="20"/>
        </w:rPr>
        <w:t xml:space="preserve">  </w:t>
      </w:r>
      <w:r w:rsidR="00B07205">
        <w:rPr>
          <w:rFonts w:ascii="Arial" w:hAnsi="Arial" w:cs="Arial"/>
          <w:b/>
          <w:sz w:val="20"/>
        </w:rPr>
        <w:tab/>
      </w:r>
      <w:r w:rsidR="00B07205">
        <w:rPr>
          <w:rFonts w:ascii="Arial" w:hAnsi="Arial" w:cs="Arial"/>
          <w:b/>
          <w:sz w:val="20"/>
        </w:rPr>
        <w:tab/>
        <w:t xml:space="preserve">                       </w:t>
      </w:r>
      <w:r w:rsidR="00E779B6" w:rsidRPr="003774DB">
        <w:rPr>
          <w:rFonts w:ascii="Arial" w:hAnsi="Arial" w:cs="Arial"/>
          <w:sz w:val="20"/>
        </w:rPr>
        <w:t>vedoucí odboru dopravy</w:t>
      </w:r>
      <w:r w:rsidR="00140A4C">
        <w:rPr>
          <w:rFonts w:ascii="Arial" w:hAnsi="Arial" w:cs="Arial"/>
          <w:sz w:val="20"/>
        </w:rPr>
        <w:t xml:space="preserve"> a </w:t>
      </w:r>
      <w:r w:rsidR="004D6645">
        <w:rPr>
          <w:rFonts w:ascii="Arial" w:hAnsi="Arial" w:cs="Arial"/>
          <w:sz w:val="20"/>
        </w:rPr>
        <w:t>majetku</w:t>
      </w:r>
    </w:p>
    <w:p w14:paraId="3BB71261" w14:textId="4293A793" w:rsidR="00CB3051" w:rsidRDefault="00EE4E17">
      <w:pPr>
        <w:pStyle w:val="standard"/>
        <w:suppressLineNumbers/>
        <w:tabs>
          <w:tab w:val="left" w:pos="360"/>
          <w:tab w:val="left" w:pos="3960"/>
          <w:tab w:val="left" w:pos="7020"/>
        </w:tabs>
        <w:rPr>
          <w:rFonts w:ascii="Arial" w:hAnsi="Arial" w:cs="Arial"/>
          <w:sz w:val="20"/>
        </w:rPr>
      </w:pPr>
      <w:r w:rsidRPr="003774DB">
        <w:rPr>
          <w:rFonts w:ascii="Arial" w:hAnsi="Arial" w:cs="Arial"/>
          <w:sz w:val="20"/>
        </w:rPr>
        <w:t xml:space="preserve"> </w:t>
      </w:r>
      <w:r w:rsidR="00B07205">
        <w:rPr>
          <w:rFonts w:ascii="Arial" w:hAnsi="Arial" w:cs="Arial"/>
          <w:sz w:val="20"/>
        </w:rPr>
        <w:tab/>
      </w:r>
      <w:r w:rsidR="00B07205">
        <w:rPr>
          <w:rFonts w:ascii="Arial" w:hAnsi="Arial" w:cs="Arial"/>
          <w:sz w:val="20"/>
        </w:rPr>
        <w:tab/>
      </w:r>
      <w:r w:rsidRPr="003774DB">
        <w:rPr>
          <w:rFonts w:ascii="Arial" w:hAnsi="Arial" w:cs="Arial"/>
          <w:sz w:val="20"/>
        </w:rPr>
        <w:t xml:space="preserve">   </w:t>
      </w:r>
      <w:r w:rsidR="00B07205">
        <w:rPr>
          <w:rFonts w:ascii="Arial" w:hAnsi="Arial" w:cs="Arial"/>
          <w:sz w:val="20"/>
        </w:rPr>
        <w:t xml:space="preserve">                       </w:t>
      </w:r>
      <w:r w:rsidRPr="003774DB">
        <w:rPr>
          <w:rFonts w:ascii="Arial" w:hAnsi="Arial" w:cs="Arial"/>
          <w:sz w:val="20"/>
        </w:rPr>
        <w:t xml:space="preserve"> </w:t>
      </w:r>
      <w:r w:rsidR="00D57B3F" w:rsidRPr="003774DB">
        <w:rPr>
          <w:rFonts w:ascii="Arial" w:hAnsi="Arial" w:cs="Arial"/>
          <w:sz w:val="20"/>
        </w:rPr>
        <w:t xml:space="preserve"> </w:t>
      </w:r>
      <w:r w:rsidR="00CB3051">
        <w:rPr>
          <w:rFonts w:ascii="Arial" w:hAnsi="Arial" w:cs="Arial"/>
          <w:sz w:val="20"/>
        </w:rPr>
        <w:t>Magistrátu města Ústí n. L.</w:t>
      </w:r>
    </w:p>
    <w:p w14:paraId="7948DC24" w14:textId="77777777" w:rsidR="004D6645" w:rsidRDefault="004D6645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</w:rPr>
        <w:br w:type="page"/>
      </w:r>
    </w:p>
    <w:p w14:paraId="7B324729" w14:textId="77777777" w:rsidR="004D6645" w:rsidRDefault="004D6645">
      <w:pPr>
        <w:pStyle w:val="standard"/>
        <w:suppressLineNumbers/>
        <w:tabs>
          <w:tab w:val="left" w:pos="360"/>
          <w:tab w:val="left" w:pos="3960"/>
          <w:tab w:val="left" w:pos="7020"/>
        </w:tabs>
        <w:rPr>
          <w:rFonts w:ascii="Arial" w:hAnsi="Arial" w:cs="Arial"/>
          <w:sz w:val="22"/>
          <w:szCs w:val="22"/>
        </w:rPr>
      </w:pPr>
    </w:p>
    <w:p w14:paraId="52E0FA49" w14:textId="77777777" w:rsidR="00CB3051" w:rsidRDefault="00CB3051">
      <w:pPr>
        <w:pStyle w:val="standard"/>
        <w:suppressLineNumbers/>
        <w:outlineLvl w:val="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  <w:u w:val="single"/>
        </w:rPr>
        <w:t>O</w:t>
      </w:r>
      <w:r w:rsidR="00CB7DB1">
        <w:rPr>
          <w:rFonts w:ascii="Arial" w:hAnsi="Arial" w:cs="Arial"/>
          <w:b/>
          <w:szCs w:val="24"/>
          <w:u w:val="single"/>
        </w:rPr>
        <w:t>BSAH</w:t>
      </w:r>
      <w:r>
        <w:rPr>
          <w:rFonts w:ascii="Arial" w:hAnsi="Arial" w:cs="Arial"/>
          <w:b/>
          <w:szCs w:val="24"/>
          <w:u w:val="single"/>
        </w:rPr>
        <w:t>:</w:t>
      </w:r>
    </w:p>
    <w:p w14:paraId="1BEEAF3E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2EC5A681" w14:textId="77777777" w:rsidR="00CB3051" w:rsidRDefault="00942815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2</w:t>
      </w:r>
      <w:r w:rsidR="00CB3051">
        <w:rPr>
          <w:rFonts w:ascii="Arial" w:hAnsi="Arial" w:cs="Arial"/>
          <w:sz w:val="22"/>
          <w:szCs w:val="22"/>
        </w:rPr>
        <w:tab/>
        <w:t>Důležitá telefonní spojení</w:t>
      </w:r>
    </w:p>
    <w:p w14:paraId="6F91798E" w14:textId="77777777" w:rsidR="00CB3051" w:rsidRDefault="00942815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3</w:t>
      </w:r>
      <w:r w:rsidR="00CB3051">
        <w:rPr>
          <w:rFonts w:ascii="Arial" w:hAnsi="Arial" w:cs="Arial"/>
          <w:sz w:val="22"/>
          <w:szCs w:val="22"/>
        </w:rPr>
        <w:tab/>
        <w:t>Úvod zákonné normy, vyhlášky</w:t>
      </w:r>
      <w:r w:rsidR="00CB3051">
        <w:rPr>
          <w:rFonts w:ascii="Arial" w:hAnsi="Arial" w:cs="Arial"/>
          <w:sz w:val="22"/>
          <w:szCs w:val="22"/>
        </w:rPr>
        <w:tab/>
      </w:r>
    </w:p>
    <w:p w14:paraId="3AF11C7F" w14:textId="77777777" w:rsidR="00CB3051" w:rsidRDefault="00CB3051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42815">
        <w:rPr>
          <w:rFonts w:ascii="Arial" w:hAnsi="Arial" w:cs="Arial"/>
          <w:sz w:val="22"/>
          <w:szCs w:val="22"/>
        </w:rPr>
        <w:t xml:space="preserve"> 4</w:t>
      </w:r>
      <w:r>
        <w:rPr>
          <w:rFonts w:ascii="Arial" w:hAnsi="Arial" w:cs="Arial"/>
          <w:sz w:val="22"/>
          <w:szCs w:val="22"/>
        </w:rPr>
        <w:tab/>
        <w:t>Odpovědnost za škody</w:t>
      </w:r>
    </w:p>
    <w:p w14:paraId="4EDEFACB" w14:textId="77777777" w:rsidR="00CB3051" w:rsidRDefault="00CB3051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Rozsah způsob a časové lhůty pro odstraňování závad ve</w:t>
      </w:r>
    </w:p>
    <w:p w14:paraId="5B482299" w14:textId="77777777" w:rsidR="00CB3051" w:rsidRDefault="00CB3051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A1F2E">
        <w:rPr>
          <w:rFonts w:ascii="Arial" w:hAnsi="Arial" w:cs="Arial"/>
          <w:sz w:val="22"/>
          <w:szCs w:val="22"/>
        </w:rPr>
        <w:t>schůdnosti</w:t>
      </w:r>
      <w:r>
        <w:rPr>
          <w:rFonts w:ascii="Arial" w:hAnsi="Arial" w:cs="Arial"/>
          <w:sz w:val="22"/>
          <w:szCs w:val="22"/>
        </w:rPr>
        <w:t xml:space="preserve"> komunikací</w:t>
      </w:r>
    </w:p>
    <w:p w14:paraId="79643426" w14:textId="77777777" w:rsidR="00CB3051" w:rsidRDefault="00CB3051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 stanovení </w:t>
      </w:r>
      <w:r w:rsidR="004E7AAA">
        <w:rPr>
          <w:rFonts w:ascii="Arial" w:hAnsi="Arial" w:cs="Arial"/>
          <w:sz w:val="22"/>
          <w:szCs w:val="22"/>
        </w:rPr>
        <w:t>zařazení do zimní údržby</w:t>
      </w:r>
    </w:p>
    <w:p w14:paraId="14319D94" w14:textId="77777777" w:rsidR="00CB3051" w:rsidRDefault="00CB3051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 </w:t>
      </w:r>
      <w:r w:rsidR="004E7AAA">
        <w:rPr>
          <w:rFonts w:ascii="Arial" w:hAnsi="Arial" w:cs="Arial"/>
          <w:sz w:val="22"/>
          <w:szCs w:val="22"/>
        </w:rPr>
        <w:t>časový limit pro zajištění schůdnosti</w:t>
      </w:r>
    </w:p>
    <w:p w14:paraId="4E76EF56" w14:textId="77777777" w:rsidR="00CB3051" w:rsidRDefault="00CB3051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</w:t>
      </w:r>
      <w:r w:rsidR="0094281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ab/>
        <w:t xml:space="preserve">Technologie zimní údržby </w:t>
      </w:r>
      <w:r w:rsidR="003A1F2E">
        <w:rPr>
          <w:rFonts w:ascii="Arial" w:hAnsi="Arial" w:cs="Arial"/>
          <w:sz w:val="22"/>
          <w:szCs w:val="22"/>
        </w:rPr>
        <w:t>chodníků a</w:t>
      </w:r>
      <w:r>
        <w:rPr>
          <w:rFonts w:ascii="Arial" w:hAnsi="Arial" w:cs="Arial"/>
          <w:sz w:val="22"/>
          <w:szCs w:val="22"/>
        </w:rPr>
        <w:t xml:space="preserve"> komunikací</w:t>
      </w:r>
      <w:r w:rsidR="003A1F2E">
        <w:rPr>
          <w:rFonts w:ascii="Arial" w:hAnsi="Arial" w:cs="Arial"/>
          <w:sz w:val="22"/>
          <w:szCs w:val="22"/>
        </w:rPr>
        <w:t xml:space="preserve"> pro pěší</w:t>
      </w:r>
    </w:p>
    <w:p w14:paraId="43C89567" w14:textId="77777777" w:rsidR="00CB3051" w:rsidRDefault="00CB3051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  opatření před zahájením zimní údržby</w:t>
      </w:r>
    </w:p>
    <w:p w14:paraId="01185E1F" w14:textId="77777777" w:rsidR="00CB3051" w:rsidRDefault="00CB3051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  mechanické odklízení sněhu s použitím posypových materiálů</w:t>
      </w:r>
    </w:p>
    <w:p w14:paraId="1EDF8C9A" w14:textId="7D160711" w:rsidR="00CB3051" w:rsidRDefault="00CB3051" w:rsidP="003A1F2E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 posypové materiály </w:t>
      </w:r>
      <w:proofErr w:type="gramStart"/>
      <w:r w:rsidRPr="003774DB">
        <w:rPr>
          <w:rFonts w:ascii="Arial" w:hAnsi="Arial" w:cs="Arial"/>
          <w:sz w:val="22"/>
          <w:szCs w:val="22"/>
        </w:rPr>
        <w:t xml:space="preserve">používané  </w:t>
      </w:r>
      <w:r w:rsidR="00B07205" w:rsidRPr="00B07205">
        <w:rPr>
          <w:rFonts w:ascii="Arial" w:hAnsi="Arial" w:cs="Arial"/>
          <w:sz w:val="22"/>
          <w:szCs w:val="22"/>
          <w:highlight w:val="yellow"/>
        </w:rPr>
        <w:t>dodavatel</w:t>
      </w:r>
      <w:proofErr w:type="gramEnd"/>
    </w:p>
    <w:p w14:paraId="0121B269" w14:textId="63BDF826" w:rsidR="00CB3051" w:rsidRDefault="00942815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6</w:t>
      </w:r>
      <w:r w:rsidR="00CB3051">
        <w:rPr>
          <w:rFonts w:ascii="Arial" w:hAnsi="Arial" w:cs="Arial"/>
          <w:sz w:val="22"/>
          <w:szCs w:val="22"/>
        </w:rPr>
        <w:tab/>
        <w:t xml:space="preserve">Způsob řízení zimní údržby </w:t>
      </w:r>
      <w:r w:rsidR="00CB3051" w:rsidRPr="003774DB">
        <w:rPr>
          <w:rFonts w:ascii="Arial" w:hAnsi="Arial" w:cs="Arial"/>
          <w:sz w:val="22"/>
          <w:szCs w:val="22"/>
        </w:rPr>
        <w:t>v</w:t>
      </w:r>
      <w:r w:rsidR="00B07205">
        <w:rPr>
          <w:rFonts w:ascii="Arial" w:hAnsi="Arial" w:cs="Arial"/>
          <w:sz w:val="22"/>
          <w:szCs w:val="22"/>
        </w:rPr>
        <w:t> </w:t>
      </w:r>
      <w:r w:rsidR="00B07205" w:rsidRPr="00B07205">
        <w:rPr>
          <w:rFonts w:ascii="Arial" w:hAnsi="Arial" w:cs="Arial"/>
          <w:sz w:val="22"/>
          <w:szCs w:val="22"/>
          <w:highlight w:val="yellow"/>
        </w:rPr>
        <w:t>doplní dodavatel</w:t>
      </w:r>
    </w:p>
    <w:p w14:paraId="04C6298C" w14:textId="77777777" w:rsidR="00CB3051" w:rsidRDefault="00CB3051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  organizační schéma řízení zimní údržby, adresy, spojení</w:t>
      </w:r>
    </w:p>
    <w:p w14:paraId="41348EF4" w14:textId="77777777" w:rsidR="00CB3051" w:rsidRDefault="00CB3051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  zodpovědnost za řízení zimní údržby</w:t>
      </w:r>
    </w:p>
    <w:p w14:paraId="185CFEFB" w14:textId="77777777" w:rsidR="00CB3051" w:rsidRDefault="00CB3051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  náplň práce a povinnosti pracovníků při výkonu zimní údržby</w:t>
      </w:r>
    </w:p>
    <w:p w14:paraId="42AE94F0" w14:textId="77777777" w:rsidR="002428C5" w:rsidRDefault="00942815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9</w:t>
      </w:r>
      <w:r w:rsidR="002428C5">
        <w:rPr>
          <w:rFonts w:ascii="Arial" w:hAnsi="Arial" w:cs="Arial"/>
          <w:sz w:val="22"/>
          <w:szCs w:val="22"/>
        </w:rPr>
        <w:t xml:space="preserve">                    - seznam udržovaných chodníků, podle jednotlivých městských obvodů</w:t>
      </w:r>
    </w:p>
    <w:p w14:paraId="3E94860B" w14:textId="77777777" w:rsidR="002428C5" w:rsidRDefault="00942815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16</w:t>
      </w:r>
      <w:r w:rsidR="002428C5">
        <w:rPr>
          <w:rFonts w:ascii="Arial" w:hAnsi="Arial" w:cs="Arial"/>
          <w:sz w:val="22"/>
          <w:szCs w:val="22"/>
        </w:rPr>
        <w:t xml:space="preserve">                    - seznam zastávek MHD pro zimní údržbu</w:t>
      </w:r>
    </w:p>
    <w:p w14:paraId="62E71914" w14:textId="77777777" w:rsidR="002428C5" w:rsidRDefault="00942815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19</w:t>
      </w:r>
      <w:r w:rsidR="002428C5">
        <w:rPr>
          <w:rFonts w:ascii="Arial" w:hAnsi="Arial" w:cs="Arial"/>
          <w:sz w:val="22"/>
          <w:szCs w:val="22"/>
        </w:rPr>
        <w:t xml:space="preserve">                    - seznam úseků a chodníků, bez zimní údržby</w:t>
      </w:r>
    </w:p>
    <w:p w14:paraId="56BA003C" w14:textId="77777777" w:rsidR="00CB3051" w:rsidRPr="00FC2551" w:rsidRDefault="00CB3051" w:rsidP="003A1F2E">
      <w:pPr>
        <w:pStyle w:val="standard"/>
        <w:suppressLineNumbers/>
        <w:tabs>
          <w:tab w:val="left" w:pos="360"/>
          <w:tab w:val="left" w:pos="1800"/>
        </w:tabs>
        <w:rPr>
          <w:rFonts w:ascii="Arial" w:hAnsi="Arial" w:cs="Arial"/>
          <w:sz w:val="22"/>
          <w:szCs w:val="22"/>
        </w:rPr>
      </w:pPr>
    </w:p>
    <w:p w14:paraId="38A7F42F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1E4F889E" w14:textId="77777777" w:rsidR="00CB3051" w:rsidRPr="001164CF" w:rsidRDefault="00CB3051" w:rsidP="001164CF">
      <w:pPr>
        <w:pStyle w:val="standard"/>
        <w:suppressLineNumbers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color w:val="000080"/>
          <w:sz w:val="26"/>
          <w:szCs w:val="26"/>
          <w:u w:val="single"/>
        </w:rPr>
        <w:t>Důležitá telefonní spojení</w:t>
      </w:r>
    </w:p>
    <w:p w14:paraId="6C38CB32" w14:textId="77777777" w:rsidR="00CB3051" w:rsidRDefault="00CB3051">
      <w:pPr>
        <w:pStyle w:val="standard"/>
        <w:suppressLineNumbers/>
        <w:jc w:val="center"/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967"/>
        <w:gridCol w:w="2835"/>
      </w:tblGrid>
      <w:tr w:rsidR="00272564" w:rsidRPr="00C31A88" w14:paraId="1B42EBE8" w14:textId="77777777" w:rsidTr="00C31A88">
        <w:trPr>
          <w:trHeight w:hRule="exact" w:val="403"/>
        </w:trPr>
        <w:tc>
          <w:tcPr>
            <w:tcW w:w="25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59D82709" w14:textId="6A07C75F" w:rsidR="00272564" w:rsidRPr="00C31A88" w:rsidRDefault="00B07205" w:rsidP="007C1A91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07205">
              <w:rPr>
                <w:rFonts w:ascii="Arial" w:hAnsi="Arial" w:cs="Arial"/>
                <w:b/>
                <w:snapToGrid w:val="0"/>
                <w:sz w:val="22"/>
                <w:szCs w:val="22"/>
                <w:highlight w:val="yellow"/>
              </w:rPr>
              <w:t>Doplní dodavatel</w:t>
            </w:r>
          </w:p>
        </w:tc>
        <w:tc>
          <w:tcPr>
            <w:tcW w:w="39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45E776F" w14:textId="77777777" w:rsidR="00272564" w:rsidRPr="00C31A88" w:rsidRDefault="00272564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dispečink ZÚ</w:t>
            </w:r>
            <w:r w:rsidR="00826336" w:rsidRPr="00C31A88">
              <w:rPr>
                <w:rFonts w:ascii="Arial" w:hAnsi="Arial" w:cs="Arial"/>
                <w:snapToGrid w:val="0"/>
                <w:sz w:val="22"/>
                <w:szCs w:val="22"/>
              </w:rPr>
              <w:t>CH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18BE22" w14:textId="77777777" w:rsidR="00272564" w:rsidRPr="00C31A88" w:rsidRDefault="00E47DFB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720 226 373</w:t>
            </w:r>
          </w:p>
        </w:tc>
      </w:tr>
      <w:tr w:rsidR="00272564" w:rsidRPr="00C31A88" w14:paraId="4B758D0F" w14:textId="77777777" w:rsidTr="00C31A88">
        <w:trPr>
          <w:trHeight w:hRule="exact" w:val="403"/>
        </w:trPr>
        <w:tc>
          <w:tcPr>
            <w:tcW w:w="25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7160D6AE" w14:textId="77777777" w:rsidR="00272564" w:rsidRPr="00C31A88" w:rsidRDefault="00272564" w:rsidP="00C31A88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</w:p>
        </w:tc>
        <w:tc>
          <w:tcPr>
            <w:tcW w:w="3967" w:type="dxa"/>
            <w:tcBorders>
              <w:left w:val="single" w:sz="12" w:space="0" w:color="auto"/>
            </w:tcBorders>
            <w:vAlign w:val="center"/>
          </w:tcPr>
          <w:p w14:paraId="2B18C248" w14:textId="77777777" w:rsidR="00272564" w:rsidRPr="00DD6332" w:rsidRDefault="005A6D5E" w:rsidP="007C1A91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D6332">
              <w:rPr>
                <w:rFonts w:ascii="Arial" w:hAnsi="Arial" w:cs="Arial"/>
                <w:snapToGrid w:val="0"/>
                <w:sz w:val="22"/>
                <w:szCs w:val="22"/>
              </w:rPr>
              <w:t>dispečink ZÚCH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6FE1FB60" w14:textId="77777777" w:rsidR="00272564" w:rsidRPr="00DD6332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D6332">
              <w:rPr>
                <w:rFonts w:ascii="Arial" w:hAnsi="Arial" w:cs="Arial"/>
                <w:snapToGrid w:val="0"/>
                <w:sz w:val="22"/>
                <w:szCs w:val="22"/>
              </w:rPr>
              <w:t>416 591 832</w:t>
            </w:r>
          </w:p>
        </w:tc>
      </w:tr>
      <w:tr w:rsidR="005A6D5E" w:rsidRPr="00C31A88" w14:paraId="7983FF0B" w14:textId="77777777" w:rsidTr="00C31A88">
        <w:trPr>
          <w:trHeight w:hRule="exact" w:val="403"/>
        </w:trPr>
        <w:tc>
          <w:tcPr>
            <w:tcW w:w="25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77B14399" w14:textId="77777777" w:rsidR="005A6D5E" w:rsidRPr="00C31A88" w:rsidRDefault="005A6D5E" w:rsidP="00C31A88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</w:p>
        </w:tc>
        <w:tc>
          <w:tcPr>
            <w:tcW w:w="3967" w:type="dxa"/>
            <w:tcBorders>
              <w:left w:val="single" w:sz="12" w:space="0" w:color="auto"/>
            </w:tcBorders>
            <w:vAlign w:val="center"/>
          </w:tcPr>
          <w:p w14:paraId="667B4BE7" w14:textId="22D0207B" w:rsidR="005A6D5E" w:rsidRPr="00C31A88" w:rsidRDefault="005A6D5E" w:rsidP="005A6D5E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Ú</w:t>
            </w: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středna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="00B07205" w:rsidRPr="00B07205">
              <w:rPr>
                <w:rFonts w:ascii="Arial" w:hAnsi="Arial" w:cs="Arial"/>
                <w:snapToGrid w:val="0"/>
                <w:sz w:val="22"/>
                <w:szCs w:val="22"/>
                <w:highlight w:val="yellow"/>
              </w:rPr>
              <w:t>……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231BB88F" w14:textId="77777777" w:rsidR="005A6D5E" w:rsidRPr="00C31A88" w:rsidRDefault="005A6D5E" w:rsidP="005A6D5E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475 316 21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</w:p>
        </w:tc>
      </w:tr>
      <w:tr w:rsidR="005A6D5E" w:rsidRPr="00C31A88" w14:paraId="69F34E40" w14:textId="77777777" w:rsidTr="00C31A88">
        <w:trPr>
          <w:trHeight w:hRule="exact" w:val="403"/>
        </w:trPr>
        <w:tc>
          <w:tcPr>
            <w:tcW w:w="25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57DC3292" w14:textId="77777777" w:rsidR="005A6D5E" w:rsidRPr="00C31A88" w:rsidRDefault="005A6D5E" w:rsidP="00C31A88">
            <w:pPr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3967" w:type="dxa"/>
            <w:tcBorders>
              <w:left w:val="single" w:sz="12" w:space="0" w:color="auto"/>
            </w:tcBorders>
            <w:vAlign w:val="center"/>
          </w:tcPr>
          <w:p w14:paraId="358CE255" w14:textId="77777777" w:rsidR="005A6D5E" w:rsidRPr="00C31A88" w:rsidRDefault="005A6D5E" w:rsidP="005A6D5E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ved</w:t>
            </w:r>
            <w:proofErr w:type="spellEnd"/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středis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k</w:t>
            </w: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a. ZÚCH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78D3A1CE" w14:textId="77777777" w:rsidR="005A6D5E" w:rsidRPr="00C31A88" w:rsidRDefault="005A6D5E" w:rsidP="00DD6332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475 316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 </w:t>
            </w: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245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 </w:t>
            </w:r>
          </w:p>
        </w:tc>
      </w:tr>
      <w:tr w:rsidR="005A6D5E" w:rsidRPr="00C31A88" w14:paraId="3FFBFD2B" w14:textId="77777777" w:rsidTr="00C31A88">
        <w:trPr>
          <w:trHeight w:hRule="exact" w:val="403"/>
        </w:trPr>
        <w:tc>
          <w:tcPr>
            <w:tcW w:w="25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360DD52D" w14:textId="77777777" w:rsidR="005A6D5E" w:rsidRPr="00C31A88" w:rsidRDefault="005A6D5E" w:rsidP="00C31A88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b/>
                <w:snapToGrid w:val="0"/>
                <w:sz w:val="22"/>
                <w:szCs w:val="22"/>
              </w:rPr>
              <w:t>Záchranná služba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BB7F6B7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B809C60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155</w:t>
            </w:r>
          </w:p>
        </w:tc>
      </w:tr>
      <w:tr w:rsidR="005A6D5E" w:rsidRPr="00C31A88" w14:paraId="638498D6" w14:textId="77777777" w:rsidTr="00C31A88">
        <w:trPr>
          <w:trHeight w:hRule="exact" w:val="403"/>
        </w:trPr>
        <w:tc>
          <w:tcPr>
            <w:tcW w:w="25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412C42D9" w14:textId="77777777" w:rsidR="005A6D5E" w:rsidRPr="00C31A88" w:rsidRDefault="005A6D5E" w:rsidP="00C31A88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</w:p>
        </w:tc>
        <w:tc>
          <w:tcPr>
            <w:tcW w:w="3967" w:type="dxa"/>
            <w:tcBorders>
              <w:left w:val="single" w:sz="12" w:space="0" w:color="auto"/>
            </w:tcBorders>
            <w:vAlign w:val="center"/>
          </w:tcPr>
          <w:p w14:paraId="5A0D4BB5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Dispečink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B1E4687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475 234 510-12</w:t>
            </w:r>
          </w:p>
        </w:tc>
      </w:tr>
      <w:tr w:rsidR="005A6D5E" w:rsidRPr="00C31A88" w14:paraId="43885610" w14:textId="77777777" w:rsidTr="00C31A88">
        <w:trPr>
          <w:trHeight w:hRule="exact" w:val="600"/>
        </w:trPr>
        <w:tc>
          <w:tcPr>
            <w:tcW w:w="25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70E823E1" w14:textId="77777777" w:rsidR="005A6D5E" w:rsidRPr="00C31A88" w:rsidRDefault="005A6D5E" w:rsidP="00C31A88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</w:p>
        </w:tc>
        <w:tc>
          <w:tcPr>
            <w:tcW w:w="39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B55C49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gramStart"/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 xml:space="preserve">HELIPORT - </w:t>
            </w:r>
            <w:proofErr w:type="spellStart"/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Sev</w:t>
            </w:r>
            <w:proofErr w:type="gramEnd"/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.Terasa</w:t>
            </w:r>
            <w:proofErr w:type="spellEnd"/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, 7.00-16.00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CA22594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475 234 533</w:t>
            </w:r>
          </w:p>
        </w:tc>
      </w:tr>
      <w:tr w:rsidR="005A6D5E" w:rsidRPr="00C31A88" w14:paraId="24814D23" w14:textId="77777777" w:rsidTr="00C31A88">
        <w:trPr>
          <w:trHeight w:hRule="exact" w:val="403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605A7F99" w14:textId="77777777" w:rsidR="005A6D5E" w:rsidRPr="00C31A88" w:rsidRDefault="005A6D5E" w:rsidP="00C31A88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b/>
                <w:snapToGrid w:val="0"/>
                <w:sz w:val="22"/>
                <w:szCs w:val="22"/>
              </w:rPr>
              <w:t>Hasiči</w:t>
            </w:r>
          </w:p>
        </w:tc>
        <w:tc>
          <w:tcPr>
            <w:tcW w:w="39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DDFDFB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operační středisko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654128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150</w:t>
            </w:r>
          </w:p>
        </w:tc>
      </w:tr>
      <w:tr w:rsidR="005A6D5E" w:rsidRPr="00C31A88" w14:paraId="7F731352" w14:textId="77777777" w:rsidTr="00C31A88">
        <w:trPr>
          <w:trHeight w:hRule="exact" w:val="403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0F78F4A3" w14:textId="77777777" w:rsidR="005A6D5E" w:rsidRPr="00C31A88" w:rsidRDefault="005A6D5E" w:rsidP="00C31A88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ČHMÚ </w:t>
            </w:r>
            <w:proofErr w:type="spellStart"/>
            <w:r w:rsidRPr="00C31A88">
              <w:rPr>
                <w:rFonts w:ascii="Arial" w:hAnsi="Arial" w:cs="Arial"/>
                <w:b/>
                <w:snapToGrid w:val="0"/>
                <w:sz w:val="22"/>
                <w:szCs w:val="22"/>
              </w:rPr>
              <w:t>Kočkov</w:t>
            </w:r>
            <w:proofErr w:type="spellEnd"/>
          </w:p>
        </w:tc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4DC3AE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prognóza počasí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58BDB7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472 706 051</w:t>
            </w:r>
          </w:p>
        </w:tc>
      </w:tr>
      <w:tr w:rsidR="005A6D5E" w:rsidRPr="00C31A88" w14:paraId="4F875D4F" w14:textId="77777777" w:rsidTr="00C31A88">
        <w:trPr>
          <w:trHeight w:hRule="exact" w:val="625"/>
        </w:trPr>
        <w:tc>
          <w:tcPr>
            <w:tcW w:w="25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7CB9205B" w14:textId="77777777" w:rsidR="005A6D5E" w:rsidRPr="00C31A88" w:rsidRDefault="005A6D5E" w:rsidP="00C31A88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proofErr w:type="spellStart"/>
            <w:r w:rsidRPr="00C31A88">
              <w:rPr>
                <w:rFonts w:ascii="Arial" w:hAnsi="Arial" w:cs="Arial"/>
                <w:b/>
                <w:snapToGrid w:val="0"/>
                <w:sz w:val="22"/>
                <w:szCs w:val="22"/>
              </w:rPr>
              <w:t>MmÚL</w:t>
            </w:r>
            <w:proofErr w:type="spellEnd"/>
            <w:r w:rsidRPr="00C31A88"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 Odbor dopravy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 xml:space="preserve"> a majetku</w:t>
            </w:r>
          </w:p>
        </w:tc>
        <w:tc>
          <w:tcPr>
            <w:tcW w:w="39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51B2EBB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ing. Dařílek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EDC9685" w14:textId="77777777" w:rsidR="005A6D5E" w:rsidRPr="00C31A88" w:rsidRDefault="005A6D5E" w:rsidP="002410F5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475 2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7</w:t>
            </w: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 xml:space="preserve">1 843, </w:t>
            </w:r>
          </w:p>
        </w:tc>
      </w:tr>
      <w:tr w:rsidR="005A6D5E" w:rsidRPr="00C31A88" w14:paraId="1422A260" w14:textId="77777777" w:rsidTr="00C31A88">
        <w:trPr>
          <w:trHeight w:hRule="exact" w:val="403"/>
        </w:trPr>
        <w:tc>
          <w:tcPr>
            <w:tcW w:w="25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1713763F" w14:textId="77777777" w:rsidR="005A6D5E" w:rsidRPr="00C31A88" w:rsidRDefault="005A6D5E" w:rsidP="00C31A88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</w:p>
        </w:tc>
        <w:tc>
          <w:tcPr>
            <w:tcW w:w="3967" w:type="dxa"/>
            <w:tcBorders>
              <w:left w:val="single" w:sz="12" w:space="0" w:color="auto"/>
            </w:tcBorders>
            <w:vAlign w:val="center"/>
          </w:tcPr>
          <w:p w14:paraId="60ABFA7E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p. Novák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0B5A909" w14:textId="77777777" w:rsidR="005A6D5E" w:rsidRPr="00C31A88" w:rsidRDefault="005A6D5E" w:rsidP="002410F5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475 2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7</w:t>
            </w: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1 863,</w:t>
            </w:r>
          </w:p>
        </w:tc>
      </w:tr>
      <w:tr w:rsidR="005A6D5E" w:rsidRPr="00C31A88" w14:paraId="3959031C" w14:textId="77777777" w:rsidTr="00C31A88">
        <w:trPr>
          <w:trHeight w:hRule="exact" w:val="403"/>
        </w:trPr>
        <w:tc>
          <w:tcPr>
            <w:tcW w:w="25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0FBC0A21" w14:textId="77777777" w:rsidR="005A6D5E" w:rsidRPr="00C31A88" w:rsidRDefault="005A6D5E" w:rsidP="00C31A88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</w:p>
        </w:tc>
        <w:tc>
          <w:tcPr>
            <w:tcW w:w="39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DD51E1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49AFFED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5A6D5E" w:rsidRPr="00C31A88" w14:paraId="1797086A" w14:textId="77777777" w:rsidTr="00C31A88">
        <w:trPr>
          <w:trHeight w:hRule="exact" w:val="403"/>
        </w:trPr>
        <w:tc>
          <w:tcPr>
            <w:tcW w:w="25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26D9251C" w14:textId="77777777" w:rsidR="005A6D5E" w:rsidRPr="00C31A88" w:rsidRDefault="005A6D5E" w:rsidP="00C31A88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b/>
                <w:snapToGrid w:val="0"/>
                <w:sz w:val="22"/>
                <w:szCs w:val="22"/>
              </w:rPr>
              <w:t>Dopravní podnik</w:t>
            </w:r>
          </w:p>
        </w:tc>
        <w:tc>
          <w:tcPr>
            <w:tcW w:w="39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3717823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dispečink Revoluční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31AD62B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475 211 547</w:t>
            </w:r>
          </w:p>
        </w:tc>
      </w:tr>
      <w:tr w:rsidR="005A6D5E" w:rsidRPr="00C31A88" w14:paraId="4465BADE" w14:textId="77777777" w:rsidTr="00C31A88">
        <w:trPr>
          <w:trHeight w:hRule="exact" w:val="403"/>
        </w:trPr>
        <w:tc>
          <w:tcPr>
            <w:tcW w:w="25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/>
            <w:vAlign w:val="center"/>
          </w:tcPr>
          <w:p w14:paraId="182A875A" w14:textId="77777777" w:rsidR="005A6D5E" w:rsidRPr="00C31A88" w:rsidRDefault="005A6D5E" w:rsidP="00C31A88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</w:p>
        </w:tc>
        <w:tc>
          <w:tcPr>
            <w:tcW w:w="39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974E0E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dispečink Jateční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9A3810" w14:textId="77777777" w:rsidR="005A6D5E" w:rsidRPr="00C31A88" w:rsidRDefault="005A6D5E" w:rsidP="00690CF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31A88">
              <w:rPr>
                <w:rFonts w:ascii="Arial" w:hAnsi="Arial" w:cs="Arial"/>
                <w:snapToGrid w:val="0"/>
                <w:sz w:val="22"/>
                <w:szCs w:val="22"/>
              </w:rPr>
              <w:t>475 652 242</w:t>
            </w:r>
          </w:p>
        </w:tc>
      </w:tr>
    </w:tbl>
    <w:p w14:paraId="0DBEB6A3" w14:textId="77777777" w:rsidR="00B846FB" w:rsidRDefault="00CB3051">
      <w:pPr>
        <w:pStyle w:val="standard"/>
        <w:suppressLineNumbers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14:paraId="6871327A" w14:textId="77777777" w:rsidR="00B846FB" w:rsidRDefault="00B846FB">
      <w:pPr>
        <w:pStyle w:val="standard"/>
        <w:suppressLineNumbers/>
        <w:outlineLvl w:val="0"/>
        <w:rPr>
          <w:rFonts w:ascii="Arial" w:hAnsi="Arial" w:cs="Arial"/>
          <w:sz w:val="22"/>
          <w:szCs w:val="22"/>
          <w:u w:val="single"/>
        </w:rPr>
      </w:pPr>
    </w:p>
    <w:p w14:paraId="59AA530D" w14:textId="77777777" w:rsidR="00CB3051" w:rsidRDefault="00CB3051">
      <w:pPr>
        <w:pStyle w:val="standard"/>
        <w:suppressLineNumbers/>
        <w:outlineLvl w:val="0"/>
        <w:rPr>
          <w:rFonts w:ascii="Arial" w:hAnsi="Arial" w:cs="Arial"/>
          <w:b/>
          <w:color w:val="000080"/>
          <w:sz w:val="26"/>
          <w:szCs w:val="26"/>
          <w:u w:val="single"/>
        </w:rPr>
      </w:pPr>
      <w:r>
        <w:rPr>
          <w:rFonts w:ascii="Arial" w:hAnsi="Arial" w:cs="Arial"/>
          <w:b/>
          <w:color w:val="000080"/>
          <w:sz w:val="26"/>
          <w:szCs w:val="26"/>
          <w:u w:val="single"/>
        </w:rPr>
        <w:t>Úvod</w:t>
      </w:r>
    </w:p>
    <w:p w14:paraId="764106AA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37A9AC02" w14:textId="77777777" w:rsidR="00CB3051" w:rsidRDefault="00CB3051">
      <w:pPr>
        <w:pStyle w:val="standard"/>
        <w:suppressLineNumbers/>
        <w:ind w:left="720"/>
        <w:jc w:val="both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 xml:space="preserve">Operační plán pro zajištění zimní údržby na místních komunikacích </w:t>
      </w:r>
      <w:r w:rsidR="00C94E49">
        <w:rPr>
          <w:rFonts w:ascii="Arial" w:hAnsi="Arial" w:cs="Arial"/>
          <w:b/>
          <w:bCs/>
          <w:szCs w:val="24"/>
          <w:u w:val="single"/>
        </w:rPr>
        <w:t>pro pěší (chodníků)</w:t>
      </w:r>
      <w:r>
        <w:rPr>
          <w:rFonts w:ascii="Arial" w:hAnsi="Arial" w:cs="Arial"/>
          <w:b/>
          <w:bCs/>
          <w:szCs w:val="24"/>
          <w:u w:val="single"/>
        </w:rPr>
        <w:t xml:space="preserve">ve městě Ústí nad Labem je zpracován na </w:t>
      </w:r>
      <w:proofErr w:type="gramStart"/>
      <w:r>
        <w:rPr>
          <w:rFonts w:ascii="Arial" w:hAnsi="Arial" w:cs="Arial"/>
          <w:b/>
          <w:bCs/>
          <w:szCs w:val="24"/>
          <w:u w:val="single"/>
        </w:rPr>
        <w:t>základě :</w:t>
      </w:r>
      <w:proofErr w:type="gramEnd"/>
    </w:p>
    <w:p w14:paraId="03389322" w14:textId="77777777" w:rsidR="00CB3051" w:rsidRDefault="00CB3051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  <w:u w:val="single"/>
        </w:rPr>
      </w:pPr>
    </w:p>
    <w:p w14:paraId="2C7140FE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zakázky města Ústí n. L.</w:t>
      </w:r>
      <w:r>
        <w:rPr>
          <w:rFonts w:ascii="Arial" w:hAnsi="Arial" w:cs="Arial"/>
          <w:sz w:val="22"/>
          <w:szCs w:val="22"/>
        </w:rPr>
        <w:t xml:space="preserve">  pro  provádění  běžného  úklidu  a  zimní  údržby vozovek </w:t>
      </w:r>
      <w:r w:rsidRPr="00FC2551">
        <w:rPr>
          <w:rFonts w:ascii="Arial" w:hAnsi="Arial" w:cs="Arial"/>
          <w:sz w:val="22"/>
          <w:szCs w:val="22"/>
        </w:rPr>
        <w:t>místních    komunikací    a    chodníků   na</w:t>
      </w:r>
      <w:r>
        <w:rPr>
          <w:rFonts w:ascii="Arial" w:hAnsi="Arial" w:cs="Arial"/>
          <w:sz w:val="22"/>
          <w:szCs w:val="22"/>
        </w:rPr>
        <w:t xml:space="preserve">    území    města    Ústí  n. L.,  získané  na  základě   veřejné obchodní soutěže</w:t>
      </w:r>
    </w:p>
    <w:p w14:paraId="0FD70840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8"/>
          <w:szCs w:val="8"/>
        </w:rPr>
      </w:pPr>
    </w:p>
    <w:p w14:paraId="47643DAA" w14:textId="77777777" w:rsidR="00CB3051" w:rsidRDefault="00CB3051">
      <w:pPr>
        <w:pStyle w:val="standard"/>
        <w:numPr>
          <w:ilvl w:val="0"/>
          <w:numId w:val="3"/>
        </w:numPr>
        <w:suppressLineNumbers/>
        <w:ind w:left="1050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Zákona č. 13/1997 Sb.</w:t>
      </w:r>
      <w:r>
        <w:rPr>
          <w:rFonts w:ascii="Arial" w:hAnsi="Arial" w:cs="Arial"/>
          <w:sz w:val="22"/>
          <w:szCs w:val="22"/>
        </w:rPr>
        <w:t xml:space="preserve"> o pozemních komunikacích</w:t>
      </w:r>
    </w:p>
    <w:p w14:paraId="6B9E885C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8"/>
          <w:szCs w:val="8"/>
        </w:rPr>
      </w:pPr>
    </w:p>
    <w:p w14:paraId="3BE216F3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  <w:u w:val="single"/>
        </w:rPr>
        <w:t>Vyhlášky  Min.</w:t>
      </w:r>
      <w:proofErr w:type="gramEnd"/>
      <w:r>
        <w:rPr>
          <w:rFonts w:ascii="Arial" w:hAnsi="Arial" w:cs="Arial"/>
          <w:sz w:val="22"/>
          <w:szCs w:val="22"/>
          <w:u w:val="single"/>
        </w:rPr>
        <w:t xml:space="preserve">  dopravy  a  spojů  č.  104/1997  Sb.</w:t>
      </w:r>
      <w:r>
        <w:rPr>
          <w:rFonts w:ascii="Arial" w:hAnsi="Arial" w:cs="Arial"/>
          <w:sz w:val="22"/>
          <w:szCs w:val="22"/>
        </w:rPr>
        <w:t>,  kterou  se  provádí  zákon  o pozemních komunikacích</w:t>
      </w:r>
    </w:p>
    <w:p w14:paraId="6B9746E9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8"/>
          <w:szCs w:val="8"/>
        </w:rPr>
      </w:pPr>
    </w:p>
    <w:p w14:paraId="2588424C" w14:textId="77777777" w:rsidR="00CB3051" w:rsidRDefault="00826336">
      <w:pPr>
        <w:pStyle w:val="standard"/>
        <w:numPr>
          <w:ilvl w:val="0"/>
          <w:numId w:val="3"/>
        </w:numPr>
        <w:suppressLineNumbers/>
        <w:ind w:left="1050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Nařízení </w:t>
      </w:r>
      <w:r w:rsidR="00FE4037">
        <w:rPr>
          <w:rFonts w:ascii="Arial" w:hAnsi="Arial" w:cs="Arial"/>
          <w:sz w:val="22"/>
          <w:szCs w:val="22"/>
          <w:u w:val="single"/>
        </w:rPr>
        <w:t>Statutárního města Ústí nad Labem</w:t>
      </w:r>
      <w:r w:rsidR="00CB305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č.1/2009</w:t>
      </w:r>
      <w:r w:rsidR="00CB3051">
        <w:rPr>
          <w:rFonts w:ascii="Arial" w:hAnsi="Arial" w:cs="Arial"/>
          <w:sz w:val="22"/>
          <w:szCs w:val="22"/>
        </w:rPr>
        <w:t xml:space="preserve"> </w:t>
      </w:r>
      <w:r w:rsidR="00FE4037">
        <w:rPr>
          <w:rFonts w:ascii="Arial" w:hAnsi="Arial" w:cs="Arial"/>
          <w:sz w:val="22"/>
          <w:szCs w:val="22"/>
        </w:rPr>
        <w:t>kterým se vymezují úseky místních komunikací a chodníků, na kterých se nezajišťuje sjízdnost a schůdnost odstraňováním sněhu a náledí.</w:t>
      </w:r>
    </w:p>
    <w:p w14:paraId="77641594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8"/>
          <w:szCs w:val="8"/>
        </w:rPr>
      </w:pPr>
    </w:p>
    <w:p w14:paraId="559CC2E7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 xml:space="preserve">Přílohy č. 5 k </w:t>
      </w:r>
      <w:proofErr w:type="spellStart"/>
      <w:r>
        <w:rPr>
          <w:rFonts w:ascii="Arial" w:hAnsi="Arial" w:cs="Arial"/>
          <w:sz w:val="22"/>
          <w:szCs w:val="22"/>
          <w:u w:val="single"/>
        </w:rPr>
        <w:t>Vyhl</w:t>
      </w:r>
      <w:proofErr w:type="spellEnd"/>
      <w:r>
        <w:rPr>
          <w:rFonts w:ascii="Arial" w:hAnsi="Arial" w:cs="Arial"/>
          <w:sz w:val="22"/>
          <w:szCs w:val="22"/>
          <w:u w:val="single"/>
        </w:rPr>
        <w:t>. č. 104/1997 Sb.</w:t>
      </w:r>
      <w:r>
        <w:rPr>
          <w:rFonts w:ascii="Arial" w:hAnsi="Arial" w:cs="Arial"/>
          <w:sz w:val="22"/>
          <w:szCs w:val="22"/>
        </w:rPr>
        <w:t xml:space="preserve"> - Údržba a opravy komunikací</w:t>
      </w:r>
    </w:p>
    <w:p w14:paraId="79EE06BC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8"/>
          <w:szCs w:val="8"/>
        </w:rPr>
      </w:pPr>
    </w:p>
    <w:p w14:paraId="3B854CF0" w14:textId="77777777" w:rsidR="00CB3051" w:rsidRDefault="00CB3051">
      <w:pPr>
        <w:pStyle w:val="standard"/>
        <w:numPr>
          <w:ilvl w:val="0"/>
          <w:numId w:val="3"/>
        </w:numPr>
        <w:suppressLineNumbers/>
        <w:ind w:left="1050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Přílohy č. 6 k </w:t>
      </w:r>
      <w:proofErr w:type="spellStart"/>
      <w:r>
        <w:rPr>
          <w:rFonts w:ascii="Arial" w:hAnsi="Arial" w:cs="Arial"/>
          <w:sz w:val="22"/>
          <w:szCs w:val="22"/>
          <w:u w:val="single"/>
        </w:rPr>
        <w:t>Vyhl</w:t>
      </w:r>
      <w:proofErr w:type="spellEnd"/>
      <w:r>
        <w:rPr>
          <w:rFonts w:ascii="Arial" w:hAnsi="Arial" w:cs="Arial"/>
          <w:sz w:val="22"/>
          <w:szCs w:val="22"/>
          <w:u w:val="single"/>
        </w:rPr>
        <w:t>. č. 104/1997 Sb.</w:t>
      </w:r>
      <w:r>
        <w:rPr>
          <w:rFonts w:ascii="Arial" w:hAnsi="Arial" w:cs="Arial"/>
          <w:sz w:val="22"/>
          <w:szCs w:val="22"/>
        </w:rPr>
        <w:t xml:space="preserve"> - Plán a </w:t>
      </w:r>
      <w:proofErr w:type="gramStart"/>
      <w:r>
        <w:rPr>
          <w:rFonts w:ascii="Arial" w:hAnsi="Arial" w:cs="Arial"/>
          <w:sz w:val="22"/>
          <w:szCs w:val="22"/>
        </w:rPr>
        <w:t>organizace  zimní</w:t>
      </w:r>
      <w:proofErr w:type="gramEnd"/>
      <w:r>
        <w:rPr>
          <w:rFonts w:ascii="Arial" w:hAnsi="Arial" w:cs="Arial"/>
          <w:sz w:val="22"/>
          <w:szCs w:val="22"/>
        </w:rPr>
        <w:t xml:space="preserve"> údržby - část 3 a  4.4</w:t>
      </w:r>
    </w:p>
    <w:p w14:paraId="03E569BC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8"/>
          <w:szCs w:val="8"/>
        </w:rPr>
      </w:pPr>
    </w:p>
    <w:p w14:paraId="1315FCE9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 xml:space="preserve">Přílohy č. 7 k </w:t>
      </w:r>
      <w:proofErr w:type="spellStart"/>
      <w:r>
        <w:rPr>
          <w:rFonts w:ascii="Arial" w:hAnsi="Arial" w:cs="Arial"/>
          <w:sz w:val="22"/>
          <w:szCs w:val="22"/>
          <w:u w:val="single"/>
        </w:rPr>
        <w:t>Vyhl</w:t>
      </w:r>
      <w:proofErr w:type="spellEnd"/>
      <w:r>
        <w:rPr>
          <w:rFonts w:ascii="Arial" w:hAnsi="Arial" w:cs="Arial"/>
          <w:sz w:val="22"/>
          <w:szCs w:val="22"/>
          <w:u w:val="single"/>
        </w:rPr>
        <w:t>. č. 104/1997 Sb.</w:t>
      </w:r>
      <w:r>
        <w:rPr>
          <w:rFonts w:ascii="Arial" w:hAnsi="Arial" w:cs="Arial"/>
          <w:sz w:val="22"/>
          <w:szCs w:val="22"/>
        </w:rPr>
        <w:t xml:space="preserve"> - Technologie zimní údržby</w:t>
      </w:r>
    </w:p>
    <w:p w14:paraId="4D941F2E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8"/>
          <w:szCs w:val="8"/>
        </w:rPr>
      </w:pPr>
    </w:p>
    <w:p w14:paraId="467D0BD1" w14:textId="77777777" w:rsidR="00CB3051" w:rsidRPr="00FC4E93" w:rsidRDefault="00CB3051" w:rsidP="00FC4E93">
      <w:pPr>
        <w:pStyle w:val="standard"/>
        <w:numPr>
          <w:ilvl w:val="0"/>
          <w:numId w:val="3"/>
        </w:numPr>
        <w:suppressLineNumbers/>
        <w:ind w:left="1050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Přílohy č. 8 k </w:t>
      </w:r>
      <w:proofErr w:type="spellStart"/>
      <w:r>
        <w:rPr>
          <w:rFonts w:ascii="Arial" w:hAnsi="Arial" w:cs="Arial"/>
          <w:sz w:val="22"/>
          <w:szCs w:val="22"/>
          <w:u w:val="single"/>
        </w:rPr>
        <w:t>Vyhl</w:t>
      </w:r>
      <w:proofErr w:type="spellEnd"/>
      <w:r>
        <w:rPr>
          <w:rFonts w:ascii="Arial" w:hAnsi="Arial" w:cs="Arial"/>
          <w:sz w:val="22"/>
          <w:szCs w:val="22"/>
          <w:u w:val="single"/>
        </w:rPr>
        <w:t>. č. 104/1997 Sb.</w:t>
      </w:r>
      <w:r>
        <w:rPr>
          <w:rFonts w:ascii="Arial" w:hAnsi="Arial" w:cs="Arial"/>
          <w:sz w:val="22"/>
          <w:szCs w:val="22"/>
        </w:rPr>
        <w:t xml:space="preserve"> - Denní záznam o zimní údržbě - část 2</w:t>
      </w:r>
    </w:p>
    <w:p w14:paraId="463B1E2D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8"/>
          <w:szCs w:val="8"/>
        </w:rPr>
      </w:pPr>
    </w:p>
    <w:p w14:paraId="6501889A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8"/>
          <w:szCs w:val="8"/>
        </w:rPr>
      </w:pPr>
    </w:p>
    <w:p w14:paraId="06E25723" w14:textId="77777777" w:rsidR="00CB3051" w:rsidRDefault="00CB3051">
      <w:pPr>
        <w:pStyle w:val="standard"/>
        <w:suppressLineNumbers/>
        <w:ind w:left="1050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444027">
        <w:rPr>
          <w:rFonts w:ascii="Arial" w:hAnsi="Arial" w:cs="Arial"/>
          <w:sz w:val="22"/>
          <w:szCs w:val="22"/>
          <w:u w:val="single"/>
        </w:rPr>
        <w:t>Seznam zastávek</w:t>
      </w:r>
      <w:r>
        <w:rPr>
          <w:rFonts w:ascii="Arial" w:hAnsi="Arial" w:cs="Arial"/>
          <w:sz w:val="22"/>
          <w:szCs w:val="22"/>
          <w:u w:val="single"/>
        </w:rPr>
        <w:t xml:space="preserve"> MHD ve městě Ústí nad Labem.</w:t>
      </w:r>
    </w:p>
    <w:p w14:paraId="34358F5D" w14:textId="77777777" w:rsidR="00CB3051" w:rsidRDefault="00CB3051">
      <w:pPr>
        <w:pStyle w:val="standard"/>
        <w:suppressLineNumbers/>
        <w:jc w:val="both"/>
        <w:rPr>
          <w:rFonts w:ascii="Arial" w:hAnsi="Arial" w:cs="Arial"/>
          <w:sz w:val="22"/>
          <w:szCs w:val="22"/>
        </w:rPr>
      </w:pPr>
    </w:p>
    <w:p w14:paraId="05C9BEBA" w14:textId="77777777" w:rsidR="00CB3051" w:rsidRDefault="00CB3051">
      <w:pPr>
        <w:pStyle w:val="standard"/>
        <w:suppressLineNumber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  <w:u w:val="single"/>
        </w:rPr>
        <w:t>Operační  plán</w:t>
      </w:r>
      <w:proofErr w:type="gramEnd"/>
      <w:r>
        <w:rPr>
          <w:rFonts w:ascii="Arial" w:hAnsi="Arial" w:cs="Arial"/>
          <w:sz w:val="22"/>
          <w:szCs w:val="22"/>
          <w:u w:val="single"/>
        </w:rPr>
        <w:t xml:space="preserve">  ( dále  jen OP )</w:t>
      </w:r>
      <w:r>
        <w:rPr>
          <w:rFonts w:ascii="Arial" w:hAnsi="Arial" w:cs="Arial"/>
          <w:sz w:val="22"/>
          <w:szCs w:val="22"/>
        </w:rPr>
        <w:t xml:space="preserve">   ve   městě   Ústí  nad  Labem  je  základní  normou </w:t>
      </w:r>
    </w:p>
    <w:p w14:paraId="27A6942D" w14:textId="77777777" w:rsidR="00745494" w:rsidRDefault="00CB3051">
      <w:pPr>
        <w:pStyle w:val="standard"/>
        <w:suppressLineNumber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proofErr w:type="gramStart"/>
      <w:r>
        <w:rPr>
          <w:rFonts w:ascii="Arial" w:hAnsi="Arial" w:cs="Arial"/>
          <w:sz w:val="22"/>
          <w:szCs w:val="22"/>
        </w:rPr>
        <w:t>pro  řízení</w:t>
      </w:r>
      <w:proofErr w:type="gramEnd"/>
      <w:r>
        <w:rPr>
          <w:rFonts w:ascii="Arial" w:hAnsi="Arial" w:cs="Arial"/>
          <w:sz w:val="22"/>
          <w:szCs w:val="22"/>
        </w:rPr>
        <w:t xml:space="preserve">   činnosti   zimní    údržby    na    </w:t>
      </w:r>
      <w:r w:rsidR="00444027">
        <w:rPr>
          <w:rFonts w:ascii="Arial" w:hAnsi="Arial" w:cs="Arial"/>
          <w:sz w:val="22"/>
          <w:szCs w:val="22"/>
        </w:rPr>
        <w:t>chodnících a komunikacích pro chodce</w:t>
      </w:r>
    </w:p>
    <w:p w14:paraId="3C8F5B70" w14:textId="52CA3ADA" w:rsidR="00CB3051" w:rsidRDefault="00CB3051">
      <w:pPr>
        <w:pStyle w:val="standard"/>
        <w:suppressLineNumbers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,  </w:t>
      </w:r>
      <w:r w:rsidR="00C94E49">
        <w:rPr>
          <w:rFonts w:ascii="Arial" w:hAnsi="Arial" w:cs="Arial"/>
          <w:sz w:val="22"/>
          <w:szCs w:val="22"/>
        </w:rPr>
        <w:t xml:space="preserve"> </w:t>
      </w:r>
      <w:proofErr w:type="gramEnd"/>
      <w:r w:rsidR="00C94E49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kterou  provádí</w:t>
      </w:r>
      <w:r w:rsidR="0044402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dle specifikace uvedené v tomto </w:t>
      </w:r>
      <w:r w:rsidRPr="003774DB">
        <w:rPr>
          <w:rFonts w:ascii="Arial" w:hAnsi="Arial" w:cs="Arial"/>
          <w:sz w:val="22"/>
          <w:szCs w:val="22"/>
        </w:rPr>
        <w:t xml:space="preserve">OP </w:t>
      </w:r>
      <w:r>
        <w:rPr>
          <w:rFonts w:ascii="Arial" w:hAnsi="Arial" w:cs="Arial"/>
          <w:sz w:val="22"/>
          <w:szCs w:val="22"/>
        </w:rPr>
        <w:t xml:space="preserve"> města Ústí nad Labem s.r.o.</w:t>
      </w:r>
    </w:p>
    <w:p w14:paraId="62B3B067" w14:textId="77777777" w:rsidR="00CB3051" w:rsidRDefault="00CB3051">
      <w:pPr>
        <w:pStyle w:val="standard"/>
        <w:suppressLineNumber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CC99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72"/>
      </w:tblGrid>
      <w:tr w:rsidR="00CB3051" w14:paraId="3A68F061" w14:textId="77777777" w:rsidTr="00F31341">
        <w:trPr>
          <w:trHeight w:val="683"/>
        </w:trPr>
        <w:tc>
          <w:tcPr>
            <w:tcW w:w="9072" w:type="dxa"/>
            <w:shd w:val="clear" w:color="auto" w:fill="FF5050"/>
            <w:vAlign w:val="center"/>
          </w:tcPr>
          <w:p w14:paraId="22833BA8" w14:textId="77777777" w:rsidR="00CB3051" w:rsidRPr="00826336" w:rsidRDefault="00CB305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8263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Zimním obdobím je ve smyslu § 41 odst. 4 Vyhlášky č. 104/1997 Sb.</w:t>
            </w:r>
          </w:p>
          <w:p w14:paraId="1F946683" w14:textId="77777777" w:rsidR="00CB3051" w:rsidRDefault="00CB3051">
            <w:pPr>
              <w:jc w:val="center"/>
              <w:rPr>
                <w:rFonts w:ascii="Arial" w:hAnsi="Arial" w:cs="Arial"/>
                <w:snapToGrid w:val="0"/>
                <w:color w:val="000000"/>
                <w:sz w:val="8"/>
                <w:szCs w:val="8"/>
              </w:rPr>
            </w:pPr>
          </w:p>
          <w:p w14:paraId="1B2D7833" w14:textId="77777777" w:rsidR="00CB3051" w:rsidRPr="00272564" w:rsidRDefault="00CB3051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72564">
              <w:rPr>
                <w:rFonts w:ascii="Arial" w:hAnsi="Arial" w:cs="Arial"/>
                <w:b/>
                <w:snapToGrid w:val="0"/>
                <w:sz w:val="22"/>
                <w:szCs w:val="22"/>
              </w:rPr>
              <w:t>doba od 1. listopadu do 31. března následujícího roku.</w:t>
            </w:r>
          </w:p>
        </w:tc>
      </w:tr>
    </w:tbl>
    <w:p w14:paraId="66DA8763" w14:textId="77777777" w:rsidR="00CB3051" w:rsidRDefault="00CB3051">
      <w:pPr>
        <w:pStyle w:val="standard"/>
        <w:suppressLineNumbers/>
        <w:jc w:val="center"/>
        <w:rPr>
          <w:rFonts w:ascii="Arial" w:hAnsi="Arial" w:cs="Arial"/>
          <w:sz w:val="22"/>
          <w:szCs w:val="22"/>
        </w:rPr>
      </w:pPr>
    </w:p>
    <w:p w14:paraId="6888CC1C" w14:textId="77777777" w:rsidR="00CB3051" w:rsidRDefault="00CB3051">
      <w:pPr>
        <w:pStyle w:val="standard"/>
        <w:suppressLineNumber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99"/>
        <w:tblLook w:val="01E0" w:firstRow="1" w:lastRow="1" w:firstColumn="1" w:lastColumn="1" w:noHBand="0" w:noVBand="0"/>
      </w:tblPr>
      <w:tblGrid>
        <w:gridCol w:w="9008"/>
      </w:tblGrid>
      <w:tr w:rsidR="00CB3051" w14:paraId="4254DB5C" w14:textId="77777777" w:rsidTr="00940294">
        <w:trPr>
          <w:trHeight w:val="696"/>
        </w:trPr>
        <w:tc>
          <w:tcPr>
            <w:tcW w:w="90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5050"/>
            <w:vAlign w:val="center"/>
          </w:tcPr>
          <w:p w14:paraId="630B44A2" w14:textId="77777777" w:rsidR="00CB3051" w:rsidRDefault="00CB3051" w:rsidP="007C1A91">
            <w:pPr>
              <w:pStyle w:val="standard"/>
              <w:suppressLineNumbers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72564">
              <w:rPr>
                <w:rFonts w:ascii="Arial" w:hAnsi="Arial" w:cs="Arial"/>
                <w:b/>
                <w:sz w:val="22"/>
                <w:szCs w:val="22"/>
              </w:rPr>
              <w:t xml:space="preserve">Cílem zimní údržby je zmírňovat závady ve </w:t>
            </w:r>
            <w:r w:rsidR="00826336">
              <w:rPr>
                <w:rFonts w:ascii="Arial" w:hAnsi="Arial" w:cs="Arial"/>
                <w:b/>
                <w:sz w:val="22"/>
                <w:szCs w:val="22"/>
              </w:rPr>
              <w:t>schůdnosti na chodnících a komunikacích pro chodce</w:t>
            </w:r>
            <w:r w:rsidR="007C1A9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72564">
              <w:rPr>
                <w:rFonts w:ascii="Arial" w:hAnsi="Arial" w:cs="Arial"/>
                <w:b/>
                <w:sz w:val="22"/>
                <w:szCs w:val="22"/>
              </w:rPr>
              <w:t>vzniklé povětrnostními podmínkami a jejich důsledky.</w:t>
            </w:r>
          </w:p>
        </w:tc>
      </w:tr>
    </w:tbl>
    <w:p w14:paraId="4C703076" w14:textId="77777777" w:rsidR="00CB3051" w:rsidRDefault="00CB3051">
      <w:pPr>
        <w:pStyle w:val="standard"/>
        <w:suppressLineNumbers/>
        <w:jc w:val="both"/>
        <w:rPr>
          <w:rFonts w:ascii="Arial" w:hAnsi="Arial" w:cs="Arial"/>
          <w:sz w:val="22"/>
          <w:szCs w:val="22"/>
          <w:u w:val="single"/>
        </w:rPr>
      </w:pPr>
    </w:p>
    <w:p w14:paraId="0700091F" w14:textId="77777777" w:rsidR="00CB3051" w:rsidRDefault="00CB3051">
      <w:pPr>
        <w:pStyle w:val="standard"/>
        <w:suppressLineNumbers/>
        <w:jc w:val="both"/>
        <w:rPr>
          <w:rFonts w:ascii="Arial" w:hAnsi="Arial" w:cs="Arial"/>
          <w:sz w:val="22"/>
          <w:szCs w:val="22"/>
          <w:u w:val="single"/>
        </w:rPr>
      </w:pPr>
    </w:p>
    <w:p w14:paraId="276A8D1B" w14:textId="523498B4" w:rsidR="00CB3051" w:rsidRPr="003774DB" w:rsidRDefault="00CB3051">
      <w:pPr>
        <w:pStyle w:val="standard"/>
        <w:suppressLineNumbers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Zahájení zimní údrž</w:t>
      </w:r>
      <w:r w:rsidR="005A6D5E">
        <w:rPr>
          <w:rFonts w:ascii="Arial" w:hAnsi="Arial" w:cs="Arial"/>
          <w:b/>
          <w:sz w:val="22"/>
          <w:szCs w:val="22"/>
        </w:rPr>
        <w:t>by bude připraveno k</w:t>
      </w:r>
      <w:r w:rsidR="00DC0E1E">
        <w:rPr>
          <w:rFonts w:ascii="Arial" w:hAnsi="Arial" w:cs="Arial"/>
          <w:b/>
          <w:sz w:val="22"/>
          <w:szCs w:val="22"/>
        </w:rPr>
        <w:t> 1.11. 2022</w:t>
      </w:r>
    </w:p>
    <w:p w14:paraId="3DB40A0B" w14:textId="012AAC4F" w:rsidR="00CB3051" w:rsidRPr="003774DB" w:rsidRDefault="00CB3051">
      <w:pPr>
        <w:pStyle w:val="standard"/>
        <w:suppressLineNumbers/>
        <w:ind w:left="708"/>
        <w:jc w:val="both"/>
        <w:rPr>
          <w:rFonts w:ascii="Arial" w:hAnsi="Arial" w:cs="Arial"/>
          <w:sz w:val="22"/>
          <w:szCs w:val="22"/>
        </w:rPr>
      </w:pPr>
      <w:r w:rsidRPr="003774DB">
        <w:rPr>
          <w:rFonts w:ascii="Arial" w:hAnsi="Arial" w:cs="Arial"/>
          <w:sz w:val="22"/>
          <w:szCs w:val="22"/>
        </w:rPr>
        <w:t xml:space="preserve">Nepřetržitá služba na centrálním dispečinku v areálu </w:t>
      </w:r>
      <w:r w:rsidR="00B07205" w:rsidRPr="00B07205">
        <w:rPr>
          <w:rFonts w:ascii="Arial" w:hAnsi="Arial" w:cs="Arial"/>
          <w:sz w:val="22"/>
          <w:szCs w:val="22"/>
          <w:highlight w:val="yellow"/>
        </w:rPr>
        <w:t>doplní dodavatel</w:t>
      </w:r>
    </w:p>
    <w:p w14:paraId="3EF21B8B" w14:textId="77777777" w:rsidR="00CB3051" w:rsidRPr="003774DB" w:rsidRDefault="00CB3051">
      <w:pPr>
        <w:pStyle w:val="standard"/>
        <w:suppressLineNumbers/>
        <w:jc w:val="both"/>
        <w:rPr>
          <w:rFonts w:ascii="Arial" w:hAnsi="Arial" w:cs="Arial"/>
          <w:sz w:val="22"/>
          <w:szCs w:val="22"/>
        </w:rPr>
      </w:pPr>
    </w:p>
    <w:p w14:paraId="69176B46" w14:textId="77777777" w:rsidR="00CB3051" w:rsidRPr="003774DB" w:rsidRDefault="00CB3051">
      <w:pPr>
        <w:pStyle w:val="standard"/>
        <w:suppressLineNumbers/>
        <w:jc w:val="both"/>
        <w:rPr>
          <w:rFonts w:ascii="Arial" w:hAnsi="Arial" w:cs="Arial"/>
          <w:sz w:val="22"/>
          <w:szCs w:val="22"/>
        </w:rPr>
      </w:pPr>
    </w:p>
    <w:p w14:paraId="427B5D15" w14:textId="2ABE7875" w:rsidR="00CB3051" w:rsidRPr="003774DB" w:rsidRDefault="00CB3051">
      <w:pPr>
        <w:pStyle w:val="standard"/>
        <w:suppressLineNumbers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3774DB">
        <w:rPr>
          <w:rFonts w:ascii="Arial" w:hAnsi="Arial" w:cs="Arial"/>
          <w:sz w:val="22"/>
          <w:szCs w:val="22"/>
        </w:rPr>
        <w:tab/>
      </w:r>
      <w:r w:rsidRPr="003774DB">
        <w:rPr>
          <w:rFonts w:ascii="Arial" w:hAnsi="Arial" w:cs="Arial"/>
          <w:b/>
          <w:sz w:val="22"/>
          <w:szCs w:val="22"/>
        </w:rPr>
        <w:t xml:space="preserve">Ukončení nepřetržité služby </w:t>
      </w:r>
      <w:r w:rsidR="005A6D5E">
        <w:rPr>
          <w:rFonts w:ascii="Arial" w:hAnsi="Arial" w:cs="Arial"/>
          <w:b/>
          <w:sz w:val="22"/>
          <w:szCs w:val="22"/>
        </w:rPr>
        <w:t>na dispečinku bude k</w:t>
      </w:r>
      <w:r w:rsidR="000C0C7D">
        <w:rPr>
          <w:rFonts w:ascii="Arial" w:hAnsi="Arial" w:cs="Arial"/>
          <w:b/>
          <w:sz w:val="22"/>
          <w:szCs w:val="22"/>
        </w:rPr>
        <w:t> 31.3.</w:t>
      </w:r>
      <w:r w:rsidR="009A36A6">
        <w:rPr>
          <w:rFonts w:ascii="Arial" w:hAnsi="Arial" w:cs="Arial"/>
          <w:b/>
          <w:sz w:val="22"/>
          <w:szCs w:val="22"/>
        </w:rPr>
        <w:t>202</w:t>
      </w:r>
      <w:r w:rsidR="00DC0E1E">
        <w:rPr>
          <w:rFonts w:ascii="Arial" w:hAnsi="Arial" w:cs="Arial"/>
          <w:b/>
          <w:sz w:val="22"/>
          <w:szCs w:val="22"/>
        </w:rPr>
        <w:t>3</w:t>
      </w:r>
    </w:p>
    <w:p w14:paraId="11AEC3C0" w14:textId="77777777" w:rsidR="00CB3051" w:rsidRDefault="00CB3051">
      <w:pPr>
        <w:pStyle w:val="standard"/>
        <w:suppressLineNumbers/>
        <w:ind w:left="708"/>
        <w:jc w:val="both"/>
        <w:rPr>
          <w:rFonts w:ascii="Arial" w:hAnsi="Arial" w:cs="Arial"/>
          <w:sz w:val="22"/>
          <w:szCs w:val="22"/>
        </w:rPr>
      </w:pPr>
      <w:r w:rsidRPr="003774DB">
        <w:rPr>
          <w:rFonts w:ascii="Arial" w:hAnsi="Arial" w:cs="Arial"/>
          <w:sz w:val="22"/>
          <w:szCs w:val="22"/>
        </w:rPr>
        <w:t xml:space="preserve">Pokud z klimatických důvodů nebude </w:t>
      </w:r>
      <w:r w:rsidR="00140A4C">
        <w:rPr>
          <w:rFonts w:ascii="Arial" w:hAnsi="Arial" w:cs="Arial"/>
          <w:sz w:val="22"/>
          <w:szCs w:val="22"/>
        </w:rPr>
        <w:t>Odborem dopravy a majetku</w:t>
      </w:r>
      <w:r w:rsidR="006C1009">
        <w:rPr>
          <w:rFonts w:ascii="Arial" w:hAnsi="Arial" w:cs="Arial"/>
          <w:sz w:val="22"/>
          <w:szCs w:val="22"/>
        </w:rPr>
        <w:t xml:space="preserve"> magistrátu města Ústí nad Labem </w:t>
      </w:r>
      <w:r w:rsidRPr="003774DB">
        <w:rPr>
          <w:rFonts w:ascii="Arial" w:hAnsi="Arial" w:cs="Arial"/>
          <w:sz w:val="22"/>
          <w:szCs w:val="22"/>
        </w:rPr>
        <w:t>rozhodnuto jinak.</w:t>
      </w:r>
    </w:p>
    <w:p w14:paraId="78985D69" w14:textId="77777777" w:rsidR="007C1A91" w:rsidRDefault="007C1A91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8447BFC" w14:textId="77777777" w:rsidR="00B846FB" w:rsidRDefault="00B846FB">
      <w:pPr>
        <w:pStyle w:val="standard"/>
        <w:suppressLineNumbers/>
        <w:outlineLvl w:val="0"/>
        <w:rPr>
          <w:rFonts w:ascii="Arial" w:hAnsi="Arial" w:cs="Arial"/>
          <w:b/>
          <w:color w:val="000080"/>
          <w:sz w:val="26"/>
          <w:szCs w:val="26"/>
          <w:u w:val="single"/>
        </w:rPr>
      </w:pPr>
    </w:p>
    <w:p w14:paraId="46552952" w14:textId="77777777" w:rsidR="00CB3051" w:rsidRDefault="00CB3051">
      <w:pPr>
        <w:pStyle w:val="standard"/>
        <w:suppressLineNumbers/>
        <w:outlineLvl w:val="0"/>
        <w:rPr>
          <w:rFonts w:ascii="Arial" w:hAnsi="Arial" w:cs="Arial"/>
          <w:b/>
          <w:color w:val="000080"/>
          <w:sz w:val="26"/>
          <w:szCs w:val="26"/>
          <w:u w:val="single"/>
        </w:rPr>
      </w:pPr>
      <w:r>
        <w:rPr>
          <w:rFonts w:ascii="Arial" w:hAnsi="Arial" w:cs="Arial"/>
          <w:b/>
          <w:color w:val="000080"/>
          <w:sz w:val="26"/>
          <w:szCs w:val="26"/>
          <w:u w:val="single"/>
        </w:rPr>
        <w:t>Odpovědnost za škody</w:t>
      </w:r>
    </w:p>
    <w:p w14:paraId="4C1F0029" w14:textId="77777777" w:rsidR="00CB3051" w:rsidRDefault="00CB3051">
      <w:pPr>
        <w:pStyle w:val="standard"/>
        <w:suppressLineNumbers/>
        <w:outlineLvl w:val="0"/>
        <w:rPr>
          <w:rFonts w:ascii="Arial" w:hAnsi="Arial" w:cs="Arial"/>
          <w:sz w:val="22"/>
          <w:szCs w:val="22"/>
        </w:rPr>
      </w:pPr>
    </w:p>
    <w:p w14:paraId="5C5608C6" w14:textId="77777777" w:rsidR="00CB3051" w:rsidRDefault="00CB3051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Vlastník  místní   komunikace</w:t>
      </w:r>
      <w:r w:rsidR="003A1F2E">
        <w:rPr>
          <w:rFonts w:ascii="Arial" w:hAnsi="Arial" w:cs="Arial"/>
          <w:sz w:val="22"/>
          <w:szCs w:val="22"/>
          <w:u w:val="single"/>
        </w:rPr>
        <w:t xml:space="preserve"> pro pěší, nebo chodníku</w:t>
      </w:r>
      <w:r>
        <w:rPr>
          <w:rFonts w:ascii="Arial" w:hAnsi="Arial" w:cs="Arial"/>
          <w:sz w:val="22"/>
          <w:szCs w:val="22"/>
        </w:rPr>
        <w:t xml:space="preserve"> (  obec  Ústí  n. L.  </w:t>
      </w:r>
      <w:proofErr w:type="gramStart"/>
      <w:r>
        <w:rPr>
          <w:rFonts w:ascii="Arial" w:hAnsi="Arial" w:cs="Arial"/>
          <w:sz w:val="22"/>
          <w:szCs w:val="22"/>
        </w:rPr>
        <w:t>prostřednictvím  Odboru</w:t>
      </w:r>
      <w:proofErr w:type="gramEnd"/>
      <w:r>
        <w:rPr>
          <w:rFonts w:ascii="Arial" w:hAnsi="Arial" w:cs="Arial"/>
          <w:sz w:val="22"/>
          <w:szCs w:val="22"/>
        </w:rPr>
        <w:t xml:space="preserve">   dopravy</w:t>
      </w:r>
      <w:r w:rsidR="00140A4C">
        <w:rPr>
          <w:rFonts w:ascii="Arial" w:hAnsi="Arial" w:cs="Arial"/>
          <w:sz w:val="22"/>
          <w:szCs w:val="22"/>
        </w:rPr>
        <w:t xml:space="preserve"> a majetku</w:t>
      </w:r>
      <w:r>
        <w:rPr>
          <w:rFonts w:ascii="Arial" w:hAnsi="Arial" w:cs="Arial"/>
          <w:sz w:val="22"/>
          <w:szCs w:val="22"/>
        </w:rPr>
        <w:t xml:space="preserve"> Magistrátu  města  Ústí  n. L. ),  odpovídá  ve  smyslu  § 27 Zák. č. 13/1997 Sb. za škody vznikl</w:t>
      </w:r>
      <w:r w:rsidR="003A1F2E">
        <w:rPr>
          <w:rFonts w:ascii="Arial" w:hAnsi="Arial" w:cs="Arial"/>
          <w:sz w:val="22"/>
          <w:szCs w:val="22"/>
        </w:rPr>
        <w:t>é uživatelům  těchto</w:t>
      </w:r>
      <w:r>
        <w:rPr>
          <w:rFonts w:ascii="Arial" w:hAnsi="Arial" w:cs="Arial"/>
          <w:sz w:val="22"/>
          <w:szCs w:val="22"/>
        </w:rPr>
        <w:t xml:space="preserve"> komunikací, jejíchž  příčinou  bývá  závada  ve  </w:t>
      </w:r>
      <w:r w:rsidR="003A1F2E">
        <w:rPr>
          <w:rFonts w:ascii="Arial" w:hAnsi="Arial" w:cs="Arial"/>
          <w:sz w:val="22"/>
          <w:szCs w:val="22"/>
        </w:rPr>
        <w:t>schůdnosti,</w:t>
      </w:r>
      <w:r>
        <w:rPr>
          <w:rFonts w:ascii="Arial" w:hAnsi="Arial" w:cs="Arial"/>
          <w:sz w:val="22"/>
          <w:szCs w:val="22"/>
        </w:rPr>
        <w:t xml:space="preserve"> pokud neprokáže,  že  nebylo  v  mezích  jeho  možností  tuto  závadu  odstranit,  u  závady  způsobené povětrnostními  situacemi  a   jejich  důsledky  takovou   závadu   zmírnit,  ani  na  ni předepsaným způsobem upozornit.</w:t>
      </w:r>
    </w:p>
    <w:p w14:paraId="6B9B72A3" w14:textId="77777777" w:rsidR="00CB3051" w:rsidRDefault="00CB3051">
      <w:pPr>
        <w:pStyle w:val="standard"/>
        <w:suppressLineNumbers/>
        <w:ind w:left="720"/>
        <w:rPr>
          <w:rFonts w:ascii="Arial" w:hAnsi="Arial" w:cs="Arial"/>
          <w:sz w:val="8"/>
          <w:szCs w:val="8"/>
        </w:rPr>
      </w:pPr>
    </w:p>
    <w:p w14:paraId="4589C7D5" w14:textId="77777777" w:rsidR="00CB3051" w:rsidRDefault="00C1144B">
      <w:pPr>
        <w:pStyle w:val="standard"/>
        <w:suppressLineNumbers/>
        <w:ind w:left="720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Rozsah a</w:t>
      </w:r>
      <w:r w:rsidR="00CB3051">
        <w:rPr>
          <w:rFonts w:ascii="Arial" w:hAnsi="Arial" w:cs="Arial"/>
          <w:sz w:val="22"/>
          <w:szCs w:val="22"/>
          <w:u w:val="single"/>
        </w:rPr>
        <w:t xml:space="preserve"> způsob pro </w:t>
      </w:r>
      <w:r w:rsidR="00C94E49">
        <w:rPr>
          <w:rFonts w:ascii="Arial" w:hAnsi="Arial" w:cs="Arial"/>
          <w:sz w:val="22"/>
          <w:szCs w:val="22"/>
          <w:u w:val="single"/>
        </w:rPr>
        <w:t>odstraňování závad ve schůdnosti</w:t>
      </w:r>
    </w:p>
    <w:p w14:paraId="51C41084" w14:textId="77777777" w:rsidR="0089105A" w:rsidRDefault="00FE4037" w:rsidP="0089105A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Zimní  údržbou</w:t>
      </w:r>
      <w:proofErr w:type="gramEnd"/>
      <w:r>
        <w:rPr>
          <w:rFonts w:ascii="Arial" w:hAnsi="Arial" w:cs="Arial"/>
          <w:sz w:val="22"/>
          <w:szCs w:val="22"/>
        </w:rPr>
        <w:t xml:space="preserve">  se  podle</w:t>
      </w:r>
      <w:r w:rsidR="00CB305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Zákona č.13/1997 Sb. </w:t>
      </w:r>
      <w:r w:rsidR="00CB3051">
        <w:rPr>
          <w:rFonts w:ascii="Arial" w:hAnsi="Arial" w:cs="Arial"/>
          <w:sz w:val="22"/>
          <w:szCs w:val="22"/>
        </w:rPr>
        <w:t>zmírňují závady vznikající povětrnostními vl</w:t>
      </w:r>
      <w:r w:rsidR="00602171">
        <w:rPr>
          <w:rFonts w:ascii="Arial" w:hAnsi="Arial" w:cs="Arial"/>
          <w:sz w:val="22"/>
          <w:szCs w:val="22"/>
        </w:rPr>
        <w:t>ivy  a  podmínkami  za  zimních</w:t>
      </w:r>
      <w:r>
        <w:rPr>
          <w:rFonts w:ascii="Arial" w:hAnsi="Arial" w:cs="Arial"/>
          <w:sz w:val="22"/>
          <w:szCs w:val="22"/>
        </w:rPr>
        <w:t xml:space="preserve"> měsíců</w:t>
      </w:r>
      <w:r w:rsidR="00CB3051">
        <w:rPr>
          <w:rFonts w:ascii="Arial" w:hAnsi="Arial" w:cs="Arial"/>
          <w:sz w:val="22"/>
          <w:szCs w:val="22"/>
        </w:rPr>
        <w:t xml:space="preserve"> ve  schůdnosti  místních komunikací a </w:t>
      </w:r>
      <w:r w:rsidR="00602171">
        <w:rPr>
          <w:rFonts w:ascii="Arial" w:hAnsi="Arial" w:cs="Arial"/>
          <w:sz w:val="22"/>
          <w:szCs w:val="22"/>
        </w:rPr>
        <w:t>chodnících</w:t>
      </w:r>
      <w:r>
        <w:rPr>
          <w:rFonts w:ascii="Arial" w:hAnsi="Arial" w:cs="Arial"/>
          <w:sz w:val="22"/>
          <w:szCs w:val="22"/>
        </w:rPr>
        <w:t xml:space="preserve">. </w:t>
      </w:r>
      <w:r w:rsidRPr="001164CF">
        <w:rPr>
          <w:rFonts w:ascii="Arial" w:hAnsi="Arial" w:cs="Arial"/>
          <w:sz w:val="22"/>
          <w:szCs w:val="22"/>
        </w:rPr>
        <w:t xml:space="preserve">Na vybraných chodnících, dle tohoto operačního plánu bude zajištěna schůdnost </w:t>
      </w:r>
      <w:r w:rsidR="00C1144B" w:rsidRPr="001164CF">
        <w:rPr>
          <w:rFonts w:ascii="Arial" w:hAnsi="Arial" w:cs="Arial"/>
          <w:sz w:val="22"/>
          <w:szCs w:val="22"/>
        </w:rPr>
        <w:t>na základě pokynu pověřeného pracovníka odboru dopravy a majetku Magistrátu města Ústí nad Labem.</w:t>
      </w:r>
    </w:p>
    <w:p w14:paraId="69BA857F" w14:textId="77777777" w:rsidR="008E7A3B" w:rsidRDefault="008E7A3B" w:rsidP="008E7A3B">
      <w:pPr>
        <w:pStyle w:val="standard"/>
        <w:suppressLineNumbers/>
        <w:ind w:left="1440"/>
        <w:jc w:val="both"/>
        <w:rPr>
          <w:rFonts w:ascii="Arial" w:hAnsi="Arial" w:cs="Arial"/>
          <w:sz w:val="22"/>
          <w:szCs w:val="22"/>
        </w:rPr>
      </w:pPr>
    </w:p>
    <w:p w14:paraId="33A04868" w14:textId="77777777" w:rsidR="0089105A" w:rsidRDefault="0089105A" w:rsidP="00FE4037">
      <w:pPr>
        <w:pStyle w:val="standard"/>
        <w:numPr>
          <w:ilvl w:val="0"/>
          <w:numId w:val="6"/>
        </w:numPr>
        <w:suppressLineNumber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Časový limit pro zajištění schůdnosti</w:t>
      </w:r>
      <w:r w:rsidR="00BE732E">
        <w:rPr>
          <w:rFonts w:ascii="Arial" w:hAnsi="Arial" w:cs="Arial"/>
          <w:sz w:val="22"/>
          <w:szCs w:val="22"/>
        </w:rPr>
        <w:t xml:space="preserve"> je do 10 hodin od skončení povětrnostní situace,</w:t>
      </w:r>
      <w:r w:rsidR="008E7A3B">
        <w:rPr>
          <w:rFonts w:ascii="Arial" w:hAnsi="Arial" w:cs="Arial"/>
          <w:sz w:val="22"/>
          <w:szCs w:val="22"/>
        </w:rPr>
        <w:t xml:space="preserve"> </w:t>
      </w:r>
      <w:r w:rsidR="00BE732E">
        <w:rPr>
          <w:rFonts w:ascii="Arial" w:hAnsi="Arial" w:cs="Arial"/>
          <w:sz w:val="22"/>
          <w:szCs w:val="22"/>
        </w:rPr>
        <w:t>kte</w:t>
      </w:r>
      <w:r w:rsidR="00F2088C">
        <w:rPr>
          <w:rFonts w:ascii="Arial" w:hAnsi="Arial" w:cs="Arial"/>
          <w:sz w:val="22"/>
          <w:szCs w:val="22"/>
        </w:rPr>
        <w:t>ré podstatně zhoršily schůdnost, nebo od pokynu k výjezdu.</w:t>
      </w:r>
    </w:p>
    <w:p w14:paraId="27068D82" w14:textId="77777777" w:rsidR="00FE4037" w:rsidRDefault="00FE4037" w:rsidP="00FE4037">
      <w:pPr>
        <w:pStyle w:val="standard"/>
        <w:numPr>
          <w:ilvl w:val="0"/>
          <w:numId w:val="6"/>
        </w:numPr>
        <w:suppressLineNumber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spadu většího množství sněhu, či kalamity bude způsob, či počet zásahů upřesněn</w:t>
      </w:r>
      <w:r w:rsidR="00653275">
        <w:rPr>
          <w:rFonts w:ascii="Arial" w:hAnsi="Arial" w:cs="Arial"/>
          <w:sz w:val="22"/>
          <w:szCs w:val="22"/>
        </w:rPr>
        <w:t xml:space="preserve"> Odborem dopravy</w:t>
      </w:r>
      <w:r w:rsidR="00140A4C">
        <w:rPr>
          <w:rFonts w:ascii="Arial" w:hAnsi="Arial" w:cs="Arial"/>
          <w:sz w:val="22"/>
          <w:szCs w:val="22"/>
        </w:rPr>
        <w:t xml:space="preserve"> a majetku</w:t>
      </w:r>
      <w:r w:rsidR="00653275">
        <w:rPr>
          <w:rFonts w:ascii="Arial" w:hAnsi="Arial" w:cs="Arial"/>
          <w:sz w:val="22"/>
          <w:szCs w:val="22"/>
        </w:rPr>
        <w:t xml:space="preserve"> Magistrátu města Ústí nad Labem</w:t>
      </w:r>
    </w:p>
    <w:p w14:paraId="416F71E5" w14:textId="77777777" w:rsidR="00CB3051" w:rsidRDefault="00CB3051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</w:p>
    <w:p w14:paraId="6B712479" w14:textId="77777777" w:rsidR="00CB3051" w:rsidRDefault="00CB3051">
      <w:pPr>
        <w:pStyle w:val="standard"/>
        <w:suppressLineNumbers/>
        <w:ind w:left="720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 xml:space="preserve">Při stanovení </w:t>
      </w:r>
      <w:r w:rsidR="00602171">
        <w:rPr>
          <w:rFonts w:ascii="Arial" w:hAnsi="Arial" w:cs="Arial"/>
          <w:bCs/>
          <w:sz w:val="22"/>
          <w:szCs w:val="22"/>
          <w:u w:val="single"/>
        </w:rPr>
        <w:t>zařazení do údržby,</w:t>
      </w:r>
      <w:r>
        <w:rPr>
          <w:rFonts w:ascii="Arial" w:hAnsi="Arial" w:cs="Arial"/>
          <w:bCs/>
          <w:sz w:val="22"/>
          <w:szCs w:val="22"/>
          <w:u w:val="single"/>
        </w:rPr>
        <w:t xml:space="preserve"> se podle výše uvedených zákonů, předpisů a norem</w:t>
      </w:r>
    </w:p>
    <w:p w14:paraId="6E911E54" w14:textId="77777777" w:rsidR="00CB3051" w:rsidRDefault="00CB3051">
      <w:pPr>
        <w:pStyle w:val="standard"/>
        <w:suppressLineNumbers/>
        <w:ind w:left="720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>dále přihlíží k těmto faktorům:</w:t>
      </w:r>
    </w:p>
    <w:p w14:paraId="50457DC4" w14:textId="77777777" w:rsidR="00CB3051" w:rsidRDefault="00CB3051">
      <w:pPr>
        <w:pStyle w:val="standard"/>
        <w:suppressLineNumbers/>
        <w:tabs>
          <w:tab w:val="left" w:pos="108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– intenzita </w:t>
      </w:r>
      <w:r w:rsidR="00602171">
        <w:rPr>
          <w:rFonts w:ascii="Arial" w:hAnsi="Arial" w:cs="Arial"/>
          <w:sz w:val="22"/>
          <w:szCs w:val="22"/>
        </w:rPr>
        <w:t>využití</w:t>
      </w:r>
    </w:p>
    <w:p w14:paraId="14F6AEC8" w14:textId="77777777" w:rsidR="00CB3051" w:rsidRDefault="00CB3051">
      <w:pPr>
        <w:pStyle w:val="standard"/>
        <w:suppressLineNumbers/>
        <w:tabs>
          <w:tab w:val="left" w:pos="108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– vedení tras prostředků veřejné přepravy osob </w:t>
      </w:r>
      <w:proofErr w:type="gramStart"/>
      <w:r>
        <w:rPr>
          <w:rFonts w:ascii="Arial" w:hAnsi="Arial" w:cs="Arial"/>
          <w:sz w:val="22"/>
          <w:szCs w:val="22"/>
        </w:rPr>
        <w:t>( Dopravní</w:t>
      </w:r>
      <w:proofErr w:type="gramEnd"/>
      <w:r>
        <w:rPr>
          <w:rFonts w:ascii="Arial" w:hAnsi="Arial" w:cs="Arial"/>
          <w:sz w:val="22"/>
          <w:szCs w:val="22"/>
        </w:rPr>
        <w:t xml:space="preserve"> podnik, ČSAD – BUS  )</w:t>
      </w:r>
    </w:p>
    <w:p w14:paraId="569BFBAE" w14:textId="77777777" w:rsidR="00CB3051" w:rsidRDefault="00CB3051" w:rsidP="003A1F2E">
      <w:pPr>
        <w:pStyle w:val="standard"/>
        <w:suppressLineNumbers/>
        <w:tabs>
          <w:tab w:val="left" w:pos="108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– zvláštní význam </w:t>
      </w:r>
      <w:r w:rsidR="00602171">
        <w:rPr>
          <w:rFonts w:ascii="Arial" w:hAnsi="Arial" w:cs="Arial"/>
          <w:sz w:val="22"/>
          <w:szCs w:val="22"/>
        </w:rPr>
        <w:t>chodníku, či komunikace pro pěší</w:t>
      </w:r>
      <w:r w:rsidR="00B846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(přístupy k</w:t>
      </w:r>
      <w:r w:rsidR="003A1F2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nemocnicím</w:t>
      </w:r>
      <w:r w:rsidR="003A1F2E">
        <w:rPr>
          <w:rFonts w:ascii="Arial" w:hAnsi="Arial" w:cs="Arial"/>
          <w:sz w:val="22"/>
          <w:szCs w:val="22"/>
        </w:rPr>
        <w:t>, školám</w:t>
      </w:r>
      <w:r w:rsidR="00BE1D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="00B846FB">
        <w:rPr>
          <w:rFonts w:ascii="Arial" w:hAnsi="Arial" w:cs="Arial"/>
          <w:sz w:val="22"/>
          <w:szCs w:val="22"/>
        </w:rPr>
        <w:t>td.)</w:t>
      </w:r>
    </w:p>
    <w:p w14:paraId="391337ED" w14:textId="77777777" w:rsidR="00CB3051" w:rsidRDefault="00CB3051">
      <w:pPr>
        <w:pStyle w:val="standard"/>
        <w:suppressLineNumbers/>
        <w:tabs>
          <w:tab w:val="left" w:pos="1080"/>
          <w:tab w:val="left" w:pos="133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–  stavební stav komunikace</w:t>
      </w:r>
      <w:r w:rsidR="003A1F2E">
        <w:rPr>
          <w:rFonts w:ascii="Arial" w:hAnsi="Arial" w:cs="Arial"/>
          <w:sz w:val="22"/>
          <w:szCs w:val="22"/>
        </w:rPr>
        <w:t>, nebo chodníku</w:t>
      </w:r>
    </w:p>
    <w:p w14:paraId="31554049" w14:textId="77777777" w:rsidR="00CB3051" w:rsidRDefault="00CB3051">
      <w:pPr>
        <w:pStyle w:val="standard"/>
        <w:suppressLineNumbers/>
        <w:tabs>
          <w:tab w:val="left" w:pos="1080"/>
          <w:tab w:val="left" w:pos="133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– potřeby záchranné </w:t>
      </w:r>
      <w:proofErr w:type="gramStart"/>
      <w:r>
        <w:rPr>
          <w:rFonts w:ascii="Arial" w:hAnsi="Arial" w:cs="Arial"/>
          <w:sz w:val="22"/>
          <w:szCs w:val="22"/>
        </w:rPr>
        <w:t>a  zdravotní</w:t>
      </w:r>
      <w:proofErr w:type="gramEnd"/>
      <w:r>
        <w:rPr>
          <w:rFonts w:ascii="Arial" w:hAnsi="Arial" w:cs="Arial"/>
          <w:sz w:val="22"/>
          <w:szCs w:val="22"/>
        </w:rPr>
        <w:t xml:space="preserve"> služby, hasičů, Policie ČR, zásobování obyvatelstva,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sociálních služeb, pošty, komunálních služeb apod.</w:t>
      </w:r>
    </w:p>
    <w:p w14:paraId="2E900B69" w14:textId="77777777" w:rsidR="00CB3051" w:rsidRDefault="00CB3051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</w:p>
    <w:p w14:paraId="67127B48" w14:textId="77777777" w:rsidR="00046EF2" w:rsidRDefault="00CB3051" w:rsidP="00046EF2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těchto hledisek byla síť </w:t>
      </w:r>
      <w:r w:rsidR="004E7AAA">
        <w:rPr>
          <w:rFonts w:ascii="Arial" w:hAnsi="Arial" w:cs="Arial"/>
          <w:sz w:val="22"/>
          <w:szCs w:val="22"/>
        </w:rPr>
        <w:t xml:space="preserve">komunikací pro pěší, nebo </w:t>
      </w:r>
      <w:r w:rsidR="00602171">
        <w:rPr>
          <w:rFonts w:ascii="Arial" w:hAnsi="Arial" w:cs="Arial"/>
          <w:sz w:val="22"/>
          <w:szCs w:val="22"/>
        </w:rPr>
        <w:t>chodníků</w:t>
      </w:r>
      <w:r>
        <w:rPr>
          <w:rFonts w:ascii="Arial" w:hAnsi="Arial" w:cs="Arial"/>
          <w:sz w:val="22"/>
          <w:szCs w:val="22"/>
        </w:rPr>
        <w:t xml:space="preserve"> ve </w:t>
      </w:r>
      <w:proofErr w:type="gramStart"/>
      <w:r>
        <w:rPr>
          <w:rFonts w:ascii="Arial" w:hAnsi="Arial" w:cs="Arial"/>
          <w:sz w:val="22"/>
          <w:szCs w:val="22"/>
        </w:rPr>
        <w:t>správě  Magistrátu</w:t>
      </w:r>
      <w:proofErr w:type="gramEnd"/>
      <w:r>
        <w:rPr>
          <w:rFonts w:ascii="Arial" w:hAnsi="Arial" w:cs="Arial"/>
          <w:sz w:val="22"/>
          <w:szCs w:val="22"/>
        </w:rPr>
        <w:t xml:space="preserve"> města Ústí n. L. rozdělena  </w:t>
      </w:r>
      <w:r w:rsidR="00602171">
        <w:rPr>
          <w:rFonts w:ascii="Arial" w:hAnsi="Arial" w:cs="Arial"/>
          <w:sz w:val="22"/>
          <w:szCs w:val="22"/>
        </w:rPr>
        <w:t xml:space="preserve">na udržované a na chodníky „bez zimní údržby“ </w:t>
      </w:r>
      <w:r>
        <w:rPr>
          <w:rFonts w:ascii="Arial" w:hAnsi="Arial" w:cs="Arial"/>
          <w:sz w:val="22"/>
          <w:szCs w:val="22"/>
        </w:rPr>
        <w:t xml:space="preserve">, přičemž některé </w:t>
      </w:r>
      <w:r w:rsidR="00602171">
        <w:rPr>
          <w:rFonts w:ascii="Arial" w:hAnsi="Arial" w:cs="Arial"/>
          <w:sz w:val="22"/>
          <w:szCs w:val="22"/>
        </w:rPr>
        <w:t xml:space="preserve">chodníky, či komunikace pro pěší mohou být </w:t>
      </w:r>
      <w:r>
        <w:rPr>
          <w:rFonts w:ascii="Arial" w:hAnsi="Arial" w:cs="Arial"/>
          <w:sz w:val="22"/>
          <w:szCs w:val="22"/>
        </w:rPr>
        <w:t>rozděleny i na více úseků.</w:t>
      </w:r>
    </w:p>
    <w:p w14:paraId="4B106594" w14:textId="77777777" w:rsidR="00046EF2" w:rsidRDefault="00046EF2" w:rsidP="00046EF2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Sch</w:t>
      </w:r>
      <w:r w:rsidR="00617EC8"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z w:val="22"/>
          <w:szCs w:val="22"/>
        </w:rPr>
        <w:t>dnost neudržovaných chodníků bude zabezpečována pouze pro potřeby veřejně prospěšných služeb a v dalších odůvodněných případech.</w:t>
      </w:r>
    </w:p>
    <w:p w14:paraId="4F15B23C" w14:textId="77777777" w:rsidR="00CB3051" w:rsidRDefault="00CB3051" w:rsidP="00653275">
      <w:pPr>
        <w:pStyle w:val="standard"/>
        <w:suppressLineNumbers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E638EFA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1C70C4DF" w14:textId="77777777" w:rsidR="00CB3051" w:rsidRPr="00101B04" w:rsidRDefault="00CB3051">
      <w:pPr>
        <w:pStyle w:val="standard"/>
        <w:suppressLineNumbers/>
        <w:outlineLvl w:val="0"/>
        <w:rPr>
          <w:rFonts w:ascii="Arial" w:hAnsi="Arial" w:cs="Arial"/>
          <w:b/>
          <w:color w:val="000080"/>
          <w:sz w:val="26"/>
          <w:szCs w:val="26"/>
          <w:u w:val="single"/>
        </w:rPr>
      </w:pPr>
      <w:r w:rsidRPr="00101B04">
        <w:rPr>
          <w:rFonts w:ascii="Arial" w:hAnsi="Arial" w:cs="Arial"/>
          <w:b/>
          <w:color w:val="000080"/>
          <w:sz w:val="26"/>
          <w:szCs w:val="26"/>
          <w:u w:val="single"/>
        </w:rPr>
        <w:t>Technologie zimní údržby místních komunikací</w:t>
      </w:r>
    </w:p>
    <w:p w14:paraId="2D3D4D65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23CEDFE1" w14:textId="77777777" w:rsidR="00CB3051" w:rsidRPr="005D644D" w:rsidRDefault="00CB3051">
      <w:pPr>
        <w:pStyle w:val="standard"/>
        <w:suppressLineNumbers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5D644D">
        <w:rPr>
          <w:rFonts w:ascii="Arial" w:hAnsi="Arial" w:cs="Arial"/>
          <w:sz w:val="22"/>
          <w:szCs w:val="22"/>
          <w:u w:val="single"/>
        </w:rPr>
        <w:t>1. Opatření před zahájením zimní údržby</w:t>
      </w:r>
      <w:r w:rsidRPr="005D644D">
        <w:rPr>
          <w:rFonts w:ascii="Arial" w:hAnsi="Arial" w:cs="Arial"/>
          <w:sz w:val="22"/>
          <w:szCs w:val="22"/>
        </w:rPr>
        <w:t xml:space="preserve"> </w:t>
      </w:r>
    </w:p>
    <w:p w14:paraId="526F7974" w14:textId="77777777" w:rsidR="00CB3051" w:rsidRPr="005D644D" w:rsidRDefault="00CB3051">
      <w:pPr>
        <w:pStyle w:val="standard"/>
        <w:suppressLineNumbers/>
        <w:ind w:left="720"/>
        <w:rPr>
          <w:rFonts w:ascii="Arial" w:hAnsi="Arial" w:cs="Arial"/>
          <w:color w:val="000000"/>
          <w:sz w:val="22"/>
          <w:szCs w:val="22"/>
        </w:rPr>
      </w:pPr>
    </w:p>
    <w:p w14:paraId="19933242" w14:textId="77777777" w:rsidR="00F31341" w:rsidRPr="005D644D" w:rsidRDefault="00CB3051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  <w:r w:rsidRPr="005D644D">
        <w:rPr>
          <w:rFonts w:ascii="Arial" w:hAnsi="Arial" w:cs="Arial"/>
          <w:sz w:val="22"/>
          <w:szCs w:val="22"/>
        </w:rPr>
        <w:tab/>
        <w:t xml:space="preserve">–  </w:t>
      </w:r>
      <w:proofErr w:type="gramStart"/>
      <w:r w:rsidRPr="005D644D">
        <w:rPr>
          <w:rFonts w:ascii="Arial" w:hAnsi="Arial" w:cs="Arial"/>
          <w:sz w:val="22"/>
          <w:szCs w:val="22"/>
        </w:rPr>
        <w:t>zajištění  připravenosti</w:t>
      </w:r>
      <w:proofErr w:type="gramEnd"/>
      <w:r w:rsidRPr="005D644D">
        <w:rPr>
          <w:rFonts w:ascii="Arial" w:hAnsi="Arial" w:cs="Arial"/>
          <w:sz w:val="22"/>
          <w:szCs w:val="22"/>
        </w:rPr>
        <w:t xml:space="preserve">  mechanismů   pro   zimní  údržbu,  provedené  proškolení   </w:t>
      </w:r>
    </w:p>
    <w:p w14:paraId="3EFBBCA8" w14:textId="77777777" w:rsidR="00CB3051" w:rsidRPr="005D644D" w:rsidRDefault="00CB3051" w:rsidP="00F31341">
      <w:pPr>
        <w:pStyle w:val="standard"/>
        <w:suppressLineNumbers/>
        <w:ind w:left="1620"/>
        <w:jc w:val="both"/>
        <w:rPr>
          <w:rFonts w:ascii="Arial" w:hAnsi="Arial" w:cs="Arial"/>
          <w:sz w:val="22"/>
          <w:szCs w:val="22"/>
        </w:rPr>
      </w:pPr>
      <w:r w:rsidRPr="005D644D">
        <w:rPr>
          <w:rFonts w:ascii="Arial" w:hAnsi="Arial" w:cs="Arial"/>
          <w:sz w:val="22"/>
          <w:szCs w:val="22"/>
        </w:rPr>
        <w:t>a prověření   znalostí   pracovníků   vykonávajících   zimní   údržbu</w:t>
      </w:r>
      <w:proofErr w:type="gramStart"/>
      <w:r w:rsidRPr="005D644D">
        <w:rPr>
          <w:rFonts w:ascii="Arial" w:hAnsi="Arial" w:cs="Arial"/>
          <w:sz w:val="22"/>
          <w:szCs w:val="22"/>
        </w:rPr>
        <w:t xml:space="preserve">   (</w:t>
      </w:r>
      <w:proofErr w:type="gramEnd"/>
      <w:r w:rsidRPr="005D644D">
        <w:rPr>
          <w:rFonts w:ascii="Arial" w:hAnsi="Arial" w:cs="Arial"/>
          <w:sz w:val="22"/>
          <w:szCs w:val="22"/>
        </w:rPr>
        <w:t xml:space="preserve">  technologie,    </w:t>
      </w:r>
    </w:p>
    <w:p w14:paraId="5A815917" w14:textId="77777777" w:rsidR="00CB3051" w:rsidRPr="005D644D" w:rsidRDefault="00CB3051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  <w:r w:rsidRPr="005D644D">
        <w:rPr>
          <w:rFonts w:ascii="Arial" w:hAnsi="Arial" w:cs="Arial"/>
          <w:sz w:val="22"/>
          <w:szCs w:val="22"/>
        </w:rPr>
        <w:t xml:space="preserve">               předpisy   pro </w:t>
      </w:r>
      <w:proofErr w:type="gramStart"/>
      <w:r w:rsidRPr="005D644D">
        <w:rPr>
          <w:rFonts w:ascii="Arial" w:hAnsi="Arial" w:cs="Arial"/>
          <w:sz w:val="22"/>
          <w:szCs w:val="22"/>
        </w:rPr>
        <w:t>obsluhu  mechanismů</w:t>
      </w:r>
      <w:proofErr w:type="gramEnd"/>
      <w:r w:rsidRPr="005D644D">
        <w:rPr>
          <w:rFonts w:ascii="Arial" w:hAnsi="Arial" w:cs="Arial"/>
          <w:sz w:val="22"/>
          <w:szCs w:val="22"/>
        </w:rPr>
        <w:t xml:space="preserve">,  pravidla  bezpečnosti práce, zásady ochrany </w:t>
      </w:r>
    </w:p>
    <w:p w14:paraId="2F439BF3" w14:textId="77777777" w:rsidR="00CB3051" w:rsidRPr="005D644D" w:rsidRDefault="00CB3051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  <w:r w:rsidRPr="005D644D">
        <w:rPr>
          <w:rFonts w:ascii="Arial" w:hAnsi="Arial" w:cs="Arial"/>
          <w:sz w:val="22"/>
          <w:szCs w:val="22"/>
        </w:rPr>
        <w:t xml:space="preserve">               životního prostředí </w:t>
      </w:r>
      <w:proofErr w:type="gramStart"/>
      <w:r w:rsidRPr="005D644D">
        <w:rPr>
          <w:rFonts w:ascii="Arial" w:hAnsi="Arial" w:cs="Arial"/>
          <w:sz w:val="22"/>
          <w:szCs w:val="22"/>
        </w:rPr>
        <w:t>apod. )</w:t>
      </w:r>
      <w:proofErr w:type="gramEnd"/>
    </w:p>
    <w:p w14:paraId="4FC295E3" w14:textId="77777777" w:rsidR="00CB3051" w:rsidRPr="005D644D" w:rsidRDefault="00CB3051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  <w:r w:rsidRPr="005D644D">
        <w:rPr>
          <w:rFonts w:ascii="Arial" w:hAnsi="Arial" w:cs="Arial"/>
          <w:sz w:val="22"/>
          <w:szCs w:val="22"/>
        </w:rPr>
        <w:tab/>
        <w:t>–  projednání a uzavření smluv o výpomoci a vzájemné výměně udržovaných</w:t>
      </w:r>
    </w:p>
    <w:p w14:paraId="76FD12C8" w14:textId="77777777" w:rsidR="00CB3051" w:rsidRPr="005D644D" w:rsidRDefault="00CB3051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  <w:r w:rsidRPr="005D644D">
        <w:rPr>
          <w:rFonts w:ascii="Arial" w:hAnsi="Arial" w:cs="Arial"/>
          <w:sz w:val="22"/>
          <w:szCs w:val="22"/>
        </w:rPr>
        <w:t xml:space="preserve">               komunikací s dohodou o jednotné technologii zimní údržby na těchto úsecích</w:t>
      </w:r>
    </w:p>
    <w:p w14:paraId="65C68362" w14:textId="77777777" w:rsidR="00682490" w:rsidRPr="005D644D" w:rsidRDefault="00CB3051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  <w:r w:rsidRPr="005D644D">
        <w:rPr>
          <w:rFonts w:ascii="Arial" w:hAnsi="Arial" w:cs="Arial"/>
          <w:sz w:val="22"/>
          <w:szCs w:val="22"/>
        </w:rPr>
        <w:tab/>
        <w:t xml:space="preserve">–  materiálové   </w:t>
      </w:r>
      <w:proofErr w:type="gramStart"/>
      <w:r w:rsidRPr="005D644D">
        <w:rPr>
          <w:rFonts w:ascii="Arial" w:hAnsi="Arial" w:cs="Arial"/>
          <w:sz w:val="22"/>
          <w:szCs w:val="22"/>
        </w:rPr>
        <w:t>zajištění  zimní</w:t>
      </w:r>
      <w:proofErr w:type="gramEnd"/>
      <w:r w:rsidRPr="005D644D">
        <w:rPr>
          <w:rFonts w:ascii="Arial" w:hAnsi="Arial" w:cs="Arial"/>
          <w:sz w:val="22"/>
          <w:szCs w:val="22"/>
        </w:rPr>
        <w:t xml:space="preserve">  údržby  (  naskladnění  posypových  materiálů - </w:t>
      </w:r>
      <w:r w:rsidR="00682490" w:rsidRPr="005D644D">
        <w:rPr>
          <w:rFonts w:ascii="Arial" w:hAnsi="Arial" w:cs="Arial"/>
          <w:sz w:val="22"/>
          <w:szCs w:val="22"/>
        </w:rPr>
        <w:t xml:space="preserve">     </w:t>
      </w:r>
    </w:p>
    <w:p w14:paraId="0BAB22D8" w14:textId="77777777" w:rsidR="00CB3051" w:rsidRPr="005D644D" w:rsidRDefault="00682490" w:rsidP="00D2223A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  <w:r w:rsidRPr="005D644D">
        <w:rPr>
          <w:rFonts w:ascii="Arial" w:hAnsi="Arial" w:cs="Arial"/>
          <w:sz w:val="22"/>
          <w:szCs w:val="22"/>
        </w:rPr>
        <w:t xml:space="preserve"> </w:t>
      </w:r>
      <w:r w:rsidRPr="005D644D">
        <w:rPr>
          <w:rFonts w:ascii="Arial" w:hAnsi="Arial" w:cs="Arial"/>
          <w:sz w:val="22"/>
          <w:szCs w:val="22"/>
        </w:rPr>
        <w:tab/>
        <w:t xml:space="preserve">    </w:t>
      </w:r>
      <w:r w:rsidR="00CB3051" w:rsidRPr="005D644D">
        <w:rPr>
          <w:rFonts w:ascii="Arial" w:hAnsi="Arial" w:cs="Arial"/>
          <w:sz w:val="22"/>
          <w:szCs w:val="22"/>
        </w:rPr>
        <w:t>chlorid</w:t>
      </w:r>
      <w:r w:rsidRPr="005D644D">
        <w:rPr>
          <w:rFonts w:ascii="Arial" w:hAnsi="Arial" w:cs="Arial"/>
          <w:sz w:val="22"/>
          <w:szCs w:val="22"/>
        </w:rPr>
        <w:t xml:space="preserve"> </w:t>
      </w:r>
      <w:r w:rsidR="00CB3051" w:rsidRPr="005D644D">
        <w:rPr>
          <w:rFonts w:ascii="Arial" w:hAnsi="Arial" w:cs="Arial"/>
          <w:sz w:val="22"/>
          <w:szCs w:val="22"/>
        </w:rPr>
        <w:t>so</w:t>
      </w:r>
      <w:r w:rsidR="00E35619" w:rsidRPr="005D644D">
        <w:rPr>
          <w:rFonts w:ascii="Arial" w:hAnsi="Arial" w:cs="Arial"/>
          <w:sz w:val="22"/>
          <w:szCs w:val="22"/>
        </w:rPr>
        <w:t xml:space="preserve">dný, </w:t>
      </w:r>
      <w:r w:rsidR="00CB3051" w:rsidRPr="005D644D">
        <w:rPr>
          <w:rFonts w:ascii="Arial" w:hAnsi="Arial" w:cs="Arial"/>
          <w:sz w:val="22"/>
          <w:szCs w:val="22"/>
        </w:rPr>
        <w:t>drcené kamenivo frakce 4/8 )</w:t>
      </w:r>
      <w:r w:rsidR="00CB3051" w:rsidRPr="005D644D">
        <w:rPr>
          <w:rFonts w:ascii="Arial" w:hAnsi="Arial" w:cs="Arial"/>
          <w:sz w:val="22"/>
          <w:szCs w:val="22"/>
        </w:rPr>
        <w:tab/>
      </w:r>
    </w:p>
    <w:p w14:paraId="3F645C96" w14:textId="77777777" w:rsidR="00682490" w:rsidRPr="005D644D" w:rsidRDefault="00682490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</w:p>
    <w:p w14:paraId="0840AF1A" w14:textId="77777777" w:rsidR="00EA75FD" w:rsidRDefault="00CB3051" w:rsidP="00FE4037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  <w:proofErr w:type="gramStart"/>
      <w:r w:rsidRPr="005D644D">
        <w:rPr>
          <w:rFonts w:ascii="Arial" w:hAnsi="Arial" w:cs="Arial"/>
          <w:sz w:val="22"/>
          <w:szCs w:val="22"/>
          <w:u w:val="single"/>
        </w:rPr>
        <w:t xml:space="preserve">2. </w:t>
      </w:r>
      <w:r w:rsidR="00FE4037" w:rsidRPr="005D644D">
        <w:rPr>
          <w:rFonts w:ascii="Arial" w:hAnsi="Arial" w:cs="Arial"/>
          <w:sz w:val="22"/>
          <w:szCs w:val="22"/>
        </w:rPr>
        <w:t>.</w:t>
      </w:r>
      <w:proofErr w:type="gramEnd"/>
      <w:r w:rsidR="00FE4037" w:rsidRPr="005D644D">
        <w:rPr>
          <w:rFonts w:ascii="Arial" w:hAnsi="Arial" w:cs="Arial"/>
          <w:sz w:val="22"/>
          <w:szCs w:val="22"/>
        </w:rPr>
        <w:t xml:space="preserve"> a) Rozsah odstraňování závad ve schůdnosti chodníků, vzniklých náledím nebo sněhem, je dán minimální šířkou pásu pro chodce 1,50 m. V případě, kdy je chodník užší než 1,50 m, se odstraňují závady ve schůdnosti chodníků, vzniklých náledím nebo sněhem v celé šíři chodníku, minimálně však 0,7 m. V úsecích, kde je profil chodníku dále zúžen na méně než 0,7 m překážkami, jako jsou např. nesprávně zaparkované automobily, se zimní údržba nezajišťuje. Shrabaný sníh, pokud není odvážen, zůstává v co nejmenší šíři na chodníku podél obrubníku s ponecháním průchodů v místech přechodů pro chodce, a to v celé jejich šíři. </w:t>
      </w:r>
      <w:r w:rsidR="00FE4037" w:rsidRPr="005D644D">
        <w:rPr>
          <w:rFonts w:ascii="Arial" w:hAnsi="Arial" w:cs="Arial"/>
          <w:sz w:val="22"/>
          <w:szCs w:val="22"/>
        </w:rPr>
        <w:br/>
      </w:r>
      <w:r w:rsidR="00FE4037" w:rsidRPr="005D644D">
        <w:rPr>
          <w:rFonts w:ascii="Arial" w:hAnsi="Arial" w:cs="Arial"/>
          <w:sz w:val="22"/>
          <w:szCs w:val="22"/>
        </w:rPr>
        <w:br/>
        <w:t xml:space="preserve">b) Odstraňování závad ve schůdnosti chodníků a přechodů pro chodce se provádí především odmetením nebo odhrnutím sněhu, oškrabáním zmrazků nebo posypem </w:t>
      </w:r>
      <w:proofErr w:type="spellStart"/>
      <w:r w:rsidR="00FE4037" w:rsidRPr="005D644D">
        <w:rPr>
          <w:rFonts w:ascii="Arial" w:hAnsi="Arial" w:cs="Arial"/>
          <w:sz w:val="22"/>
          <w:szCs w:val="22"/>
        </w:rPr>
        <w:t>zdrsňovacími</w:t>
      </w:r>
      <w:proofErr w:type="spellEnd"/>
      <w:r w:rsidR="00FE4037" w:rsidRPr="005D644D">
        <w:rPr>
          <w:rFonts w:ascii="Arial" w:hAnsi="Arial" w:cs="Arial"/>
          <w:sz w:val="22"/>
          <w:szCs w:val="22"/>
        </w:rPr>
        <w:t xml:space="preserve"> inertními materiály. Chemickým rozmrazovacím materiálem se smějí ošetřovat pouze ty chodníky a stezky, ve kterých nejsou uloženy inženýrské sítě (leda že mají uzavřený kryt) a jsou odděleny od zelených ploch a pásů pro stromy takovým způsobem, aby na ně nemohl stékat slaný roztok. Po mechanickém čištění nemá zbytková vrstva sněhu překročit 3 cm. </w:t>
      </w:r>
    </w:p>
    <w:p w14:paraId="348A2C4C" w14:textId="77777777" w:rsidR="00EA75FD" w:rsidRDefault="00EA75FD" w:rsidP="00FE4037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</w:p>
    <w:p w14:paraId="33D22DC3" w14:textId="5CF092CB" w:rsidR="00EA75FD" w:rsidRDefault="00EA75FD" w:rsidP="00FE4037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c)Pokyn k provedení zásahu na chodnících, dává </w:t>
      </w:r>
      <w:r w:rsidR="00B07205">
        <w:rPr>
          <w:rFonts w:ascii="Arial" w:hAnsi="Arial" w:cs="Arial"/>
          <w:sz w:val="22"/>
          <w:szCs w:val="22"/>
        </w:rPr>
        <w:t>dispečer zimní údržby místních komunikací.</w:t>
      </w:r>
    </w:p>
    <w:p w14:paraId="213256A0" w14:textId="77777777" w:rsidR="00EA75FD" w:rsidRDefault="00EA75FD" w:rsidP="00FE4037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</w:p>
    <w:p w14:paraId="2332083A" w14:textId="77777777" w:rsidR="00EA75FD" w:rsidRDefault="00EA75FD" w:rsidP="00FE4037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Plochy udržovaných chodníků dle jednotlivých obvodů jsou v níže uvedené tabulce.</w:t>
      </w:r>
    </w:p>
    <w:p w14:paraId="51725337" w14:textId="77777777" w:rsidR="00CB3051" w:rsidRDefault="00EA75FD" w:rsidP="007C1A91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potřeby „posilové lokality </w:t>
      </w:r>
      <w:proofErr w:type="spellStart"/>
      <w:r>
        <w:rPr>
          <w:rFonts w:ascii="Arial" w:hAnsi="Arial" w:cs="Arial"/>
          <w:sz w:val="22"/>
          <w:szCs w:val="22"/>
        </w:rPr>
        <w:t>Brná</w:t>
      </w:r>
      <w:proofErr w:type="spellEnd"/>
      <w:r>
        <w:rPr>
          <w:rFonts w:ascii="Arial" w:hAnsi="Arial" w:cs="Arial"/>
          <w:sz w:val="22"/>
          <w:szCs w:val="22"/>
        </w:rPr>
        <w:t xml:space="preserve">“ bude vyčleněn jeden mechanismus, který bude, v případě pokynu vyjíždět na komunikace, dle přiloženého seznamu. Jedná se o lokalitu, kde nejsou chodníky a při déletrvajícím sněžení </w:t>
      </w:r>
      <w:r w:rsidR="001A5131">
        <w:rPr>
          <w:rFonts w:ascii="Arial" w:hAnsi="Arial" w:cs="Arial"/>
          <w:sz w:val="22"/>
          <w:szCs w:val="22"/>
        </w:rPr>
        <w:t>zde nelze provézt zásah v rámci ZÚ</w:t>
      </w:r>
      <w:r w:rsidR="008E7A3B">
        <w:rPr>
          <w:rFonts w:ascii="Arial" w:hAnsi="Arial" w:cs="Arial"/>
          <w:sz w:val="22"/>
          <w:szCs w:val="22"/>
        </w:rPr>
        <w:t>MK</w:t>
      </w:r>
      <w:r w:rsidR="001A513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FE4037" w:rsidRPr="005D644D">
        <w:rPr>
          <w:rFonts w:ascii="Arial" w:hAnsi="Arial" w:cs="Arial"/>
          <w:sz w:val="22"/>
          <w:szCs w:val="22"/>
        </w:rPr>
        <w:br/>
      </w:r>
    </w:p>
    <w:tbl>
      <w:tblPr>
        <w:tblW w:w="0" w:type="auto"/>
        <w:tblInd w:w="15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2551"/>
      </w:tblGrid>
      <w:tr w:rsidR="004A0BD5" w14:paraId="60DC00D5" w14:textId="77777777" w:rsidTr="00FE5677">
        <w:trPr>
          <w:trHeight w:val="1042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5050"/>
            <w:tcMar>
              <w:left w:w="85" w:type="dxa"/>
            </w:tcMar>
            <w:vAlign w:val="center"/>
          </w:tcPr>
          <w:p w14:paraId="29EF3D06" w14:textId="77777777" w:rsidR="004A0BD5" w:rsidRDefault="004A0BD5" w:rsidP="005A6D5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Městský obvod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5050"/>
            <w:tcMar>
              <w:left w:w="85" w:type="dxa"/>
            </w:tcMar>
            <w:vAlign w:val="center"/>
          </w:tcPr>
          <w:p w14:paraId="5A04D310" w14:textId="77777777" w:rsidR="004A0BD5" w:rsidRDefault="004A0BD5" w:rsidP="005A6D5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Výměra udržovaných chodníků: strojní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5050"/>
            <w:vAlign w:val="center"/>
          </w:tcPr>
          <w:p w14:paraId="0621FC62" w14:textId="77777777" w:rsidR="004A0BD5" w:rsidRDefault="004A0BD5" w:rsidP="004A0BD5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Výměra udržovaných chodníků: ruční</w:t>
            </w:r>
          </w:p>
        </w:tc>
      </w:tr>
      <w:tr w:rsidR="004A0BD5" w14:paraId="2080AC39" w14:textId="77777777" w:rsidTr="00FE5677">
        <w:trPr>
          <w:trHeight w:val="280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85" w:type="dxa"/>
            </w:tcMar>
            <w:vAlign w:val="center"/>
          </w:tcPr>
          <w:p w14:paraId="7318E549" w14:textId="77777777" w:rsidR="004A0BD5" w:rsidRDefault="004A0BD5" w:rsidP="005A6D5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ÚMO Město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85" w:type="dxa"/>
            </w:tcMar>
            <w:vAlign w:val="center"/>
          </w:tcPr>
          <w:p w14:paraId="1D210FAB" w14:textId="21F78643" w:rsidR="004A0BD5" w:rsidRPr="00FC2551" w:rsidRDefault="009A36A6" w:rsidP="009629A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  <w:r w:rsidR="00937275">
              <w:rPr>
                <w:rFonts w:ascii="Arial" w:hAnsi="Arial" w:cs="Arial"/>
                <w:snapToGrid w:val="0"/>
                <w:sz w:val="22"/>
                <w:szCs w:val="22"/>
              </w:rPr>
              <w:t>15 721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sz w:val="22"/>
                <w:szCs w:val="22"/>
              </w:rPr>
              <w:t>bm</w:t>
            </w:r>
            <w:proofErr w:type="spellEnd"/>
            <w:r w:rsidR="004A0BD5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862C733" w14:textId="5F277D07" w:rsidR="004A0BD5" w:rsidRPr="00FC2551" w:rsidRDefault="00FA5F0F" w:rsidP="00BF7D7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  <w:r w:rsidR="00937275">
              <w:rPr>
                <w:rFonts w:ascii="Arial" w:hAnsi="Arial" w:cs="Arial"/>
                <w:snapToGrid w:val="0"/>
                <w:sz w:val="22"/>
                <w:szCs w:val="22"/>
              </w:rPr>
              <w:t>1 087</w:t>
            </w:r>
            <w:r w:rsidR="00446E85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="00BF7D75">
              <w:rPr>
                <w:rFonts w:ascii="Arial" w:hAnsi="Arial" w:cs="Arial"/>
                <w:snapToGrid w:val="0"/>
                <w:sz w:val="22"/>
                <w:szCs w:val="22"/>
              </w:rPr>
              <w:t>m2</w:t>
            </w:r>
          </w:p>
        </w:tc>
      </w:tr>
      <w:tr w:rsidR="004A0BD5" w14:paraId="12D643FB" w14:textId="77777777" w:rsidTr="00FE5677">
        <w:trPr>
          <w:trHeight w:val="280"/>
        </w:trPr>
        <w:tc>
          <w:tcPr>
            <w:tcW w:w="269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85" w:type="dxa"/>
            </w:tcMar>
            <w:vAlign w:val="center"/>
          </w:tcPr>
          <w:p w14:paraId="035BBF22" w14:textId="77777777" w:rsidR="004A0BD5" w:rsidRDefault="004A0BD5" w:rsidP="005A6D5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ÚMO Střekov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85" w:type="dxa"/>
            </w:tcMar>
            <w:vAlign w:val="center"/>
          </w:tcPr>
          <w:p w14:paraId="71C02635" w14:textId="35D862FF" w:rsidR="004A0BD5" w:rsidRPr="00FC2551" w:rsidRDefault="009629A5" w:rsidP="005A6D5E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  <w:r w:rsidR="00937275">
              <w:rPr>
                <w:rFonts w:ascii="Arial" w:hAnsi="Arial" w:cs="Arial"/>
                <w:snapToGrid w:val="0"/>
                <w:sz w:val="22"/>
                <w:szCs w:val="22"/>
              </w:rPr>
              <w:t>4 515</w:t>
            </w:r>
            <w:r w:rsidR="009A36A6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9A36A6">
              <w:rPr>
                <w:rFonts w:ascii="Arial" w:hAnsi="Arial" w:cs="Arial"/>
                <w:snapToGrid w:val="0"/>
                <w:sz w:val="22"/>
                <w:szCs w:val="22"/>
              </w:rPr>
              <w:t>bm</w:t>
            </w:r>
            <w:proofErr w:type="spellEnd"/>
          </w:p>
        </w:tc>
        <w:tc>
          <w:tcPr>
            <w:tcW w:w="25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386BB8F" w14:textId="77777777" w:rsidR="004A0BD5" w:rsidRPr="00FC2551" w:rsidRDefault="009629A5" w:rsidP="00BF7D7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10 078 m2</w:t>
            </w:r>
          </w:p>
        </w:tc>
      </w:tr>
      <w:tr w:rsidR="004A0BD5" w14:paraId="7162B0C1" w14:textId="77777777" w:rsidTr="00FE5677">
        <w:trPr>
          <w:trHeight w:val="280"/>
        </w:trPr>
        <w:tc>
          <w:tcPr>
            <w:tcW w:w="269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85" w:type="dxa"/>
            </w:tcMar>
            <w:vAlign w:val="center"/>
          </w:tcPr>
          <w:p w14:paraId="40FA9E5E" w14:textId="77777777" w:rsidR="004A0BD5" w:rsidRDefault="004A0BD5" w:rsidP="005A6D5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ÚMO Severní Terasa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85" w:type="dxa"/>
            </w:tcMar>
            <w:vAlign w:val="center"/>
          </w:tcPr>
          <w:p w14:paraId="699A601A" w14:textId="3D97E5DA" w:rsidR="004A0BD5" w:rsidRPr="00FC2551" w:rsidRDefault="009629A5" w:rsidP="005A6D5E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4</w:t>
            </w:r>
            <w:r w:rsidR="00937275">
              <w:rPr>
                <w:rFonts w:ascii="Arial" w:hAnsi="Arial" w:cs="Arial"/>
                <w:snapToGrid w:val="0"/>
                <w:sz w:val="22"/>
                <w:szCs w:val="22"/>
              </w:rPr>
              <w:t xml:space="preserve">1 876 </w:t>
            </w:r>
            <w:proofErr w:type="spellStart"/>
            <w:r w:rsidR="009A36A6">
              <w:rPr>
                <w:rFonts w:ascii="Arial" w:hAnsi="Arial" w:cs="Arial"/>
                <w:snapToGrid w:val="0"/>
                <w:sz w:val="22"/>
                <w:szCs w:val="22"/>
              </w:rPr>
              <w:t>bm</w:t>
            </w:r>
            <w:proofErr w:type="spellEnd"/>
          </w:p>
        </w:tc>
        <w:tc>
          <w:tcPr>
            <w:tcW w:w="25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265AB1F" w14:textId="1CE7F29D" w:rsidR="004A0BD5" w:rsidRPr="00FC2551" w:rsidRDefault="00937275" w:rsidP="00BF7D7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7 166 </w:t>
            </w:r>
            <w:r w:rsidR="00BF7D75">
              <w:rPr>
                <w:rFonts w:ascii="Arial" w:hAnsi="Arial" w:cs="Arial"/>
                <w:snapToGrid w:val="0"/>
                <w:sz w:val="22"/>
                <w:szCs w:val="22"/>
              </w:rPr>
              <w:t>m2</w:t>
            </w:r>
          </w:p>
        </w:tc>
      </w:tr>
      <w:tr w:rsidR="004A0BD5" w14:paraId="006E9C92" w14:textId="77777777" w:rsidTr="00FE5677">
        <w:trPr>
          <w:trHeight w:val="270"/>
        </w:trPr>
        <w:tc>
          <w:tcPr>
            <w:tcW w:w="269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</w:tcMar>
            <w:vAlign w:val="center"/>
          </w:tcPr>
          <w:p w14:paraId="7223DCEA" w14:textId="77777777" w:rsidR="004A0BD5" w:rsidRDefault="004A0BD5" w:rsidP="005A6D5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ÚMO Neštěmice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</w:tcMar>
            <w:vAlign w:val="center"/>
          </w:tcPr>
          <w:p w14:paraId="64DEE023" w14:textId="351CDE71" w:rsidR="004A0BD5" w:rsidRDefault="00937275" w:rsidP="005A6D5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57 609</w:t>
            </w:r>
            <w:r w:rsidR="009A36A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A36A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bm</w:t>
            </w:r>
            <w:proofErr w:type="spellEnd"/>
          </w:p>
        </w:tc>
        <w:tc>
          <w:tcPr>
            <w:tcW w:w="25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49848B" w14:textId="74246F8B" w:rsidR="004A0BD5" w:rsidRDefault="00446E85" w:rsidP="00BF7D75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="009372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6 589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="00BF7D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m2</w:t>
            </w:r>
          </w:p>
        </w:tc>
      </w:tr>
      <w:tr w:rsidR="004A0BD5" w14:paraId="070FE5C3" w14:textId="77777777" w:rsidTr="00FE5677">
        <w:trPr>
          <w:trHeight w:val="270"/>
        </w:trPr>
        <w:tc>
          <w:tcPr>
            <w:tcW w:w="269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</w:tcMar>
            <w:vAlign w:val="center"/>
          </w:tcPr>
          <w:p w14:paraId="2E7938E0" w14:textId="77777777" w:rsidR="004A0BD5" w:rsidRDefault="004A0BD5" w:rsidP="005A6D5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Zastávky MHD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</w:tcMar>
            <w:vAlign w:val="center"/>
          </w:tcPr>
          <w:p w14:paraId="7B87A6D0" w14:textId="77777777" w:rsidR="004A0BD5" w:rsidRDefault="004A0BD5" w:rsidP="005A6D5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17832C" w14:textId="1F809EB6" w:rsidR="004A0BD5" w:rsidRDefault="00FE5677" w:rsidP="004A0BD5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 </w:t>
            </w:r>
            <w:r w:rsidR="009372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="009372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230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</w:t>
            </w:r>
            <w:r w:rsidR="0065649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²</w:t>
            </w:r>
          </w:p>
        </w:tc>
      </w:tr>
    </w:tbl>
    <w:p w14:paraId="07EE14DA" w14:textId="77777777" w:rsidR="000B149D" w:rsidRDefault="000B149D" w:rsidP="007C1A91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</w:p>
    <w:p w14:paraId="53A2ACB6" w14:textId="34ACAC49" w:rsidR="00CB3051" w:rsidRDefault="00CB3051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3. Posypové materiály používané </w:t>
      </w:r>
      <w:r w:rsidRPr="003774DB">
        <w:rPr>
          <w:rFonts w:ascii="Arial" w:hAnsi="Arial" w:cs="Arial"/>
          <w:sz w:val="22"/>
          <w:szCs w:val="22"/>
          <w:u w:val="single"/>
        </w:rPr>
        <w:t>v</w:t>
      </w:r>
      <w:r w:rsidR="00265655">
        <w:rPr>
          <w:rFonts w:ascii="Arial" w:hAnsi="Arial" w:cs="Arial"/>
          <w:sz w:val="22"/>
          <w:szCs w:val="22"/>
          <w:u w:val="single"/>
        </w:rPr>
        <w:t> </w:t>
      </w:r>
      <w:r w:rsidR="00265655" w:rsidRPr="00265655">
        <w:rPr>
          <w:rFonts w:ascii="Arial" w:hAnsi="Arial" w:cs="Arial"/>
          <w:sz w:val="22"/>
          <w:szCs w:val="22"/>
          <w:highlight w:val="yellow"/>
          <w:u w:val="single"/>
        </w:rPr>
        <w:t>doplní dodavatel</w:t>
      </w:r>
      <w:r>
        <w:rPr>
          <w:rFonts w:ascii="Arial" w:hAnsi="Arial" w:cs="Arial"/>
          <w:sz w:val="22"/>
          <w:szCs w:val="22"/>
          <w:u w:val="single"/>
        </w:rPr>
        <w:t>.</w:t>
      </w:r>
    </w:p>
    <w:p w14:paraId="22C8A0D4" w14:textId="77777777" w:rsidR="00CB3051" w:rsidRDefault="00CB3051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</w:p>
    <w:tbl>
      <w:tblPr>
        <w:tblW w:w="9180" w:type="dxa"/>
        <w:tblInd w:w="7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40"/>
        <w:gridCol w:w="2880"/>
        <w:gridCol w:w="2160"/>
      </w:tblGrid>
      <w:tr w:rsidR="00CB3051" w14:paraId="5CD1E3B3" w14:textId="77777777" w:rsidTr="00387DF2">
        <w:trPr>
          <w:trHeight w:val="376"/>
        </w:trPr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5050"/>
            <w:vAlign w:val="center"/>
          </w:tcPr>
          <w:p w14:paraId="05CEAF46" w14:textId="77777777" w:rsidR="00CB3051" w:rsidRDefault="00CB3051" w:rsidP="00272564">
            <w:pPr>
              <w:ind w:left="15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Druh materiálu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5050"/>
            <w:vAlign w:val="center"/>
          </w:tcPr>
          <w:p w14:paraId="6526C421" w14:textId="77777777" w:rsidR="00CB3051" w:rsidRDefault="00CB3051" w:rsidP="00272564">
            <w:pPr>
              <w:ind w:left="15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Rozmrazovací účinnost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5050"/>
            <w:vAlign w:val="center"/>
          </w:tcPr>
          <w:p w14:paraId="1B3F0C91" w14:textId="77777777" w:rsidR="00CB3051" w:rsidRDefault="00CB3051" w:rsidP="00272564">
            <w:pPr>
              <w:ind w:left="15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Druh uskladnění</w:t>
            </w:r>
          </w:p>
        </w:tc>
      </w:tr>
      <w:tr w:rsidR="00CB3051" w14:paraId="2494AA1C" w14:textId="77777777" w:rsidTr="00387DF2">
        <w:trPr>
          <w:trHeight w:hRule="exact" w:val="340"/>
        </w:trPr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193FBD" w14:textId="77777777" w:rsidR="00CB3051" w:rsidRDefault="00CB3051" w:rsidP="00272564">
            <w:pPr>
              <w:ind w:left="15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Chlorid sodný (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NaCI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)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AF1D37" w14:textId="77777777" w:rsidR="00CB3051" w:rsidRDefault="00CB3051" w:rsidP="00272564">
            <w:pPr>
              <w:ind w:left="15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 – 7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 xml:space="preserve">0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007BA7" w14:textId="77777777" w:rsidR="00CB3051" w:rsidRDefault="00CB3051" w:rsidP="00272564">
            <w:pPr>
              <w:ind w:left="15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 kryté hale</w:t>
            </w:r>
          </w:p>
        </w:tc>
      </w:tr>
      <w:tr w:rsidR="00CB3051" w14:paraId="55A56DD3" w14:textId="77777777" w:rsidTr="00387DF2">
        <w:trPr>
          <w:trHeight w:hRule="exact" w:val="340"/>
        </w:trPr>
        <w:tc>
          <w:tcPr>
            <w:tcW w:w="41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4EB1FC" w14:textId="77777777" w:rsidR="00CB3051" w:rsidRDefault="00CB3051" w:rsidP="00272564">
            <w:pPr>
              <w:ind w:left="15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Inertní materiál –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drť  frakce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4/8, 2/5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0F0B21" w14:textId="77777777" w:rsidR="00CB3051" w:rsidRDefault="00CB3051" w:rsidP="00272564">
            <w:pPr>
              <w:ind w:left="15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žádná – zdrsňující mat.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2AD120" w14:textId="77777777" w:rsidR="00CB3051" w:rsidRDefault="00CB3051" w:rsidP="00272564">
            <w:pPr>
              <w:ind w:left="15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volně ložená</w:t>
            </w:r>
          </w:p>
        </w:tc>
      </w:tr>
    </w:tbl>
    <w:p w14:paraId="46731025" w14:textId="77777777" w:rsidR="0012737A" w:rsidRDefault="0012737A">
      <w:pPr>
        <w:pStyle w:val="standard"/>
        <w:rPr>
          <w:rFonts w:ascii="Arial" w:hAnsi="Arial" w:cs="Arial"/>
          <w:sz w:val="22"/>
          <w:szCs w:val="22"/>
        </w:rPr>
      </w:pPr>
    </w:p>
    <w:p w14:paraId="473F22C6" w14:textId="63A387CA" w:rsidR="00CB3051" w:rsidRDefault="00CB3051">
      <w:pPr>
        <w:pStyle w:val="standard"/>
        <w:suppressLineNumbers/>
        <w:outlineLvl w:val="0"/>
        <w:rPr>
          <w:rFonts w:ascii="Arial" w:hAnsi="Arial" w:cs="Arial"/>
          <w:b/>
          <w:color w:val="000080"/>
          <w:sz w:val="26"/>
          <w:szCs w:val="26"/>
          <w:u w:val="single"/>
        </w:rPr>
      </w:pPr>
      <w:r>
        <w:rPr>
          <w:rFonts w:ascii="Arial" w:hAnsi="Arial" w:cs="Arial"/>
          <w:b/>
          <w:color w:val="000080"/>
          <w:sz w:val="26"/>
          <w:szCs w:val="26"/>
          <w:u w:val="single"/>
        </w:rPr>
        <w:t>Způsob řízení zimní údržby v AVE Ústí n</w:t>
      </w:r>
      <w:r w:rsidR="00592B51">
        <w:rPr>
          <w:rFonts w:ascii="Arial" w:hAnsi="Arial" w:cs="Arial"/>
          <w:b/>
          <w:color w:val="000080"/>
          <w:sz w:val="26"/>
          <w:szCs w:val="26"/>
          <w:u w:val="single"/>
        </w:rPr>
        <w:t>ad Labem</w:t>
      </w:r>
      <w:r>
        <w:rPr>
          <w:rFonts w:ascii="Arial" w:hAnsi="Arial" w:cs="Arial"/>
          <w:b/>
          <w:color w:val="000080"/>
          <w:sz w:val="26"/>
          <w:szCs w:val="26"/>
          <w:u w:val="single"/>
        </w:rPr>
        <w:t xml:space="preserve"> s.r.o.</w:t>
      </w:r>
    </w:p>
    <w:p w14:paraId="5C25DCC5" w14:textId="77777777" w:rsidR="001A5131" w:rsidRDefault="001A513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33935F6A" w14:textId="77777777" w:rsidR="00CB3051" w:rsidRDefault="00CB3051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1. Organizační schéma řízení zimní </w:t>
      </w:r>
      <w:proofErr w:type="gramStart"/>
      <w:r>
        <w:rPr>
          <w:rFonts w:ascii="Arial" w:hAnsi="Arial" w:cs="Arial"/>
          <w:sz w:val="22"/>
          <w:szCs w:val="22"/>
          <w:u w:val="single"/>
        </w:rPr>
        <w:t>údržby :</w:t>
      </w:r>
      <w:proofErr w:type="gramEnd"/>
    </w:p>
    <w:p w14:paraId="37C023ED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612EFA56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62469AC5" w14:textId="77777777" w:rsidR="00CB3051" w:rsidRDefault="0025435C">
      <w:pPr>
        <w:pStyle w:val="standard"/>
        <w:suppressLineNumber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8C3380D" wp14:editId="044A1954">
                <wp:simplePos x="0" y="0"/>
                <wp:positionH relativeFrom="column">
                  <wp:posOffset>2286000</wp:posOffset>
                </wp:positionH>
                <wp:positionV relativeFrom="paragraph">
                  <wp:posOffset>133350</wp:posOffset>
                </wp:positionV>
                <wp:extent cx="1485900" cy="295275"/>
                <wp:effectExtent l="9525" t="9525" r="9525" b="9525"/>
                <wp:wrapNone/>
                <wp:docPr id="1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95275"/>
                        </a:xfrm>
                        <a:prstGeom prst="rect">
                          <a:avLst/>
                        </a:prstGeom>
                        <a:solidFill>
                          <a:srgbClr val="FF5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5918E" w14:textId="33409B28" w:rsidR="00E42677" w:rsidRPr="00272564" w:rsidRDefault="00E426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72564">
                              <w:rPr>
                                <w:rFonts w:ascii="Arial" w:hAnsi="Arial" w:cs="Arial"/>
                                <w:b/>
                              </w:rPr>
                              <w:t xml:space="preserve">Jednatelé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C3380D"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margin-left:180pt;margin-top:10.5pt;width:117pt;height:23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" fillcolor="#ff5050">
                <v:textbox>
                  <w:txbxContent>
                    <w:p w14:paraId="7605918E" w14:textId="33409B28" w:rsidR="00E42677" w:rsidRPr="00272564" w:rsidRDefault="00E4267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272564">
                        <w:rPr>
                          <w:rFonts w:ascii="Arial" w:hAnsi="Arial" w:cs="Arial"/>
                          <w:b/>
                        </w:rPr>
                        <w:t xml:space="preserve">Jednatelé </w:t>
                      </w:r>
                    </w:p>
                  </w:txbxContent>
                </v:textbox>
              </v:shape>
            </w:pict>
          </mc:Fallback>
        </mc:AlternateContent>
      </w:r>
    </w:p>
    <w:p w14:paraId="49AC5620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7370EC4E" w14:textId="77777777" w:rsidR="00CB3051" w:rsidRDefault="0025435C">
      <w:pPr>
        <w:pStyle w:val="standard"/>
        <w:suppressLineNumber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BA4D63" wp14:editId="6B378656">
                <wp:simplePos x="0" y="0"/>
                <wp:positionH relativeFrom="column">
                  <wp:posOffset>2971800</wp:posOffset>
                </wp:positionH>
                <wp:positionV relativeFrom="paragraph">
                  <wp:posOffset>76835</wp:posOffset>
                </wp:positionV>
                <wp:extent cx="0" cy="1828800"/>
                <wp:effectExtent l="0" t="0" r="19050" b="19050"/>
                <wp:wrapNone/>
                <wp:docPr id="18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E004B6" id="Line 10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6.05pt" to="234pt,1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"/>
            </w:pict>
          </mc:Fallback>
        </mc:AlternateContent>
      </w:r>
    </w:p>
    <w:p w14:paraId="4E264EA4" w14:textId="77777777" w:rsidR="00CB3051" w:rsidRDefault="008E7A3B">
      <w:pPr>
        <w:pStyle w:val="standard"/>
        <w:suppressLineNumber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2973FF" wp14:editId="6D53E70F">
                <wp:simplePos x="0" y="0"/>
                <wp:positionH relativeFrom="column">
                  <wp:posOffset>2283460</wp:posOffset>
                </wp:positionH>
                <wp:positionV relativeFrom="paragraph">
                  <wp:posOffset>117475</wp:posOffset>
                </wp:positionV>
                <wp:extent cx="1485900" cy="495300"/>
                <wp:effectExtent l="0" t="0" r="19050" b="19050"/>
                <wp:wrapNone/>
                <wp:docPr id="16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953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194B9" w14:textId="77777777" w:rsidR="00E42677" w:rsidRDefault="00E426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Vedoucí provozu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973FF" id="Text Box 91" o:spid="_x0000_s1027" type="#_x0000_t202" style="position:absolute;margin-left:179.8pt;margin-top:9.25pt;width:117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" fillcolor="#cfc">
                <v:textbox>
                  <w:txbxContent>
                    <w:p w14:paraId="032194B9" w14:textId="77777777" w:rsidR="00E42677" w:rsidRDefault="00E42677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Vedoucí provozu</w:t>
                      </w:r>
                    </w:p>
                  </w:txbxContent>
                </v:textbox>
              </v:shape>
            </w:pict>
          </mc:Fallback>
        </mc:AlternateContent>
      </w:r>
    </w:p>
    <w:p w14:paraId="2EA3CF68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5D589CD9" w14:textId="77777777" w:rsidR="00CB3051" w:rsidRDefault="0025435C">
      <w:pPr>
        <w:pStyle w:val="standard"/>
        <w:suppressLineNumbers/>
        <w:rPr>
          <w:rFonts w:ascii="Arial" w:hAnsi="Arial" w:cs="Arial"/>
          <w:color w:val="99CCFF"/>
          <w:sz w:val="22"/>
          <w:szCs w:val="22"/>
        </w:rPr>
      </w:pPr>
      <w:r>
        <w:rPr>
          <w:rFonts w:ascii="Arial" w:hAnsi="Arial" w:cs="Arial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6D41A18" wp14:editId="51F9D712">
                <wp:simplePos x="0" y="0"/>
                <wp:positionH relativeFrom="column">
                  <wp:posOffset>5340985</wp:posOffset>
                </wp:positionH>
                <wp:positionV relativeFrom="paragraph">
                  <wp:posOffset>23495</wp:posOffset>
                </wp:positionV>
                <wp:extent cx="0" cy="359410"/>
                <wp:effectExtent l="6985" t="13970" r="12065" b="7620"/>
                <wp:wrapNone/>
                <wp:docPr id="13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B4336" id="Line 107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55pt,1.85pt" to="420.55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qsKEwIAACo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"/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8BCAAE6" wp14:editId="78F51FD4">
                <wp:simplePos x="0" y="0"/>
                <wp:positionH relativeFrom="column">
                  <wp:posOffset>2971800</wp:posOffset>
                </wp:positionH>
                <wp:positionV relativeFrom="paragraph">
                  <wp:posOffset>1452245</wp:posOffset>
                </wp:positionV>
                <wp:extent cx="0" cy="228600"/>
                <wp:effectExtent l="9525" t="13970" r="9525" b="5080"/>
                <wp:wrapNone/>
                <wp:docPr id="11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967AE" id="Line 105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14.35pt" to="234pt,1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RLEwIAACo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"/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ED305F8" wp14:editId="3098E1F9">
                <wp:simplePos x="0" y="0"/>
                <wp:positionH relativeFrom="column">
                  <wp:posOffset>1028700</wp:posOffset>
                </wp:positionH>
                <wp:positionV relativeFrom="paragraph">
                  <wp:posOffset>1452245</wp:posOffset>
                </wp:positionV>
                <wp:extent cx="0" cy="228600"/>
                <wp:effectExtent l="9525" t="13970" r="9525" b="5080"/>
                <wp:wrapNone/>
                <wp:docPr id="10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58EAA" id="Line 104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14.35pt" to="81pt,1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"/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421D011" wp14:editId="5038085F">
                <wp:simplePos x="0" y="0"/>
                <wp:positionH relativeFrom="column">
                  <wp:posOffset>1028700</wp:posOffset>
                </wp:positionH>
                <wp:positionV relativeFrom="paragraph">
                  <wp:posOffset>1452245</wp:posOffset>
                </wp:positionV>
                <wp:extent cx="4229100" cy="0"/>
                <wp:effectExtent l="9525" t="13970" r="9525" b="5080"/>
                <wp:wrapNone/>
                <wp:docPr id="9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C2260" id="Line 103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14.35pt" to="414pt,1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7IEEw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"/>
            </w:pict>
          </mc:Fallback>
        </mc:AlternateContent>
      </w:r>
      <w:r>
        <w:rPr>
          <w:rFonts w:ascii="Arial" w:hAnsi="Arial" w:cs="Arial"/>
          <w:noProof/>
          <w:snapToGrid/>
          <w:color w:val="99CC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0A60971" wp14:editId="4CC5013A">
                <wp:simplePos x="0" y="0"/>
                <wp:positionH relativeFrom="column">
                  <wp:posOffset>342900</wp:posOffset>
                </wp:positionH>
                <wp:positionV relativeFrom="paragraph">
                  <wp:posOffset>1614170</wp:posOffset>
                </wp:positionV>
                <wp:extent cx="1485900" cy="295275"/>
                <wp:effectExtent l="9525" t="13970" r="9525" b="5080"/>
                <wp:wrapNone/>
                <wp:docPr id="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9527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A2D7C" w14:textId="77777777" w:rsidR="00E42677" w:rsidRDefault="00E426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Řidiči mechanizmů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60971" id="Text Box 101" o:spid="_x0000_s1028" type="#_x0000_t202" style="position:absolute;margin-left:27pt;margin-top:127.1pt;width:117pt;height:23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" fillcolor="#9cf">
                <v:textbox>
                  <w:txbxContent>
                    <w:p w14:paraId="22EA2D7C" w14:textId="77777777" w:rsidR="00E42677" w:rsidRDefault="00E42677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Řidiči mechanizmů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napToGrid/>
          <w:color w:val="99CC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CCCEB5B" wp14:editId="1C6DE15F">
                <wp:simplePos x="0" y="0"/>
                <wp:positionH relativeFrom="column">
                  <wp:posOffset>4343400</wp:posOffset>
                </wp:positionH>
                <wp:positionV relativeFrom="paragraph">
                  <wp:posOffset>1614170</wp:posOffset>
                </wp:positionV>
                <wp:extent cx="1714500" cy="295275"/>
                <wp:effectExtent l="9525" t="13970" r="9525" b="5080"/>
                <wp:wrapNone/>
                <wp:docPr id="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527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D32B9" w14:textId="77777777" w:rsidR="00E42677" w:rsidRDefault="00E426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Obsluha nakladače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CEB5B" id="Text Box 100" o:spid="_x0000_s1029" type="#_x0000_t202" style="position:absolute;margin-left:342pt;margin-top:127.1pt;width:135pt;height:2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" fillcolor="#9cf">
                <v:textbox>
                  <w:txbxContent>
                    <w:p w14:paraId="7E7D32B9" w14:textId="77777777" w:rsidR="00E42677" w:rsidRDefault="00E42677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Obsluha nakladače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napToGrid/>
          <w:color w:val="99CC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E6BAEC9" wp14:editId="441D347A">
                <wp:simplePos x="0" y="0"/>
                <wp:positionH relativeFrom="column">
                  <wp:posOffset>3743325</wp:posOffset>
                </wp:positionH>
                <wp:positionV relativeFrom="paragraph">
                  <wp:posOffset>23495</wp:posOffset>
                </wp:positionV>
                <wp:extent cx="1600200" cy="0"/>
                <wp:effectExtent l="9525" t="13970" r="9525" b="5080"/>
                <wp:wrapNone/>
                <wp:docPr id="6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B45A0B" id="Line 108" o:spid="_x0000_s1026" style="position:absolute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75pt,1.85pt" to="420.7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OqJGgIAADQ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"/>
            </w:pict>
          </mc:Fallback>
        </mc:AlternateContent>
      </w:r>
    </w:p>
    <w:p w14:paraId="2B862965" w14:textId="77777777" w:rsidR="00CB3051" w:rsidRDefault="00CB3051">
      <w:pPr>
        <w:pStyle w:val="standard"/>
        <w:suppressLineNumbers/>
        <w:rPr>
          <w:rFonts w:ascii="Arial" w:hAnsi="Arial" w:cs="Arial"/>
          <w:color w:val="99CCFF"/>
          <w:sz w:val="22"/>
          <w:szCs w:val="22"/>
        </w:rPr>
      </w:pPr>
    </w:p>
    <w:p w14:paraId="54EEC522" w14:textId="77777777" w:rsidR="00CB3051" w:rsidRDefault="00167BBB">
      <w:pPr>
        <w:pStyle w:val="standard"/>
        <w:suppressLineNumbers/>
        <w:rPr>
          <w:rFonts w:ascii="Arial" w:hAnsi="Arial" w:cs="Arial"/>
          <w:color w:val="99CCFF"/>
          <w:sz w:val="22"/>
          <w:szCs w:val="22"/>
        </w:rPr>
      </w:pPr>
      <w:r>
        <w:rPr>
          <w:rFonts w:ascii="Arial" w:hAnsi="Arial" w:cs="Arial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F7315E5" wp14:editId="6D1BC968">
                <wp:simplePos x="0" y="0"/>
                <wp:positionH relativeFrom="column">
                  <wp:posOffset>4569460</wp:posOffset>
                </wp:positionH>
                <wp:positionV relativeFrom="paragraph">
                  <wp:posOffset>56515</wp:posOffset>
                </wp:positionV>
                <wp:extent cx="1762125" cy="383540"/>
                <wp:effectExtent l="0" t="0" r="28575" b="16510"/>
                <wp:wrapNone/>
                <wp:docPr id="12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38354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3DF89" w14:textId="77777777" w:rsidR="00E42677" w:rsidRDefault="00E42677" w:rsidP="00167BB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Vedoucí opravárenské</w:t>
                            </w:r>
                          </w:p>
                          <w:p w14:paraId="5CE349B5" w14:textId="77777777" w:rsidR="00E42677" w:rsidRDefault="00E42677" w:rsidP="00167BB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dílny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315E5" id="Text Box 98" o:spid="_x0000_s1030" type="#_x0000_t202" style="position:absolute;margin-left:359.8pt;margin-top:4.45pt;width:138.75pt;height:30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" fillcolor="#fc0">
                <v:textbox>
                  <w:txbxContent>
                    <w:p w14:paraId="0E43DF89" w14:textId="77777777" w:rsidR="00E42677" w:rsidRDefault="00E42677" w:rsidP="00167BB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Vedoucí opravárenské</w:t>
                      </w:r>
                    </w:p>
                    <w:p w14:paraId="5CE349B5" w14:textId="77777777" w:rsidR="00E42677" w:rsidRDefault="00E42677" w:rsidP="00167BB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dílny</w:t>
                      </w:r>
                    </w:p>
                  </w:txbxContent>
                </v:textbox>
              </v:shape>
            </w:pict>
          </mc:Fallback>
        </mc:AlternateContent>
      </w:r>
      <w:r w:rsidR="0025435C">
        <w:rPr>
          <w:rFonts w:ascii="Arial" w:hAnsi="Arial" w:cs="Arial"/>
          <w:noProof/>
          <w:snapToGrid/>
          <w:color w:val="99CC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0A851A" wp14:editId="54A12D0E">
                <wp:simplePos x="0" y="0"/>
                <wp:positionH relativeFrom="column">
                  <wp:posOffset>1943100</wp:posOffset>
                </wp:positionH>
                <wp:positionV relativeFrom="paragraph">
                  <wp:posOffset>144780</wp:posOffset>
                </wp:positionV>
                <wp:extent cx="2171700" cy="295275"/>
                <wp:effectExtent l="0" t="0" r="19050" b="28575"/>
                <wp:wrapNone/>
                <wp:docPr id="5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9527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4B389D" w14:textId="77777777" w:rsidR="00E42677" w:rsidRDefault="00E426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Vedoucí střediska ZUCH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A851A" id="Text Box 92" o:spid="_x0000_s1031" type="#_x0000_t202" style="position:absolute;margin-left:153pt;margin-top:11.4pt;width:171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" fillcolor="#cfc">
                <v:textbox>
                  <w:txbxContent>
                    <w:p w14:paraId="1D4B389D" w14:textId="77777777" w:rsidR="00E42677" w:rsidRDefault="00E42677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Vedoucí střediska ZUCH</w:t>
                      </w:r>
                    </w:p>
                  </w:txbxContent>
                </v:textbox>
              </v:shape>
            </w:pict>
          </mc:Fallback>
        </mc:AlternateContent>
      </w:r>
    </w:p>
    <w:p w14:paraId="670D8117" w14:textId="77777777" w:rsidR="00CB3051" w:rsidRDefault="00CB3051">
      <w:pPr>
        <w:pStyle w:val="standard"/>
        <w:suppressLineNumbers/>
        <w:rPr>
          <w:rFonts w:ascii="Arial" w:hAnsi="Arial" w:cs="Arial"/>
          <w:color w:val="99CCFF"/>
          <w:sz w:val="22"/>
          <w:szCs w:val="22"/>
        </w:rPr>
      </w:pPr>
    </w:p>
    <w:p w14:paraId="0C1E4419" w14:textId="77777777" w:rsidR="00CB3051" w:rsidRDefault="00CB3051">
      <w:pPr>
        <w:pStyle w:val="standard"/>
        <w:suppressLineNumbers/>
        <w:rPr>
          <w:rFonts w:ascii="Arial" w:hAnsi="Arial" w:cs="Arial"/>
          <w:color w:val="99CCFF"/>
          <w:sz w:val="22"/>
          <w:szCs w:val="22"/>
        </w:rPr>
      </w:pPr>
    </w:p>
    <w:p w14:paraId="0027266A" w14:textId="77777777" w:rsidR="00CB3051" w:rsidRDefault="0025435C">
      <w:pPr>
        <w:pStyle w:val="standard"/>
        <w:suppressLineNumbers/>
        <w:rPr>
          <w:rFonts w:ascii="Arial" w:hAnsi="Arial" w:cs="Arial"/>
          <w:color w:val="99CCFF"/>
          <w:sz w:val="22"/>
          <w:szCs w:val="22"/>
        </w:rPr>
      </w:pPr>
      <w:r>
        <w:rPr>
          <w:rFonts w:ascii="Arial" w:hAnsi="Arial" w:cs="Arial"/>
          <w:noProof/>
          <w:snapToGrid/>
          <w:color w:val="99CC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4A6088" wp14:editId="2E661135">
                <wp:simplePos x="0" y="0"/>
                <wp:positionH relativeFrom="column">
                  <wp:posOffset>2286000</wp:posOffset>
                </wp:positionH>
                <wp:positionV relativeFrom="paragraph">
                  <wp:posOffset>88900</wp:posOffset>
                </wp:positionV>
                <wp:extent cx="1485900" cy="295275"/>
                <wp:effectExtent l="9525" t="12700" r="9525" b="6350"/>
                <wp:wrapNone/>
                <wp:docPr id="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9527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63097" w14:textId="77777777" w:rsidR="00E42677" w:rsidRDefault="00E426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Dispečer ZUCH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A6088" id="Text Box 94" o:spid="_x0000_s1032" type="#_x0000_t202" style="position:absolute;margin-left:180pt;margin-top:7pt;width:117pt;height:2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" fillcolor="#cfc">
                <v:textbox>
                  <w:txbxContent>
                    <w:p w14:paraId="29663097" w14:textId="77777777" w:rsidR="00E42677" w:rsidRDefault="00E42677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Dispečer ZUCH</w:t>
                      </w:r>
                    </w:p>
                  </w:txbxContent>
                </v:textbox>
              </v:shape>
            </w:pict>
          </mc:Fallback>
        </mc:AlternateContent>
      </w:r>
    </w:p>
    <w:p w14:paraId="78F94DE0" w14:textId="77777777" w:rsidR="00CB3051" w:rsidRDefault="00CB3051">
      <w:pPr>
        <w:pStyle w:val="standard"/>
        <w:suppressLineNumbers/>
        <w:rPr>
          <w:rFonts w:ascii="Arial" w:hAnsi="Arial" w:cs="Arial"/>
          <w:color w:val="99CCFF"/>
          <w:sz w:val="22"/>
          <w:szCs w:val="22"/>
        </w:rPr>
      </w:pPr>
    </w:p>
    <w:p w14:paraId="0F2D9260" w14:textId="77777777" w:rsidR="00CB3051" w:rsidRDefault="00CB3051">
      <w:pPr>
        <w:pStyle w:val="standard"/>
        <w:suppressLineNumbers/>
        <w:rPr>
          <w:rFonts w:ascii="Arial" w:hAnsi="Arial" w:cs="Arial"/>
          <w:color w:val="99CCFF"/>
          <w:sz w:val="22"/>
          <w:szCs w:val="22"/>
        </w:rPr>
      </w:pPr>
    </w:p>
    <w:p w14:paraId="62552272" w14:textId="77777777" w:rsidR="00CB3051" w:rsidRDefault="00CB3051">
      <w:pPr>
        <w:pStyle w:val="standard"/>
        <w:suppressLineNumbers/>
        <w:rPr>
          <w:rFonts w:ascii="Arial" w:hAnsi="Arial" w:cs="Arial"/>
          <w:color w:val="99CCFF"/>
          <w:sz w:val="22"/>
          <w:szCs w:val="22"/>
        </w:rPr>
      </w:pPr>
    </w:p>
    <w:p w14:paraId="77176ABE" w14:textId="77777777" w:rsidR="00CB3051" w:rsidRDefault="0025435C">
      <w:pPr>
        <w:pStyle w:val="standard"/>
        <w:suppressLineNumbers/>
        <w:rPr>
          <w:rFonts w:ascii="Arial" w:hAnsi="Arial" w:cs="Arial"/>
          <w:color w:val="99CCFF"/>
          <w:sz w:val="22"/>
          <w:szCs w:val="22"/>
        </w:rPr>
      </w:pPr>
      <w:r>
        <w:rPr>
          <w:rFonts w:ascii="Arial" w:hAnsi="Arial" w:cs="Arial"/>
          <w:noProof/>
          <w:snapToGrid/>
          <w:color w:val="99CC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CAEE2E4" wp14:editId="7C4306FD">
                <wp:simplePos x="0" y="0"/>
                <wp:positionH relativeFrom="column">
                  <wp:posOffset>5257800</wp:posOffset>
                </wp:positionH>
                <wp:positionV relativeFrom="paragraph">
                  <wp:posOffset>6350</wp:posOffset>
                </wp:positionV>
                <wp:extent cx="0" cy="228600"/>
                <wp:effectExtent l="9525" t="6350" r="9525" b="12700"/>
                <wp:wrapNone/>
                <wp:docPr id="3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0E3545" id="Line 10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.5pt" to="414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dnHEwIAACkEAAAOAAAAZHJzL2Uyb0RvYy54bWysU02P2jAQvVfqf7B8h3wsU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"/>
            </w:pict>
          </mc:Fallback>
        </mc:AlternateContent>
      </w:r>
    </w:p>
    <w:p w14:paraId="5866FA7A" w14:textId="77777777" w:rsidR="00CB3051" w:rsidRDefault="0025435C">
      <w:pPr>
        <w:pStyle w:val="standard"/>
        <w:suppressLineNumber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napToGrid/>
          <w:color w:val="99CC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27000A9" wp14:editId="0DD62AD7">
                <wp:simplePos x="0" y="0"/>
                <wp:positionH relativeFrom="column">
                  <wp:posOffset>2228850</wp:posOffset>
                </wp:positionH>
                <wp:positionV relativeFrom="paragraph">
                  <wp:posOffset>7620</wp:posOffset>
                </wp:positionV>
                <wp:extent cx="1600200" cy="295275"/>
                <wp:effectExtent l="9525" t="7620" r="9525" b="11430"/>
                <wp:wrapNone/>
                <wp:docPr id="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9527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92407" w14:textId="77777777" w:rsidR="00E42677" w:rsidRDefault="00E426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Výjezdový technik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000A9" id="Text Box 95" o:spid="_x0000_s1033" type="#_x0000_t202" style="position:absolute;margin-left:175.5pt;margin-top:.6pt;width:126pt;height:2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" fillcolor="#9cf">
                <v:textbox>
                  <w:txbxContent>
                    <w:p w14:paraId="7AB92407" w14:textId="77777777" w:rsidR="00E42677" w:rsidRDefault="00E42677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Výjezdový technik</w:t>
                      </w:r>
                    </w:p>
                  </w:txbxContent>
                </v:textbox>
              </v:shape>
            </w:pict>
          </mc:Fallback>
        </mc:AlternateContent>
      </w:r>
    </w:p>
    <w:p w14:paraId="01A3F31D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09B25C61" w14:textId="77777777" w:rsidR="00682490" w:rsidRDefault="00682490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1A8EBB9A" w14:textId="77777777" w:rsidR="00682490" w:rsidRDefault="00682490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70BFB110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tbl>
      <w:tblPr>
        <w:tblW w:w="9203" w:type="dxa"/>
        <w:tblInd w:w="7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2"/>
        <w:gridCol w:w="2253"/>
        <w:gridCol w:w="1400"/>
        <w:gridCol w:w="1678"/>
      </w:tblGrid>
      <w:tr w:rsidR="00CB3051" w14:paraId="4FF1F09A" w14:textId="77777777" w:rsidTr="00940294">
        <w:trPr>
          <w:cantSplit/>
          <w:trHeight w:val="347"/>
        </w:trPr>
        <w:tc>
          <w:tcPr>
            <w:tcW w:w="9203" w:type="dxa"/>
            <w:gridSpan w:val="4"/>
            <w:tcBorders>
              <w:bottom w:val="single" w:sz="6" w:space="0" w:color="auto"/>
            </w:tcBorders>
            <w:shd w:val="clear" w:color="auto" w:fill="FF5050"/>
            <w:vAlign w:val="center"/>
          </w:tcPr>
          <w:p w14:paraId="04F89828" w14:textId="4818A381" w:rsidR="00CB3051" w:rsidRPr="00682490" w:rsidRDefault="00272564" w:rsidP="00CB6141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Š</w:t>
            </w:r>
            <w:r w:rsidR="00CB3051" w:rsidRPr="00682490">
              <w:rPr>
                <w:rFonts w:ascii="Arial" w:hAnsi="Arial" w:cs="Arial"/>
                <w:b/>
                <w:snapToGrid w:val="0"/>
                <w:sz w:val="22"/>
                <w:szCs w:val="22"/>
              </w:rPr>
              <w:t>táb ZÚS v</w:t>
            </w:r>
            <w:r w:rsidR="00265655">
              <w:rPr>
                <w:rFonts w:ascii="Arial" w:hAnsi="Arial" w:cs="Arial"/>
                <w:b/>
                <w:snapToGrid w:val="0"/>
                <w:sz w:val="22"/>
                <w:szCs w:val="22"/>
              </w:rPr>
              <w:t> </w:t>
            </w:r>
            <w:r w:rsidR="00265655" w:rsidRPr="00265655">
              <w:rPr>
                <w:rFonts w:ascii="Arial" w:hAnsi="Arial" w:cs="Arial"/>
                <w:b/>
                <w:snapToGrid w:val="0"/>
                <w:sz w:val="22"/>
                <w:szCs w:val="22"/>
                <w:highlight w:val="yellow"/>
              </w:rPr>
              <w:t>doplní dodavatel</w:t>
            </w:r>
          </w:p>
        </w:tc>
      </w:tr>
      <w:tr w:rsidR="00CB3051" w14:paraId="7AAE10B2" w14:textId="77777777" w:rsidTr="00940294">
        <w:trPr>
          <w:trHeight w:val="321"/>
        </w:trPr>
        <w:tc>
          <w:tcPr>
            <w:tcW w:w="387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5050"/>
            <w:vAlign w:val="center"/>
          </w:tcPr>
          <w:p w14:paraId="0FA81505" w14:textId="77777777" w:rsidR="00CB3051" w:rsidRPr="00682490" w:rsidRDefault="00CB305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2490">
              <w:rPr>
                <w:rFonts w:ascii="Arial" w:hAnsi="Arial" w:cs="Arial"/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225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5050"/>
            <w:vAlign w:val="center"/>
          </w:tcPr>
          <w:p w14:paraId="3E3B28D3" w14:textId="77777777" w:rsidR="00CB3051" w:rsidRPr="00682490" w:rsidRDefault="00CB305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68249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14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5050"/>
            <w:vAlign w:val="center"/>
          </w:tcPr>
          <w:p w14:paraId="7E99EF7B" w14:textId="77777777" w:rsidR="00CB3051" w:rsidRPr="00682490" w:rsidRDefault="00CB3051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682490">
              <w:rPr>
                <w:rFonts w:ascii="Arial" w:hAnsi="Arial" w:cs="Arial"/>
                <w:b/>
                <w:snapToGrid w:val="0"/>
                <w:sz w:val="22"/>
                <w:szCs w:val="22"/>
              </w:rPr>
              <w:t>Telefon</w:t>
            </w:r>
          </w:p>
        </w:tc>
        <w:tc>
          <w:tcPr>
            <w:tcW w:w="167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5050"/>
            <w:vAlign w:val="center"/>
          </w:tcPr>
          <w:p w14:paraId="728530CD" w14:textId="77777777" w:rsidR="00CB3051" w:rsidRPr="00682490" w:rsidRDefault="00CB3051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682490">
              <w:rPr>
                <w:rFonts w:ascii="Arial" w:hAnsi="Arial" w:cs="Arial"/>
                <w:b/>
                <w:snapToGrid w:val="0"/>
                <w:sz w:val="22"/>
                <w:szCs w:val="22"/>
              </w:rPr>
              <w:t>Mobilní telefon</w:t>
            </w:r>
          </w:p>
        </w:tc>
      </w:tr>
      <w:tr w:rsidR="00702378" w14:paraId="7698A6F8" w14:textId="77777777" w:rsidTr="00940294">
        <w:trPr>
          <w:trHeight w:hRule="exact" w:val="284"/>
        </w:trPr>
        <w:tc>
          <w:tcPr>
            <w:tcW w:w="3872" w:type="dxa"/>
            <w:vAlign w:val="center"/>
          </w:tcPr>
          <w:p w14:paraId="02C36FFC" w14:textId="22868550" w:rsidR="00702378" w:rsidRPr="003774DB" w:rsidRDefault="00702378" w:rsidP="00CB6141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14:paraId="1EABB8A4" w14:textId="258F39BD" w:rsidR="00702378" w:rsidRPr="003774DB" w:rsidRDefault="00702378" w:rsidP="008503FD">
            <w:pPr>
              <w:pStyle w:val="Normln1"/>
              <w:jc w:val="left"/>
              <w:rPr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14:paraId="3CD737DC" w14:textId="7445670C" w:rsidR="00702378" w:rsidRPr="003774DB" w:rsidRDefault="00702378" w:rsidP="007C1A91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Align w:val="center"/>
          </w:tcPr>
          <w:p w14:paraId="2786B9F5" w14:textId="54CE262C" w:rsidR="00702378" w:rsidRPr="003774DB" w:rsidRDefault="00702378" w:rsidP="00434D7E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CB3051" w14:paraId="2CEAB0ED" w14:textId="77777777" w:rsidTr="00940294">
        <w:trPr>
          <w:trHeight w:hRule="exact" w:val="284"/>
        </w:trPr>
        <w:tc>
          <w:tcPr>
            <w:tcW w:w="3872" w:type="dxa"/>
            <w:vAlign w:val="center"/>
          </w:tcPr>
          <w:p w14:paraId="594A766C" w14:textId="1DB51BFE" w:rsidR="00CB3051" w:rsidRPr="003774DB" w:rsidRDefault="00CB3051" w:rsidP="00434D7E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14:paraId="18ADF0AB" w14:textId="51B67BC4" w:rsidR="00CB3051" w:rsidRPr="003774DB" w:rsidRDefault="00CB3051" w:rsidP="008503FD">
            <w:pPr>
              <w:pStyle w:val="Normln1"/>
              <w:jc w:val="left"/>
              <w:rPr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14:paraId="63F68505" w14:textId="02A6BD3D" w:rsidR="00CB3051" w:rsidRPr="003774DB" w:rsidRDefault="00CB3051" w:rsidP="007C1A91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Align w:val="center"/>
          </w:tcPr>
          <w:p w14:paraId="0359F3CD" w14:textId="039B44FF" w:rsidR="00CB3051" w:rsidRPr="003774DB" w:rsidRDefault="00CB3051" w:rsidP="0077781F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CB3051" w14:paraId="7F6F10FE" w14:textId="77777777" w:rsidTr="00940294">
        <w:trPr>
          <w:trHeight w:hRule="exact" w:val="284"/>
        </w:trPr>
        <w:tc>
          <w:tcPr>
            <w:tcW w:w="3872" w:type="dxa"/>
            <w:vAlign w:val="center"/>
          </w:tcPr>
          <w:p w14:paraId="42924971" w14:textId="77777777" w:rsidR="00CB3051" w:rsidRDefault="00880726" w:rsidP="008F0EF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Vedoucí</w:t>
            </w:r>
            <w:r w:rsidR="00592F07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</w:t>
            </w:r>
            <w:r w:rsidR="008F0EF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provozu</w:t>
            </w:r>
          </w:p>
        </w:tc>
        <w:tc>
          <w:tcPr>
            <w:tcW w:w="2253" w:type="dxa"/>
            <w:vAlign w:val="center"/>
          </w:tcPr>
          <w:p w14:paraId="011849A0" w14:textId="5AA831E6" w:rsidR="00CB3051" w:rsidRDefault="00CB3051" w:rsidP="008503FD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14:paraId="1BCD1CE0" w14:textId="63D417F6" w:rsidR="00CB3051" w:rsidRDefault="00CB3051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Align w:val="center"/>
          </w:tcPr>
          <w:p w14:paraId="26D97520" w14:textId="60B6E74B" w:rsidR="00CB3051" w:rsidRDefault="00CB3051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CB3051" w14:paraId="0E983C95" w14:textId="77777777" w:rsidTr="00940294">
        <w:trPr>
          <w:trHeight w:hRule="exact" w:val="284"/>
        </w:trPr>
        <w:tc>
          <w:tcPr>
            <w:tcW w:w="3872" w:type="dxa"/>
            <w:vAlign w:val="center"/>
          </w:tcPr>
          <w:p w14:paraId="62EBE9F4" w14:textId="77777777" w:rsidR="00CB3051" w:rsidRDefault="0088072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Vedoucí střediska</w:t>
            </w:r>
            <w:r w:rsidR="00E3561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ZÚCH</w:t>
            </w:r>
          </w:p>
        </w:tc>
        <w:tc>
          <w:tcPr>
            <w:tcW w:w="2253" w:type="dxa"/>
            <w:vAlign w:val="center"/>
          </w:tcPr>
          <w:p w14:paraId="0F7B19AC" w14:textId="5A768468" w:rsidR="00CB3051" w:rsidRPr="00592B51" w:rsidRDefault="00CB3051" w:rsidP="008503FD">
            <w:pPr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14:paraId="0094A1C5" w14:textId="6E1FF13C" w:rsidR="00CB3051" w:rsidRDefault="00CB3051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Align w:val="center"/>
          </w:tcPr>
          <w:p w14:paraId="610EC494" w14:textId="018F363A" w:rsidR="00CB3051" w:rsidRDefault="00CB3051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CB3051" w14:paraId="2F74E0F5" w14:textId="77777777" w:rsidTr="00940294">
        <w:trPr>
          <w:trHeight w:hRule="exact" w:val="284"/>
        </w:trPr>
        <w:tc>
          <w:tcPr>
            <w:tcW w:w="3872" w:type="dxa"/>
            <w:vAlign w:val="center"/>
          </w:tcPr>
          <w:p w14:paraId="0158E4C4" w14:textId="77777777" w:rsidR="00CB3051" w:rsidRDefault="00CB3051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Mistr autodílny</w:t>
            </w:r>
          </w:p>
        </w:tc>
        <w:tc>
          <w:tcPr>
            <w:tcW w:w="2253" w:type="dxa"/>
            <w:vAlign w:val="center"/>
          </w:tcPr>
          <w:p w14:paraId="4A4CF55D" w14:textId="6A7C7DCF" w:rsidR="00CB3051" w:rsidRDefault="00CB3051" w:rsidP="008503FD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14:paraId="056DD98A" w14:textId="300FD574" w:rsidR="00CB3051" w:rsidRDefault="00CB3051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Align w:val="center"/>
          </w:tcPr>
          <w:p w14:paraId="623F3F86" w14:textId="0FC267AB" w:rsidR="00CB3051" w:rsidRDefault="00CB3051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31E6D259" w14:textId="77777777" w:rsidR="001A5131" w:rsidRDefault="001A5131">
      <w:pPr>
        <w:pStyle w:val="standard"/>
        <w:suppressLineNumbers/>
        <w:tabs>
          <w:tab w:val="left" w:pos="2430"/>
        </w:tabs>
        <w:rPr>
          <w:rFonts w:ascii="Arial" w:hAnsi="Arial" w:cs="Arial"/>
          <w:bCs/>
          <w:sz w:val="22"/>
          <w:szCs w:val="22"/>
        </w:rPr>
      </w:pPr>
    </w:p>
    <w:p w14:paraId="7F2074C6" w14:textId="77777777" w:rsidR="001A5131" w:rsidRDefault="001A5131">
      <w:pPr>
        <w:pStyle w:val="standard"/>
        <w:suppressLineNumbers/>
        <w:tabs>
          <w:tab w:val="left" w:pos="2430"/>
        </w:tabs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5050"/>
        <w:tblLook w:val="01E0" w:firstRow="1" w:lastRow="1" w:firstColumn="1" w:lastColumn="1" w:noHBand="0" w:noVBand="0"/>
      </w:tblPr>
      <w:tblGrid>
        <w:gridCol w:w="9008"/>
      </w:tblGrid>
      <w:tr w:rsidR="00CB3051" w14:paraId="1F8D2D72" w14:textId="77777777" w:rsidTr="00940294">
        <w:trPr>
          <w:trHeight w:val="675"/>
        </w:trPr>
        <w:tc>
          <w:tcPr>
            <w:tcW w:w="9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5050"/>
            <w:vAlign w:val="center"/>
          </w:tcPr>
          <w:p w14:paraId="1B2CC4F8" w14:textId="77777777" w:rsidR="00CB3051" w:rsidRDefault="00CB3051" w:rsidP="007C1A91">
            <w:pPr>
              <w:pStyle w:val="standard"/>
              <w:suppressLineNumbers/>
              <w:shd w:val="clear" w:color="auto" w:fill="FF505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Zhotovitel předá odběrateli týdenní přehled re</w:t>
            </w:r>
            <w:r w:rsidR="00E90699">
              <w:rPr>
                <w:rFonts w:ascii="Arial" w:hAnsi="Arial" w:cs="Arial"/>
                <w:bCs/>
                <w:sz w:val="22"/>
                <w:szCs w:val="22"/>
              </w:rPr>
              <w:t>alizovaných výjezdů v rámci ZÚCH</w:t>
            </w:r>
            <w:r w:rsidR="007C1A9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pro jednotlivé techniky. Tento přehled bude předán každé úterý za předcházející týden.</w:t>
            </w:r>
          </w:p>
        </w:tc>
      </w:tr>
    </w:tbl>
    <w:p w14:paraId="06152F9B" w14:textId="77777777" w:rsidR="005E60DE" w:rsidRDefault="005E60DE">
      <w:pPr>
        <w:pStyle w:val="standard"/>
        <w:ind w:left="720"/>
        <w:rPr>
          <w:rFonts w:ascii="Arial" w:hAnsi="Arial" w:cs="Arial"/>
          <w:sz w:val="22"/>
          <w:szCs w:val="22"/>
          <w:u w:val="single"/>
        </w:rPr>
      </w:pPr>
    </w:p>
    <w:p w14:paraId="75D001D5" w14:textId="77777777" w:rsidR="00CB3051" w:rsidRDefault="00CB3051">
      <w:pPr>
        <w:pStyle w:val="standard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2. Zodpovědnost při řízení zimní údržby</w:t>
      </w:r>
    </w:p>
    <w:p w14:paraId="47E32EE1" w14:textId="77777777" w:rsidR="00CB3051" w:rsidRDefault="00CB3051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14:paraId="63B1AA5D" w14:textId="13E82C71" w:rsidR="00CB3051" w:rsidRPr="003774DB" w:rsidRDefault="00CB3051" w:rsidP="00D86E83">
      <w:pPr>
        <w:pStyle w:val="standard"/>
        <w:suppressLineNumbers/>
        <w:ind w:left="1418"/>
        <w:rPr>
          <w:rFonts w:ascii="Arial" w:hAnsi="Arial" w:cs="Arial"/>
          <w:sz w:val="22"/>
          <w:szCs w:val="22"/>
        </w:rPr>
      </w:pPr>
      <w:r w:rsidRPr="003774DB">
        <w:rPr>
          <w:rFonts w:ascii="Arial" w:hAnsi="Arial" w:cs="Arial"/>
          <w:bCs/>
          <w:sz w:val="22"/>
          <w:szCs w:val="22"/>
        </w:rPr>
        <w:t xml:space="preserve">A./ </w:t>
      </w:r>
      <w:r w:rsidR="00D86E83" w:rsidRPr="00D86E83">
        <w:rPr>
          <w:rFonts w:ascii="Arial" w:hAnsi="Arial" w:cs="Arial"/>
          <w:sz w:val="22"/>
          <w:szCs w:val="22"/>
          <w:highlight w:val="yellow"/>
        </w:rPr>
        <w:t>Doplní se dodavatel</w:t>
      </w:r>
    </w:p>
    <w:p w14:paraId="31E1991D" w14:textId="77777777" w:rsidR="00CB3051" w:rsidRDefault="00CB3051" w:rsidP="00632BA6">
      <w:pPr>
        <w:pStyle w:val="standard"/>
        <w:suppressLineNumbers/>
        <w:ind w:left="1418"/>
        <w:jc w:val="center"/>
        <w:rPr>
          <w:rFonts w:ascii="Arial" w:hAnsi="Arial" w:cs="Arial"/>
          <w:sz w:val="22"/>
          <w:szCs w:val="22"/>
        </w:rPr>
      </w:pPr>
    </w:p>
    <w:p w14:paraId="36BBB385" w14:textId="77777777" w:rsidR="00CB3051" w:rsidRDefault="00CB3051" w:rsidP="00632BA6">
      <w:pPr>
        <w:pStyle w:val="standard"/>
        <w:suppressLineNumbers/>
        <w:ind w:left="1418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budou  vykonávat</w:t>
      </w:r>
      <w:proofErr w:type="gramEnd"/>
      <w:r>
        <w:rPr>
          <w:rFonts w:ascii="Arial" w:hAnsi="Arial" w:cs="Arial"/>
          <w:sz w:val="22"/>
          <w:szCs w:val="22"/>
        </w:rPr>
        <w:t xml:space="preserve">  zimní  údržbu  místních  komunikací </w:t>
      </w:r>
      <w:r w:rsidR="00E90699">
        <w:rPr>
          <w:rFonts w:ascii="Arial" w:hAnsi="Arial" w:cs="Arial"/>
          <w:sz w:val="22"/>
          <w:szCs w:val="22"/>
        </w:rPr>
        <w:t>pro pěší (chodníků)</w:t>
      </w:r>
      <w:r>
        <w:rPr>
          <w:rFonts w:ascii="Arial" w:hAnsi="Arial" w:cs="Arial"/>
          <w:sz w:val="22"/>
          <w:szCs w:val="22"/>
        </w:rPr>
        <w:t xml:space="preserve"> a  zpravodajskou  službu s ní související  na  vyspecifikovaných  místních  komunikacích </w:t>
      </w:r>
      <w:r w:rsidR="00E90699">
        <w:rPr>
          <w:rFonts w:ascii="Arial" w:hAnsi="Arial" w:cs="Arial"/>
          <w:sz w:val="22"/>
          <w:szCs w:val="22"/>
        </w:rPr>
        <w:t>pro pěší,</w:t>
      </w:r>
      <w:r>
        <w:rPr>
          <w:rFonts w:ascii="Arial" w:hAnsi="Arial" w:cs="Arial"/>
          <w:sz w:val="22"/>
          <w:szCs w:val="22"/>
        </w:rPr>
        <w:t xml:space="preserve"> dle  zakázky, získané na základě veřejné obchodní soutěže.</w:t>
      </w:r>
    </w:p>
    <w:p w14:paraId="59E2C1D1" w14:textId="77777777" w:rsidR="00CB3051" w:rsidRDefault="00CB3051" w:rsidP="00632BA6">
      <w:pPr>
        <w:pStyle w:val="standard"/>
        <w:suppressLineNumbers/>
        <w:ind w:left="1418"/>
        <w:rPr>
          <w:rFonts w:ascii="Arial" w:hAnsi="Arial" w:cs="Arial"/>
          <w:sz w:val="22"/>
          <w:szCs w:val="22"/>
        </w:rPr>
      </w:pPr>
    </w:p>
    <w:p w14:paraId="6B325A39" w14:textId="0952DEE4" w:rsidR="00CB3051" w:rsidRDefault="00CB3051" w:rsidP="00632BA6">
      <w:pPr>
        <w:pStyle w:val="standard"/>
        <w:suppressLineNumbers/>
        <w:ind w:left="141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B./ </w:t>
      </w:r>
      <w:r>
        <w:rPr>
          <w:rFonts w:ascii="Arial" w:hAnsi="Arial" w:cs="Arial"/>
          <w:sz w:val="22"/>
          <w:szCs w:val="22"/>
        </w:rPr>
        <w:t xml:space="preserve">Za celkové řízení zimní údržby, koordinaci s provozem ostatních </w:t>
      </w:r>
      <w:proofErr w:type="gramStart"/>
      <w:r>
        <w:rPr>
          <w:rFonts w:ascii="Arial" w:hAnsi="Arial" w:cs="Arial"/>
          <w:sz w:val="22"/>
          <w:szCs w:val="22"/>
        </w:rPr>
        <w:t xml:space="preserve">úseků </w:t>
      </w:r>
      <w:r w:rsidR="00D86E83">
        <w:rPr>
          <w:rFonts w:ascii="Arial" w:hAnsi="Arial" w:cs="Arial"/>
          <w:sz w:val="22"/>
          <w:szCs w:val="22"/>
        </w:rPr>
        <w:t xml:space="preserve"> </w:t>
      </w:r>
      <w:r w:rsidR="00D86E83" w:rsidRPr="00D86E83">
        <w:rPr>
          <w:rFonts w:ascii="Arial" w:hAnsi="Arial" w:cs="Arial"/>
          <w:sz w:val="22"/>
          <w:szCs w:val="22"/>
          <w:highlight w:val="yellow"/>
        </w:rPr>
        <w:t>doplní</w:t>
      </w:r>
      <w:proofErr w:type="gramEnd"/>
      <w:r w:rsidR="00D86E83" w:rsidRPr="00D86E83">
        <w:rPr>
          <w:rFonts w:ascii="Arial" w:hAnsi="Arial" w:cs="Arial"/>
          <w:sz w:val="22"/>
          <w:szCs w:val="22"/>
          <w:highlight w:val="yellow"/>
        </w:rPr>
        <w:t xml:space="preserve"> se dodavatel</w:t>
      </w:r>
      <w:r>
        <w:rPr>
          <w:rFonts w:ascii="Arial" w:hAnsi="Arial" w:cs="Arial"/>
          <w:sz w:val="22"/>
          <w:szCs w:val="22"/>
        </w:rPr>
        <w:t xml:space="preserve"> ve vztahu k zimní údržbě, proškolení dispečerů, projednání a uzavření smluv o výpomoci a vzájemné výměně udržovaných komunikací </w:t>
      </w:r>
      <w:r w:rsidR="00E90699">
        <w:rPr>
          <w:rFonts w:ascii="Arial" w:hAnsi="Arial" w:cs="Arial"/>
          <w:sz w:val="22"/>
          <w:szCs w:val="22"/>
        </w:rPr>
        <w:t>pro pěší,</w:t>
      </w:r>
      <w:r w:rsidR="00CB614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zodpovídá vedoucí </w:t>
      </w:r>
      <w:r w:rsidR="00555467">
        <w:rPr>
          <w:rFonts w:ascii="Arial" w:hAnsi="Arial" w:cs="Arial"/>
          <w:sz w:val="22"/>
          <w:szCs w:val="22"/>
        </w:rPr>
        <w:t>provozu</w:t>
      </w:r>
      <w:r w:rsidR="00CB6141">
        <w:rPr>
          <w:rFonts w:ascii="Arial" w:hAnsi="Arial" w:cs="Arial"/>
          <w:sz w:val="22"/>
          <w:szCs w:val="22"/>
        </w:rPr>
        <w:t>.</w:t>
      </w:r>
    </w:p>
    <w:p w14:paraId="05BC1ABF" w14:textId="77777777" w:rsidR="00CB3051" w:rsidRDefault="00CB3051" w:rsidP="00632BA6">
      <w:pPr>
        <w:pStyle w:val="standard"/>
        <w:suppressLineNumbers/>
        <w:ind w:left="1418"/>
        <w:rPr>
          <w:rFonts w:ascii="Arial" w:hAnsi="Arial" w:cs="Arial"/>
          <w:b/>
          <w:sz w:val="22"/>
          <w:szCs w:val="22"/>
        </w:rPr>
      </w:pPr>
    </w:p>
    <w:p w14:paraId="1C5AC35E" w14:textId="03E3E1DF" w:rsidR="00CB3051" w:rsidRPr="00D86E83" w:rsidRDefault="00D86E83" w:rsidP="00632BA6">
      <w:pPr>
        <w:pStyle w:val="standard"/>
        <w:suppressLineNumbers/>
        <w:ind w:left="1418"/>
        <w:rPr>
          <w:rFonts w:ascii="Arial" w:hAnsi="Arial" w:cs="Arial"/>
          <w:bCs/>
          <w:sz w:val="22"/>
          <w:szCs w:val="22"/>
        </w:rPr>
      </w:pPr>
      <w:r w:rsidRPr="00D86E83">
        <w:rPr>
          <w:rFonts w:ascii="Arial" w:hAnsi="Arial" w:cs="Arial"/>
          <w:bCs/>
          <w:sz w:val="22"/>
          <w:szCs w:val="22"/>
          <w:highlight w:val="yellow"/>
        </w:rPr>
        <w:t>Bude doplněno</w:t>
      </w:r>
    </w:p>
    <w:p w14:paraId="6105A68B" w14:textId="77777777" w:rsidR="00CB3051" w:rsidRDefault="00CB3051" w:rsidP="00632BA6">
      <w:pPr>
        <w:pStyle w:val="standard"/>
        <w:suppressLineNumbers/>
        <w:ind w:left="1418"/>
        <w:jc w:val="center"/>
        <w:rPr>
          <w:rFonts w:ascii="Arial" w:hAnsi="Arial" w:cs="Arial"/>
          <w:sz w:val="22"/>
          <w:szCs w:val="22"/>
        </w:rPr>
      </w:pPr>
    </w:p>
    <w:p w14:paraId="30D30195" w14:textId="77777777" w:rsidR="00CB3051" w:rsidRDefault="00CB3051" w:rsidP="00632BA6">
      <w:pPr>
        <w:pStyle w:val="standard"/>
        <w:suppressLineNumbers/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C.</w:t>
      </w:r>
      <w:proofErr w:type="gramStart"/>
      <w:r>
        <w:rPr>
          <w:rFonts w:ascii="Arial" w:hAnsi="Arial" w:cs="Arial"/>
          <w:bCs/>
          <w:sz w:val="22"/>
          <w:szCs w:val="22"/>
        </w:rPr>
        <w:t xml:space="preserve">/  </w:t>
      </w:r>
      <w:r>
        <w:rPr>
          <w:rFonts w:ascii="Arial" w:hAnsi="Arial" w:cs="Arial"/>
          <w:sz w:val="22"/>
          <w:szCs w:val="22"/>
        </w:rPr>
        <w:t>Za</w:t>
      </w:r>
      <w:proofErr w:type="gramEnd"/>
      <w:r>
        <w:rPr>
          <w:rFonts w:ascii="Arial" w:hAnsi="Arial" w:cs="Arial"/>
          <w:sz w:val="22"/>
          <w:szCs w:val="22"/>
        </w:rPr>
        <w:t xml:space="preserve">  organizaci  provozu  zimní údržby, materiálové zajištění, naskladnění a průběžné doplňování  posypových  materiálů,  připravenost  dispečinku,  včetně rozpisů služeb dispečerů, řidičů  a  obsluh  mechanických prostředků  a  vedení  agendy  zimní údrž</w:t>
      </w:r>
      <w:r w:rsidR="007326EC">
        <w:rPr>
          <w:rFonts w:ascii="Arial" w:hAnsi="Arial" w:cs="Arial"/>
          <w:sz w:val="22"/>
          <w:szCs w:val="22"/>
        </w:rPr>
        <w:t>by zodpovídá  vedoucí střed.</w:t>
      </w:r>
      <w:r w:rsidR="00E90699">
        <w:rPr>
          <w:rFonts w:ascii="Arial" w:hAnsi="Arial" w:cs="Arial"/>
          <w:sz w:val="22"/>
          <w:szCs w:val="22"/>
        </w:rPr>
        <w:t xml:space="preserve"> ZÚCH</w:t>
      </w:r>
      <w:r>
        <w:rPr>
          <w:rFonts w:ascii="Arial" w:hAnsi="Arial" w:cs="Arial"/>
          <w:sz w:val="22"/>
          <w:szCs w:val="22"/>
        </w:rPr>
        <w:t>.</w:t>
      </w:r>
    </w:p>
    <w:p w14:paraId="29F077DD" w14:textId="77777777" w:rsidR="00CB3051" w:rsidRDefault="00CB3051" w:rsidP="00632BA6">
      <w:pPr>
        <w:pStyle w:val="standard"/>
        <w:suppressLineNumbers/>
        <w:ind w:left="1418"/>
        <w:jc w:val="center"/>
        <w:rPr>
          <w:rFonts w:ascii="Arial" w:hAnsi="Arial" w:cs="Arial"/>
          <w:sz w:val="22"/>
          <w:szCs w:val="22"/>
        </w:rPr>
      </w:pPr>
    </w:p>
    <w:p w14:paraId="09331EBF" w14:textId="607E700A" w:rsidR="00CB3051" w:rsidRPr="00D86E83" w:rsidRDefault="00F2088C" w:rsidP="00632BA6">
      <w:pPr>
        <w:pStyle w:val="standard"/>
        <w:suppressLineNumbers/>
        <w:ind w:left="1418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36D02">
        <w:rPr>
          <w:rFonts w:ascii="Arial" w:hAnsi="Arial" w:cs="Arial"/>
          <w:b/>
          <w:color w:val="000000" w:themeColor="text1"/>
          <w:sz w:val="22"/>
          <w:szCs w:val="22"/>
        </w:rPr>
        <w:t>pa</w:t>
      </w:r>
      <w:r w:rsidR="00555467" w:rsidRPr="00336D02">
        <w:rPr>
          <w:rFonts w:ascii="Arial" w:hAnsi="Arial" w:cs="Arial"/>
          <w:b/>
          <w:color w:val="000000" w:themeColor="text1"/>
          <w:sz w:val="22"/>
          <w:szCs w:val="22"/>
        </w:rPr>
        <w:t xml:space="preserve">n </w:t>
      </w:r>
      <w:r w:rsidR="00D86E83" w:rsidRPr="00D86E83">
        <w:rPr>
          <w:rFonts w:ascii="Arial" w:hAnsi="Arial" w:cs="Arial"/>
          <w:bCs/>
          <w:color w:val="000000" w:themeColor="text1"/>
          <w:sz w:val="22"/>
          <w:szCs w:val="22"/>
          <w:highlight w:val="yellow"/>
        </w:rPr>
        <w:t>bude doplněno</w:t>
      </w:r>
    </w:p>
    <w:p w14:paraId="092F477A" w14:textId="77777777" w:rsidR="00CB3051" w:rsidRDefault="00CB3051" w:rsidP="00632BA6">
      <w:pPr>
        <w:pStyle w:val="standard"/>
        <w:suppressLineNumbers/>
        <w:ind w:left="1418"/>
        <w:rPr>
          <w:rFonts w:ascii="Arial" w:hAnsi="Arial" w:cs="Arial"/>
          <w:sz w:val="22"/>
          <w:szCs w:val="22"/>
        </w:rPr>
      </w:pPr>
    </w:p>
    <w:p w14:paraId="75D5CEBC" w14:textId="77777777" w:rsidR="00CB3051" w:rsidRDefault="00CB3051" w:rsidP="00632BA6">
      <w:pPr>
        <w:pStyle w:val="standard"/>
        <w:suppressLineNumbers/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D.</w:t>
      </w:r>
      <w:proofErr w:type="gramStart"/>
      <w:r>
        <w:rPr>
          <w:rFonts w:ascii="Arial" w:hAnsi="Arial" w:cs="Arial"/>
          <w:bCs/>
          <w:sz w:val="22"/>
          <w:szCs w:val="22"/>
        </w:rPr>
        <w:t xml:space="preserve">/  </w:t>
      </w:r>
      <w:r>
        <w:rPr>
          <w:rFonts w:ascii="Arial" w:hAnsi="Arial" w:cs="Arial"/>
          <w:sz w:val="22"/>
          <w:szCs w:val="22"/>
        </w:rPr>
        <w:t>Za</w:t>
      </w:r>
      <w:proofErr w:type="gramEnd"/>
      <w:r>
        <w:rPr>
          <w:rFonts w:ascii="Arial" w:hAnsi="Arial" w:cs="Arial"/>
          <w:sz w:val="22"/>
          <w:szCs w:val="22"/>
        </w:rPr>
        <w:t xml:space="preserve">  zajištění  opravárenské  činnosti v průběhu zimní údržby, za včasné přistavování</w:t>
      </w:r>
      <w:r w:rsidR="00C418BC">
        <w:rPr>
          <w:rFonts w:ascii="Arial" w:hAnsi="Arial" w:cs="Arial"/>
          <w:sz w:val="22"/>
          <w:szCs w:val="22"/>
        </w:rPr>
        <w:t xml:space="preserve"> provozuschopných  mechanismů</w:t>
      </w:r>
      <w:r>
        <w:rPr>
          <w:rFonts w:ascii="Arial" w:hAnsi="Arial" w:cs="Arial"/>
          <w:sz w:val="22"/>
          <w:szCs w:val="22"/>
        </w:rPr>
        <w:t xml:space="preserve">  zodpovídá  mistr autodílny</w:t>
      </w:r>
    </w:p>
    <w:p w14:paraId="26690413" w14:textId="77777777" w:rsidR="00CB3051" w:rsidRDefault="00CB3051" w:rsidP="00632BA6">
      <w:pPr>
        <w:pStyle w:val="standard"/>
        <w:suppressLineNumbers/>
        <w:ind w:left="1418"/>
        <w:jc w:val="center"/>
        <w:rPr>
          <w:rFonts w:ascii="Arial" w:hAnsi="Arial" w:cs="Arial"/>
          <w:bCs/>
          <w:iCs/>
          <w:sz w:val="22"/>
          <w:szCs w:val="22"/>
        </w:rPr>
      </w:pPr>
    </w:p>
    <w:p w14:paraId="25CE1775" w14:textId="29131F8E" w:rsidR="00CB3051" w:rsidRDefault="00CB3051" w:rsidP="00632BA6">
      <w:pPr>
        <w:pStyle w:val="standard"/>
        <w:suppressLineNumbers/>
        <w:ind w:left="1418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bCs/>
          <w:iCs/>
          <w:sz w:val="22"/>
          <w:szCs w:val="22"/>
        </w:rPr>
        <w:t xml:space="preserve">pan  </w:t>
      </w:r>
      <w:r w:rsidR="00D86E83" w:rsidRPr="00D86E83">
        <w:rPr>
          <w:rFonts w:ascii="Arial" w:hAnsi="Arial" w:cs="Arial"/>
          <w:bCs/>
          <w:color w:val="000000" w:themeColor="text1"/>
          <w:sz w:val="22"/>
          <w:szCs w:val="22"/>
          <w:highlight w:val="yellow"/>
        </w:rPr>
        <w:t>bude</w:t>
      </w:r>
      <w:proofErr w:type="gramEnd"/>
      <w:r w:rsidR="00D86E83" w:rsidRPr="00D86E83">
        <w:rPr>
          <w:rFonts w:ascii="Arial" w:hAnsi="Arial" w:cs="Arial"/>
          <w:bCs/>
          <w:color w:val="000000" w:themeColor="text1"/>
          <w:sz w:val="22"/>
          <w:szCs w:val="22"/>
          <w:highlight w:val="yellow"/>
        </w:rPr>
        <w:t xml:space="preserve"> doplněno</w:t>
      </w:r>
    </w:p>
    <w:p w14:paraId="6E66B313" w14:textId="77777777" w:rsidR="00CB3051" w:rsidRDefault="00CB3051" w:rsidP="00632BA6">
      <w:pPr>
        <w:pStyle w:val="standard"/>
        <w:suppressLineNumbers/>
        <w:ind w:left="1418"/>
        <w:rPr>
          <w:rFonts w:ascii="Arial" w:hAnsi="Arial" w:cs="Arial"/>
          <w:sz w:val="22"/>
          <w:szCs w:val="22"/>
        </w:rPr>
      </w:pPr>
    </w:p>
    <w:p w14:paraId="74F0DC5B" w14:textId="77777777" w:rsidR="00CB3051" w:rsidRDefault="00CB3051" w:rsidP="00632BA6">
      <w:pPr>
        <w:pStyle w:val="standard"/>
        <w:suppressLineNumbers/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E.</w:t>
      </w:r>
      <w:proofErr w:type="gramStart"/>
      <w:r>
        <w:rPr>
          <w:rFonts w:ascii="Arial" w:hAnsi="Arial" w:cs="Arial"/>
          <w:bCs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 Za</w:t>
      </w:r>
      <w:proofErr w:type="gramEnd"/>
      <w:r>
        <w:rPr>
          <w:rFonts w:ascii="Arial" w:hAnsi="Arial" w:cs="Arial"/>
          <w:sz w:val="22"/>
          <w:szCs w:val="22"/>
        </w:rPr>
        <w:t xml:space="preserve">  zajišťování  ostatních  zabezpečovacích služeb pro zimní údržbu ( sklady, údržba dopravního  značení  atd. )    zodpovídají    p</w:t>
      </w:r>
      <w:r w:rsidR="00F475AE">
        <w:rPr>
          <w:rFonts w:ascii="Arial" w:hAnsi="Arial" w:cs="Arial"/>
          <w:sz w:val="22"/>
          <w:szCs w:val="22"/>
        </w:rPr>
        <w:t>říslušní   vedoucí  střediska</w:t>
      </w:r>
      <w:r>
        <w:rPr>
          <w:rFonts w:ascii="Arial" w:hAnsi="Arial" w:cs="Arial"/>
          <w:sz w:val="22"/>
          <w:szCs w:val="22"/>
        </w:rPr>
        <w:t>,  do  jejichž kompetence tyto služby spadají.</w:t>
      </w:r>
    </w:p>
    <w:p w14:paraId="57428405" w14:textId="77777777" w:rsidR="00CB3051" w:rsidRDefault="00CB3051" w:rsidP="00632BA6">
      <w:pPr>
        <w:pStyle w:val="standard"/>
        <w:suppressLineNumbers/>
        <w:ind w:left="1418"/>
        <w:rPr>
          <w:rFonts w:ascii="Arial" w:hAnsi="Arial" w:cs="Arial"/>
          <w:sz w:val="22"/>
          <w:szCs w:val="22"/>
        </w:rPr>
      </w:pPr>
    </w:p>
    <w:p w14:paraId="2DCFA27D" w14:textId="77777777" w:rsidR="00CB3051" w:rsidRDefault="00CB3051" w:rsidP="00632BA6">
      <w:pPr>
        <w:pStyle w:val="standard"/>
        <w:suppressLineNumbers/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F./     </w:t>
      </w:r>
      <w:r>
        <w:rPr>
          <w:rFonts w:ascii="Arial" w:hAnsi="Arial" w:cs="Arial"/>
          <w:sz w:val="22"/>
          <w:szCs w:val="22"/>
        </w:rPr>
        <w:t>Pracovníkem    odpovědným    za    odstraňo</w:t>
      </w:r>
      <w:r w:rsidR="00E90699">
        <w:rPr>
          <w:rFonts w:ascii="Arial" w:hAnsi="Arial" w:cs="Arial"/>
          <w:sz w:val="22"/>
          <w:szCs w:val="22"/>
        </w:rPr>
        <w:t xml:space="preserve">vání    závad   ve   schůdnosti </w:t>
      </w:r>
      <w:r>
        <w:rPr>
          <w:rFonts w:ascii="Arial" w:hAnsi="Arial" w:cs="Arial"/>
          <w:sz w:val="22"/>
          <w:szCs w:val="22"/>
        </w:rPr>
        <w:t>vyspecifikovaných místních komunikací</w:t>
      </w:r>
      <w:r w:rsidR="00E90699">
        <w:rPr>
          <w:rFonts w:ascii="Arial" w:hAnsi="Arial" w:cs="Arial"/>
          <w:sz w:val="22"/>
          <w:szCs w:val="22"/>
        </w:rPr>
        <w:t xml:space="preserve"> pro </w:t>
      </w:r>
      <w:proofErr w:type="gramStart"/>
      <w:r w:rsidR="00E90699">
        <w:rPr>
          <w:rFonts w:ascii="Arial" w:hAnsi="Arial" w:cs="Arial"/>
          <w:sz w:val="22"/>
          <w:szCs w:val="22"/>
        </w:rPr>
        <w:t>pěší</w:t>
      </w:r>
      <w:r>
        <w:rPr>
          <w:rFonts w:ascii="Arial" w:hAnsi="Arial" w:cs="Arial"/>
          <w:sz w:val="22"/>
          <w:szCs w:val="22"/>
        </w:rPr>
        <w:t xml:space="preserve">  a</w:t>
      </w:r>
      <w:proofErr w:type="gramEnd"/>
      <w:r>
        <w:rPr>
          <w:rFonts w:ascii="Arial" w:hAnsi="Arial" w:cs="Arial"/>
          <w:sz w:val="22"/>
          <w:szCs w:val="22"/>
        </w:rPr>
        <w:t xml:space="preserve"> zpravodajskou službu s tím spojenou je</w:t>
      </w:r>
    </w:p>
    <w:p w14:paraId="119953C1" w14:textId="77777777" w:rsidR="00CB3051" w:rsidRDefault="00CB3051" w:rsidP="00632BA6">
      <w:pPr>
        <w:pStyle w:val="standard"/>
        <w:suppressLineNumbers/>
        <w:ind w:left="141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službu konající dispečer</w:t>
      </w:r>
    </w:p>
    <w:p w14:paraId="422ECB62" w14:textId="77777777" w:rsidR="00CB3051" w:rsidRDefault="00CB3051" w:rsidP="00632BA6">
      <w:pPr>
        <w:pStyle w:val="standard"/>
        <w:suppressLineNumbers/>
        <w:ind w:left="1418"/>
        <w:jc w:val="center"/>
        <w:rPr>
          <w:rFonts w:ascii="Arial" w:hAnsi="Arial" w:cs="Arial"/>
          <w:sz w:val="22"/>
          <w:szCs w:val="22"/>
        </w:rPr>
      </w:pPr>
    </w:p>
    <w:p w14:paraId="183D5841" w14:textId="65CCA6F6" w:rsidR="00CB3051" w:rsidRDefault="00CB3051" w:rsidP="00632BA6">
      <w:pPr>
        <w:pStyle w:val="standard"/>
        <w:suppressLineNumbers/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centrálním dispečinku v </w:t>
      </w:r>
      <w:r w:rsidRPr="003774DB">
        <w:rPr>
          <w:rFonts w:ascii="Arial" w:hAnsi="Arial" w:cs="Arial"/>
          <w:sz w:val="22"/>
          <w:szCs w:val="22"/>
        </w:rPr>
        <w:t xml:space="preserve">areálu </w:t>
      </w:r>
      <w:r w:rsidR="00D86E83" w:rsidRPr="00D86E83">
        <w:rPr>
          <w:rFonts w:ascii="Arial" w:hAnsi="Arial" w:cs="Arial"/>
          <w:sz w:val="22"/>
          <w:szCs w:val="22"/>
          <w:highlight w:val="yellow"/>
        </w:rPr>
        <w:t>bude doplněno</w:t>
      </w:r>
      <w:r>
        <w:rPr>
          <w:rFonts w:ascii="Arial" w:hAnsi="Arial" w:cs="Arial"/>
          <w:sz w:val="22"/>
          <w:szCs w:val="22"/>
        </w:rPr>
        <w:t xml:space="preserve"> Služby </w:t>
      </w:r>
      <w:proofErr w:type="gramStart"/>
      <w:r>
        <w:rPr>
          <w:rFonts w:ascii="Arial" w:hAnsi="Arial" w:cs="Arial"/>
          <w:sz w:val="22"/>
          <w:szCs w:val="22"/>
        </w:rPr>
        <w:t>dispečerů  jsou</w:t>
      </w:r>
      <w:proofErr w:type="gramEnd"/>
      <w:r>
        <w:rPr>
          <w:rFonts w:ascii="Arial" w:hAnsi="Arial" w:cs="Arial"/>
          <w:sz w:val="22"/>
          <w:szCs w:val="22"/>
        </w:rPr>
        <w:t xml:space="preserve"> vykonávány dle směnového rozpisu služeb.</w:t>
      </w:r>
    </w:p>
    <w:p w14:paraId="046F6D70" w14:textId="77777777" w:rsidR="00CB3051" w:rsidRDefault="00CB3051" w:rsidP="00632BA6">
      <w:pPr>
        <w:pStyle w:val="standard"/>
        <w:suppressLineNumbers/>
        <w:ind w:left="1418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Službu  konající</w:t>
      </w:r>
      <w:proofErr w:type="gramEnd"/>
      <w:r>
        <w:rPr>
          <w:rFonts w:ascii="Arial" w:hAnsi="Arial" w:cs="Arial"/>
          <w:sz w:val="22"/>
          <w:szCs w:val="22"/>
        </w:rPr>
        <w:t xml:space="preserve">  dispečer  je povinen respektovat pouze příka</w:t>
      </w:r>
      <w:r w:rsidR="00F475AE">
        <w:rPr>
          <w:rFonts w:ascii="Arial" w:hAnsi="Arial" w:cs="Arial"/>
          <w:sz w:val="22"/>
          <w:szCs w:val="22"/>
        </w:rPr>
        <w:t>zy jednatele, vedoucího logistiky</w:t>
      </w:r>
      <w:r w:rsidR="00C418BC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 </w:t>
      </w:r>
      <w:r w:rsidR="00F475AE">
        <w:rPr>
          <w:rFonts w:ascii="Arial" w:hAnsi="Arial" w:cs="Arial"/>
          <w:sz w:val="22"/>
          <w:szCs w:val="22"/>
        </w:rPr>
        <w:t>vedoucího  střediska</w:t>
      </w:r>
      <w:r w:rsidR="00E90699">
        <w:rPr>
          <w:rFonts w:ascii="Arial" w:hAnsi="Arial" w:cs="Arial"/>
          <w:sz w:val="22"/>
          <w:szCs w:val="22"/>
        </w:rPr>
        <w:t xml:space="preserve">   ZÚCH</w:t>
      </w:r>
      <w:r>
        <w:rPr>
          <w:rFonts w:ascii="Arial" w:hAnsi="Arial" w:cs="Arial"/>
          <w:sz w:val="22"/>
          <w:szCs w:val="22"/>
        </w:rPr>
        <w:t xml:space="preserve">.   Příkazy    odpovědných     pracovníků Magistrátu   </w:t>
      </w:r>
      <w:proofErr w:type="gramStart"/>
      <w:r>
        <w:rPr>
          <w:rFonts w:ascii="Arial" w:hAnsi="Arial" w:cs="Arial"/>
          <w:sz w:val="22"/>
          <w:szCs w:val="22"/>
        </w:rPr>
        <w:t>města  Ústí</w:t>
      </w:r>
      <w:proofErr w:type="gramEnd"/>
      <w:r>
        <w:rPr>
          <w:rFonts w:ascii="Arial" w:hAnsi="Arial" w:cs="Arial"/>
          <w:sz w:val="22"/>
          <w:szCs w:val="22"/>
        </w:rPr>
        <w:t xml:space="preserve"> n. L. bude  plnit   pouze  </w:t>
      </w:r>
      <w:r w:rsidR="00F475AE">
        <w:rPr>
          <w:rFonts w:ascii="Arial" w:hAnsi="Arial" w:cs="Arial"/>
          <w:sz w:val="22"/>
          <w:szCs w:val="22"/>
        </w:rPr>
        <w:t xml:space="preserve"> s</w:t>
      </w:r>
      <w:r w:rsidR="00555467">
        <w:rPr>
          <w:rFonts w:ascii="Arial" w:hAnsi="Arial" w:cs="Arial"/>
          <w:sz w:val="22"/>
          <w:szCs w:val="22"/>
        </w:rPr>
        <w:t xml:space="preserve">  vědomím   vedoucího  provozu</w:t>
      </w:r>
      <w:r w:rsidR="00F475AE">
        <w:rPr>
          <w:rFonts w:ascii="Arial" w:hAnsi="Arial" w:cs="Arial"/>
          <w:sz w:val="22"/>
          <w:szCs w:val="22"/>
        </w:rPr>
        <w:t xml:space="preserve"> či   vedoucího střediska</w:t>
      </w:r>
      <w:r w:rsidR="00E90699">
        <w:rPr>
          <w:rFonts w:ascii="Arial" w:hAnsi="Arial" w:cs="Arial"/>
          <w:sz w:val="22"/>
          <w:szCs w:val="22"/>
        </w:rPr>
        <w:t xml:space="preserve"> ZÚCH</w:t>
      </w:r>
      <w:r>
        <w:rPr>
          <w:rFonts w:ascii="Arial" w:hAnsi="Arial" w:cs="Arial"/>
          <w:sz w:val="22"/>
          <w:szCs w:val="22"/>
        </w:rPr>
        <w:t>.</w:t>
      </w:r>
    </w:p>
    <w:p w14:paraId="41C62187" w14:textId="77777777" w:rsidR="00CB3051" w:rsidRDefault="00CB3051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</w:p>
    <w:p w14:paraId="69010897" w14:textId="77777777" w:rsidR="00CB3051" w:rsidRDefault="00CB3051">
      <w:pPr>
        <w:pStyle w:val="standard"/>
        <w:suppressLineNumbers/>
        <w:ind w:left="72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  <w:u w:val="single"/>
        </w:rPr>
        <w:t>Požadavky  a</w:t>
      </w:r>
      <w:proofErr w:type="gramEnd"/>
      <w:r>
        <w:rPr>
          <w:rFonts w:ascii="Arial" w:hAnsi="Arial" w:cs="Arial"/>
          <w:sz w:val="22"/>
          <w:szCs w:val="22"/>
          <w:u w:val="single"/>
        </w:rPr>
        <w:t xml:space="preserve">  připomínky  jiných  subjektů</w:t>
      </w:r>
      <w:r>
        <w:rPr>
          <w:rFonts w:ascii="Arial" w:hAnsi="Arial" w:cs="Arial"/>
          <w:sz w:val="22"/>
          <w:szCs w:val="22"/>
        </w:rPr>
        <w:t xml:space="preserve"> ( např. zdravotnictví, hasičů, Policie ČR, Městské   policie,  ČSAD  –  BUS,  Dopravních   podniků,   ÚMO,  SÚS   apod.  )   budou   službu konajícím    dispečerem    evidovány,    kontrolovány    a    budou    sloužit   jako   podklady   pro rozhodování   při   zajišťování   činnosti    zimní   údržby.  </w:t>
      </w:r>
      <w:proofErr w:type="gramStart"/>
      <w:r>
        <w:rPr>
          <w:rFonts w:ascii="Arial" w:hAnsi="Arial" w:cs="Arial"/>
          <w:sz w:val="22"/>
          <w:szCs w:val="22"/>
        </w:rPr>
        <w:t>Tyto  připomínky</w:t>
      </w:r>
      <w:proofErr w:type="gramEnd"/>
      <w:r>
        <w:rPr>
          <w:rFonts w:ascii="Arial" w:hAnsi="Arial" w:cs="Arial"/>
          <w:sz w:val="22"/>
          <w:szCs w:val="22"/>
        </w:rPr>
        <w:t xml:space="preserve">  a  požadavky  </w:t>
      </w:r>
      <w:r>
        <w:rPr>
          <w:rFonts w:ascii="Arial" w:hAnsi="Arial" w:cs="Arial"/>
          <w:sz w:val="22"/>
          <w:szCs w:val="22"/>
          <w:u w:val="single"/>
        </w:rPr>
        <w:t>budou brány  jako  informace</w:t>
      </w:r>
      <w:r>
        <w:rPr>
          <w:rFonts w:ascii="Arial" w:hAnsi="Arial" w:cs="Arial"/>
          <w:sz w:val="22"/>
          <w:szCs w:val="22"/>
        </w:rPr>
        <w:t xml:space="preserve">  a  nelze  je  chápat  jako  příkazy  pro službu konajícího dis</w:t>
      </w:r>
      <w:r w:rsidR="00F475AE">
        <w:rPr>
          <w:rFonts w:ascii="Arial" w:hAnsi="Arial" w:cs="Arial"/>
          <w:sz w:val="22"/>
          <w:szCs w:val="22"/>
        </w:rPr>
        <w:t>pečera nebo vedoucího střediska</w:t>
      </w:r>
      <w:r w:rsidR="00E90699">
        <w:rPr>
          <w:rFonts w:ascii="Arial" w:hAnsi="Arial" w:cs="Arial"/>
          <w:sz w:val="22"/>
          <w:szCs w:val="22"/>
        </w:rPr>
        <w:t xml:space="preserve"> ZÚCH</w:t>
      </w:r>
      <w:r>
        <w:rPr>
          <w:rFonts w:ascii="Arial" w:hAnsi="Arial" w:cs="Arial"/>
          <w:sz w:val="22"/>
          <w:szCs w:val="22"/>
        </w:rPr>
        <w:t>.</w:t>
      </w:r>
    </w:p>
    <w:p w14:paraId="67B36CCF" w14:textId="77777777" w:rsidR="00FB5811" w:rsidRDefault="00FB5811" w:rsidP="00167BBB">
      <w:pPr>
        <w:pStyle w:val="standard"/>
        <w:rPr>
          <w:rFonts w:ascii="Arial" w:hAnsi="Arial" w:cs="Arial"/>
          <w:sz w:val="22"/>
          <w:szCs w:val="22"/>
          <w:u w:val="single"/>
        </w:rPr>
      </w:pPr>
    </w:p>
    <w:p w14:paraId="696226E0" w14:textId="77777777" w:rsidR="00FB5811" w:rsidRDefault="00FB5811">
      <w:pPr>
        <w:pStyle w:val="standard"/>
        <w:ind w:left="720"/>
        <w:rPr>
          <w:rFonts w:ascii="Arial" w:hAnsi="Arial" w:cs="Arial"/>
          <w:sz w:val="22"/>
          <w:szCs w:val="22"/>
          <w:u w:val="single"/>
        </w:rPr>
      </w:pPr>
    </w:p>
    <w:p w14:paraId="757A4BDE" w14:textId="77777777" w:rsidR="00CB3051" w:rsidRDefault="00CB3051">
      <w:pPr>
        <w:pStyle w:val="standard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3. Náplň práce a povinnosti pracovníků při výkonu zimní údržby</w:t>
      </w:r>
    </w:p>
    <w:p w14:paraId="6FBD8473" w14:textId="77777777" w:rsidR="00CB3051" w:rsidRDefault="00CB3051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14:paraId="548F12E8" w14:textId="77777777" w:rsidR="00CB3051" w:rsidRDefault="00CB3051">
      <w:pPr>
        <w:pStyle w:val="standard"/>
        <w:suppressLineNumbers/>
        <w:ind w:left="720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Vedo</w:t>
      </w:r>
      <w:r w:rsidR="00555467">
        <w:rPr>
          <w:rFonts w:ascii="Arial" w:hAnsi="Arial" w:cs="Arial"/>
          <w:sz w:val="22"/>
          <w:szCs w:val="22"/>
          <w:u w:val="single"/>
        </w:rPr>
        <w:t>ucí provozu</w:t>
      </w:r>
    </w:p>
    <w:p w14:paraId="0FD5341D" w14:textId="77777777" w:rsidR="00CB3051" w:rsidRDefault="00CB3051">
      <w:pPr>
        <w:pStyle w:val="standard"/>
        <w:suppressLineNumbers/>
        <w:ind w:left="1680" w:hanging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 </w:t>
      </w:r>
      <w:proofErr w:type="gramStart"/>
      <w:r>
        <w:rPr>
          <w:rFonts w:ascii="Arial" w:hAnsi="Arial" w:cs="Arial"/>
          <w:sz w:val="22"/>
          <w:szCs w:val="22"/>
        </w:rPr>
        <w:t>provádí  kontrolu</w:t>
      </w:r>
      <w:proofErr w:type="gramEnd"/>
      <w:r>
        <w:rPr>
          <w:rFonts w:ascii="Arial" w:hAnsi="Arial" w:cs="Arial"/>
          <w:sz w:val="22"/>
          <w:szCs w:val="22"/>
        </w:rPr>
        <w:t xml:space="preserve">  plnění  opatření  OP,  včetně  dodavatelských a ostatních smluvně zajištěných mechanických prostředků</w:t>
      </w:r>
    </w:p>
    <w:p w14:paraId="013CEA3F" w14:textId="77777777" w:rsidR="00CB3051" w:rsidRDefault="00CB3051">
      <w:pPr>
        <w:pStyle w:val="standard"/>
        <w:suppressLineNumbers/>
        <w:ind w:left="1680" w:hanging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</w:t>
      </w:r>
      <w:r w:rsidR="00F475AE">
        <w:rPr>
          <w:rFonts w:ascii="Arial" w:hAnsi="Arial" w:cs="Arial"/>
          <w:sz w:val="22"/>
          <w:szCs w:val="22"/>
        </w:rPr>
        <w:t xml:space="preserve"> ve spolupráci s </w:t>
      </w:r>
      <w:proofErr w:type="spellStart"/>
      <w:r w:rsidR="00F475AE">
        <w:rPr>
          <w:rFonts w:ascii="Arial" w:hAnsi="Arial" w:cs="Arial"/>
          <w:sz w:val="22"/>
          <w:szCs w:val="22"/>
        </w:rPr>
        <w:t>ved</w:t>
      </w:r>
      <w:proofErr w:type="spellEnd"/>
      <w:r w:rsidR="00F475AE">
        <w:rPr>
          <w:rFonts w:ascii="Arial" w:hAnsi="Arial" w:cs="Arial"/>
          <w:sz w:val="22"/>
          <w:szCs w:val="22"/>
        </w:rPr>
        <w:t>. střediska</w:t>
      </w:r>
      <w:r w:rsidR="00E90699">
        <w:rPr>
          <w:rFonts w:ascii="Arial" w:hAnsi="Arial" w:cs="Arial"/>
          <w:sz w:val="22"/>
          <w:szCs w:val="22"/>
        </w:rPr>
        <w:t xml:space="preserve"> ZÚCH</w:t>
      </w:r>
      <w:r>
        <w:rPr>
          <w:rFonts w:ascii="Arial" w:hAnsi="Arial" w:cs="Arial"/>
          <w:sz w:val="22"/>
          <w:szCs w:val="22"/>
        </w:rPr>
        <w:t xml:space="preserve"> provádí činnost na úseku dispečerské služby, </w:t>
      </w:r>
      <w:proofErr w:type="gramStart"/>
      <w:r>
        <w:rPr>
          <w:rFonts w:ascii="Arial" w:hAnsi="Arial" w:cs="Arial"/>
          <w:sz w:val="22"/>
          <w:szCs w:val="22"/>
        </w:rPr>
        <w:t>poučení  dispečerů</w:t>
      </w:r>
      <w:proofErr w:type="gramEnd"/>
      <w:r>
        <w:rPr>
          <w:rFonts w:ascii="Arial" w:hAnsi="Arial" w:cs="Arial"/>
          <w:sz w:val="22"/>
          <w:szCs w:val="22"/>
        </w:rPr>
        <w:t xml:space="preserve"> a pracovních posádek, vedení prvotní evidence, zpravodajské  služby, využití vozidel a mechanických prostředků</w:t>
      </w:r>
    </w:p>
    <w:p w14:paraId="18F31EB9" w14:textId="410EC1D0" w:rsidR="00CB3051" w:rsidRDefault="00CB3051">
      <w:pPr>
        <w:pStyle w:val="standard"/>
        <w:suppressLineNumbers/>
        <w:ind w:left="1680" w:hanging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 koordinuje činnost zimní údržby s ostatními </w:t>
      </w:r>
      <w:r w:rsidRPr="003774DB">
        <w:rPr>
          <w:rFonts w:ascii="Arial" w:hAnsi="Arial" w:cs="Arial"/>
          <w:sz w:val="22"/>
          <w:szCs w:val="22"/>
        </w:rPr>
        <w:t xml:space="preserve">útvary </w:t>
      </w:r>
      <w:r w:rsidR="00D86E83" w:rsidRPr="00D86E83">
        <w:rPr>
          <w:rFonts w:ascii="Arial" w:hAnsi="Arial" w:cs="Arial"/>
          <w:sz w:val="22"/>
          <w:szCs w:val="22"/>
          <w:highlight w:val="yellow"/>
        </w:rPr>
        <w:t>dodavatele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zejména  v</w:t>
      </w:r>
      <w:proofErr w:type="gramEnd"/>
      <w:r>
        <w:rPr>
          <w:rFonts w:ascii="Arial" w:hAnsi="Arial" w:cs="Arial"/>
          <w:sz w:val="22"/>
          <w:szCs w:val="22"/>
        </w:rPr>
        <w:t xml:space="preserve"> případech nasazení doplňující mechanizace a dalších pracovníků při řešení  kalamitních situací</w:t>
      </w:r>
    </w:p>
    <w:p w14:paraId="41EE5CA6" w14:textId="77777777" w:rsidR="00CB3051" w:rsidRDefault="00CB3051">
      <w:pPr>
        <w:pStyle w:val="standard"/>
        <w:suppressLineNumbers/>
        <w:ind w:left="1680" w:hanging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průběžně informuje jednatele firmy o průběhu provádění zimní údržby</w:t>
      </w:r>
    </w:p>
    <w:p w14:paraId="70652F8B" w14:textId="77777777" w:rsidR="00CB3051" w:rsidRPr="00617EC8" w:rsidRDefault="00F475AE">
      <w:pPr>
        <w:pStyle w:val="standard"/>
        <w:suppressLineNumbers/>
        <w:ind w:left="720"/>
        <w:outlineLvl w:val="0"/>
        <w:rPr>
          <w:rFonts w:ascii="Arial" w:hAnsi="Arial" w:cs="Arial"/>
          <w:sz w:val="22"/>
          <w:szCs w:val="22"/>
          <w:u w:val="single"/>
        </w:rPr>
      </w:pPr>
      <w:r w:rsidRPr="00617EC8">
        <w:rPr>
          <w:rFonts w:ascii="Arial" w:hAnsi="Arial" w:cs="Arial"/>
          <w:sz w:val="22"/>
          <w:szCs w:val="22"/>
          <w:u w:val="single"/>
        </w:rPr>
        <w:t>Vedoucí střediska</w:t>
      </w:r>
      <w:r w:rsidR="00E90699">
        <w:rPr>
          <w:rFonts w:ascii="Arial" w:hAnsi="Arial" w:cs="Arial"/>
          <w:sz w:val="22"/>
          <w:szCs w:val="22"/>
          <w:u w:val="single"/>
        </w:rPr>
        <w:t xml:space="preserve"> ZÚCH</w:t>
      </w:r>
    </w:p>
    <w:p w14:paraId="74DDEAEB" w14:textId="77777777" w:rsidR="00CB3051" w:rsidRDefault="00CB3051">
      <w:pPr>
        <w:pStyle w:val="standard"/>
        <w:suppressLineNumbers/>
        <w:ind w:left="1722" w:hanging="282"/>
        <w:rPr>
          <w:rFonts w:ascii="Arial" w:hAnsi="Arial" w:cs="Arial"/>
          <w:sz w:val="22"/>
          <w:szCs w:val="22"/>
        </w:rPr>
      </w:pPr>
    </w:p>
    <w:p w14:paraId="008A2A4B" w14:textId="77777777" w:rsidR="00CB3051" w:rsidRDefault="00CB3051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řídí a organizuje vlastní výkon zimní údržby a s ní spojenou službu</w:t>
      </w:r>
    </w:p>
    <w:p w14:paraId="4F852888" w14:textId="77777777" w:rsidR="00CB3051" w:rsidRDefault="00CB3051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provádí kontrolu plnění OP především v oblasti včasnosti prováděných údržbových prací a dodržování stanoveného technologického postupu, provozní způsobilosti a plného využití vozidel a mechanických prostředků</w:t>
      </w:r>
    </w:p>
    <w:p w14:paraId="4270C678" w14:textId="77777777" w:rsidR="00CB3051" w:rsidRDefault="00CB3051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–  řídí a organizuje práci dispečerů na centrálním dispečinku, vedení prvotní evidence o výkonech a spotřebě materiálu</w:t>
      </w:r>
    </w:p>
    <w:p w14:paraId="7B7ABF75" w14:textId="77777777" w:rsidR="00CB3051" w:rsidRDefault="00CB3051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připravuje rozpisy služeb dispečerů, řidičů, obsluh nakladačů a pohotovostních služeb</w:t>
      </w:r>
    </w:p>
    <w:p w14:paraId="2F0FF1DA" w14:textId="77777777" w:rsidR="00CB3051" w:rsidRDefault="00CB3051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kontroluje stav uložení a množství naskladněných posypových materiálů, zodpovídá za jejich průběžné doplňování</w:t>
      </w:r>
    </w:p>
    <w:p w14:paraId="11BE05E6" w14:textId="77777777" w:rsidR="00CB3051" w:rsidRDefault="00CB3051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podle povětrnostní situace a meteorologických prognóz upřesňuje</w:t>
      </w:r>
      <w:r w:rsidR="00B24E86">
        <w:rPr>
          <w:rFonts w:ascii="Arial" w:hAnsi="Arial" w:cs="Arial"/>
          <w:sz w:val="22"/>
          <w:szCs w:val="22"/>
        </w:rPr>
        <w:t xml:space="preserve"> rozsah výkonu zimní údržby </w:t>
      </w:r>
    </w:p>
    <w:p w14:paraId="41F509E4" w14:textId="77777777" w:rsidR="00CB3051" w:rsidRDefault="00CB3051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 soustřeďuje a vyhodnocuje výkazovou dokumentaci </w:t>
      </w:r>
      <w:proofErr w:type="gramStart"/>
      <w:r>
        <w:rPr>
          <w:rFonts w:ascii="Arial" w:hAnsi="Arial" w:cs="Arial"/>
          <w:iCs/>
          <w:sz w:val="22"/>
          <w:szCs w:val="22"/>
        </w:rPr>
        <w:t>( „</w:t>
      </w:r>
      <w:proofErr w:type="gramEnd"/>
      <w:r>
        <w:rPr>
          <w:rFonts w:ascii="Arial" w:hAnsi="Arial" w:cs="Arial"/>
          <w:iCs/>
          <w:sz w:val="22"/>
          <w:szCs w:val="22"/>
        </w:rPr>
        <w:t>Zápisy o průběhu výkonu zimní</w:t>
      </w: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iCs/>
          <w:sz w:val="22"/>
          <w:szCs w:val="22"/>
        </w:rPr>
        <w:t>služby“  a „ Chronologický  průběh směny“ ),</w:t>
      </w:r>
      <w:r>
        <w:rPr>
          <w:rFonts w:ascii="Arial" w:hAnsi="Arial" w:cs="Arial"/>
          <w:sz w:val="22"/>
          <w:szCs w:val="22"/>
        </w:rPr>
        <w:t xml:space="preserve"> provádí sumarizaci pro potřeby ekonomického oddělení</w:t>
      </w:r>
    </w:p>
    <w:p w14:paraId="708958A6" w14:textId="77777777" w:rsidR="00CB3051" w:rsidRDefault="00CB3051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</w:p>
    <w:p w14:paraId="601ADCED" w14:textId="77777777" w:rsidR="00CB3051" w:rsidRDefault="00B24E86">
      <w:pPr>
        <w:pStyle w:val="standard"/>
        <w:suppressLineNumbers/>
        <w:ind w:left="720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Dispečer ZÚCH</w:t>
      </w:r>
    </w:p>
    <w:p w14:paraId="019A5D6C" w14:textId="77777777" w:rsidR="00CB3051" w:rsidRDefault="00CB3051">
      <w:pPr>
        <w:pStyle w:val="standard"/>
        <w:suppressLineNumbers/>
        <w:ind w:left="720"/>
        <w:outlineLvl w:val="0"/>
        <w:rPr>
          <w:rFonts w:ascii="Arial" w:hAnsi="Arial" w:cs="Arial"/>
          <w:sz w:val="22"/>
          <w:szCs w:val="22"/>
        </w:rPr>
      </w:pPr>
    </w:p>
    <w:p w14:paraId="19FEAC3D" w14:textId="77777777" w:rsidR="00CB3051" w:rsidRDefault="00CB3051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řídí a organizuje průběh výkonu zimní údržby na místních komunikacích</w:t>
      </w:r>
      <w:r w:rsidR="00B24E86">
        <w:rPr>
          <w:rFonts w:ascii="Arial" w:hAnsi="Arial" w:cs="Arial"/>
          <w:sz w:val="22"/>
          <w:szCs w:val="22"/>
        </w:rPr>
        <w:t xml:space="preserve"> pro pěší</w:t>
      </w:r>
      <w:r>
        <w:rPr>
          <w:rFonts w:ascii="Arial" w:hAnsi="Arial" w:cs="Arial"/>
          <w:sz w:val="22"/>
          <w:szCs w:val="22"/>
        </w:rPr>
        <w:t xml:space="preserve"> ve městě Ústí nad Labem</w:t>
      </w:r>
    </w:p>
    <w:p w14:paraId="5A2255E2" w14:textId="77777777" w:rsidR="00CB3051" w:rsidRDefault="00CB3051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vede příslušnou dokumentaci a evidenci stanovenou pro dispečink</w:t>
      </w:r>
    </w:p>
    <w:p w14:paraId="7245AD81" w14:textId="77777777" w:rsidR="00CB3051" w:rsidRDefault="00CB3051">
      <w:pPr>
        <w:pStyle w:val="standard"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sleduje a vyhodnocuje meteorologickou situaci</w:t>
      </w:r>
    </w:p>
    <w:p w14:paraId="761E33AF" w14:textId="77777777" w:rsidR="00CB3051" w:rsidRDefault="00CB3051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 </w:t>
      </w:r>
      <w:proofErr w:type="gramStart"/>
      <w:r>
        <w:rPr>
          <w:rFonts w:ascii="Arial" w:hAnsi="Arial" w:cs="Arial"/>
          <w:sz w:val="22"/>
          <w:szCs w:val="22"/>
        </w:rPr>
        <w:t>prostřednictvím  pohotovostních</w:t>
      </w:r>
      <w:proofErr w:type="gramEnd"/>
      <w:r>
        <w:rPr>
          <w:rFonts w:ascii="Arial" w:hAnsi="Arial" w:cs="Arial"/>
          <w:sz w:val="22"/>
          <w:szCs w:val="22"/>
        </w:rPr>
        <w:t xml:space="preserve"> směn zajišťuje upřednostněnou opravárenskou činnost prostředků určených k výkonu zimní údržby, určuje priority pořadí oprav</w:t>
      </w:r>
    </w:p>
    <w:p w14:paraId="7FB1AA4B" w14:textId="77777777" w:rsidR="00CB3051" w:rsidRDefault="00CB3051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eviduje veškeré požadavky na výkon zimní údržby, realizuje je v souladu s OP</w:t>
      </w:r>
    </w:p>
    <w:p w14:paraId="5DDF0AD6" w14:textId="77777777" w:rsidR="00CB3051" w:rsidRDefault="00CB3051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 řídí činnost výjezdového technika, </w:t>
      </w:r>
      <w:proofErr w:type="gramStart"/>
      <w:r>
        <w:rPr>
          <w:rFonts w:ascii="Arial" w:hAnsi="Arial" w:cs="Arial"/>
          <w:sz w:val="22"/>
          <w:szCs w:val="22"/>
        </w:rPr>
        <w:t>jehož  prostřednictvím</w:t>
      </w:r>
      <w:proofErr w:type="gramEnd"/>
      <w:r>
        <w:rPr>
          <w:rFonts w:ascii="Arial" w:hAnsi="Arial" w:cs="Arial"/>
          <w:sz w:val="22"/>
          <w:szCs w:val="22"/>
        </w:rPr>
        <w:t xml:space="preserve"> získává reál</w:t>
      </w:r>
      <w:r w:rsidR="00B24E86">
        <w:rPr>
          <w:rFonts w:ascii="Arial" w:hAnsi="Arial" w:cs="Arial"/>
          <w:sz w:val="22"/>
          <w:szCs w:val="22"/>
        </w:rPr>
        <w:t xml:space="preserve">né informace o stavu schůdnosti </w:t>
      </w:r>
      <w:r>
        <w:rPr>
          <w:rFonts w:ascii="Arial" w:hAnsi="Arial" w:cs="Arial"/>
          <w:sz w:val="22"/>
          <w:szCs w:val="22"/>
        </w:rPr>
        <w:t>komunikací</w:t>
      </w:r>
      <w:r w:rsidR="00B24E86">
        <w:rPr>
          <w:rFonts w:ascii="Arial" w:hAnsi="Arial" w:cs="Arial"/>
          <w:sz w:val="22"/>
          <w:szCs w:val="22"/>
        </w:rPr>
        <w:t xml:space="preserve"> pro pěší</w:t>
      </w:r>
    </w:p>
    <w:p w14:paraId="50AF9CDE" w14:textId="77777777" w:rsidR="00CB3051" w:rsidRDefault="00CB3051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podle vzniklé situace povolává do pohotovosti, případně přímo do směny, další pracovníky, vč. pohotovostních směn na dodavatelskou zimní údržbu chodníků</w:t>
      </w:r>
    </w:p>
    <w:p w14:paraId="7C21C46A" w14:textId="77777777" w:rsidR="00CB3051" w:rsidRDefault="002F0A39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 podle pokynů </w:t>
      </w:r>
      <w:proofErr w:type="spellStart"/>
      <w:r>
        <w:rPr>
          <w:rFonts w:ascii="Arial" w:hAnsi="Arial" w:cs="Arial"/>
          <w:sz w:val="22"/>
          <w:szCs w:val="22"/>
        </w:rPr>
        <w:t>ved</w:t>
      </w:r>
      <w:proofErr w:type="spellEnd"/>
      <w:r>
        <w:rPr>
          <w:rFonts w:ascii="Arial" w:hAnsi="Arial" w:cs="Arial"/>
          <w:sz w:val="22"/>
          <w:szCs w:val="22"/>
        </w:rPr>
        <w:t>. střediska</w:t>
      </w:r>
      <w:r w:rsidR="00B24E86">
        <w:rPr>
          <w:rFonts w:ascii="Arial" w:hAnsi="Arial" w:cs="Arial"/>
          <w:sz w:val="22"/>
          <w:szCs w:val="22"/>
        </w:rPr>
        <w:t xml:space="preserve"> ZÚCH</w:t>
      </w:r>
      <w:r w:rsidR="00CB3051">
        <w:rPr>
          <w:rFonts w:ascii="Arial" w:hAnsi="Arial" w:cs="Arial"/>
          <w:sz w:val="22"/>
          <w:szCs w:val="22"/>
        </w:rPr>
        <w:t xml:space="preserve"> řídí činnost při likvidaci kalamitní situace</w:t>
      </w:r>
    </w:p>
    <w:p w14:paraId="3679198F" w14:textId="77777777" w:rsidR="0094615B" w:rsidRPr="00167BBB" w:rsidRDefault="00CB3051" w:rsidP="00167BBB">
      <w:pPr>
        <w:pStyle w:val="standard"/>
        <w:suppressLineNumbers/>
        <w:ind w:left="1708" w:hanging="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v době výkonu zimní služby je pří</w:t>
      </w:r>
      <w:r w:rsidR="002F0A39">
        <w:rPr>
          <w:rFonts w:ascii="Arial" w:hAnsi="Arial" w:cs="Arial"/>
          <w:sz w:val="22"/>
          <w:szCs w:val="22"/>
        </w:rPr>
        <w:t>mo podřízen vedoucímu střediska</w:t>
      </w:r>
      <w:r w:rsidR="00B24E86">
        <w:rPr>
          <w:rFonts w:ascii="Arial" w:hAnsi="Arial" w:cs="Arial"/>
          <w:sz w:val="22"/>
          <w:szCs w:val="22"/>
        </w:rPr>
        <w:t xml:space="preserve"> ZÚCH</w:t>
      </w:r>
      <w:r>
        <w:rPr>
          <w:rFonts w:ascii="Arial" w:hAnsi="Arial" w:cs="Arial"/>
          <w:sz w:val="22"/>
          <w:szCs w:val="22"/>
        </w:rPr>
        <w:t xml:space="preserve"> a mimo to je povinen respektovat příkazy jednatele.</w:t>
      </w:r>
    </w:p>
    <w:p w14:paraId="5ED650F3" w14:textId="77777777" w:rsidR="0094615B" w:rsidRDefault="0094615B">
      <w:pPr>
        <w:pStyle w:val="standard"/>
        <w:suppressLineNumbers/>
        <w:ind w:left="720"/>
        <w:outlineLvl w:val="0"/>
        <w:rPr>
          <w:rFonts w:ascii="Arial" w:hAnsi="Arial" w:cs="Arial"/>
          <w:sz w:val="22"/>
          <w:szCs w:val="22"/>
          <w:u w:val="single"/>
        </w:rPr>
      </w:pPr>
    </w:p>
    <w:p w14:paraId="5EEC577D" w14:textId="77777777" w:rsidR="00CB3051" w:rsidRDefault="00CB3051">
      <w:pPr>
        <w:pStyle w:val="standard"/>
        <w:suppressLineNumbers/>
        <w:ind w:left="720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Výjezdní technik</w:t>
      </w:r>
    </w:p>
    <w:p w14:paraId="2BE52EC1" w14:textId="77777777" w:rsidR="00CB3051" w:rsidRDefault="00CB3051">
      <w:pPr>
        <w:pStyle w:val="standard"/>
        <w:suppressLineNumbers/>
        <w:ind w:left="720"/>
        <w:outlineLvl w:val="0"/>
        <w:rPr>
          <w:rFonts w:ascii="Arial" w:hAnsi="Arial" w:cs="Arial"/>
          <w:sz w:val="22"/>
          <w:szCs w:val="22"/>
        </w:rPr>
      </w:pPr>
    </w:p>
    <w:p w14:paraId="123F5B83" w14:textId="77777777" w:rsidR="00CB3051" w:rsidRDefault="00CB3051">
      <w:pPr>
        <w:pStyle w:val="standard"/>
        <w:suppressLineNumbers/>
        <w:ind w:left="1694" w:hanging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provádí kontrolu technic</w:t>
      </w:r>
      <w:r w:rsidR="004452EE">
        <w:rPr>
          <w:rFonts w:ascii="Arial" w:hAnsi="Arial" w:cs="Arial"/>
          <w:sz w:val="22"/>
          <w:szCs w:val="22"/>
        </w:rPr>
        <w:t>ké funkčnosti a stavu schůdnosti</w:t>
      </w:r>
      <w:r>
        <w:rPr>
          <w:rFonts w:ascii="Arial" w:hAnsi="Arial" w:cs="Arial"/>
          <w:sz w:val="22"/>
          <w:szCs w:val="22"/>
        </w:rPr>
        <w:t xml:space="preserve"> místních komunikací</w:t>
      </w:r>
      <w:r w:rsidR="004452EE">
        <w:rPr>
          <w:rFonts w:ascii="Arial" w:hAnsi="Arial" w:cs="Arial"/>
          <w:sz w:val="22"/>
          <w:szCs w:val="22"/>
        </w:rPr>
        <w:t xml:space="preserve"> pro pěší</w:t>
      </w:r>
      <w:r>
        <w:rPr>
          <w:rFonts w:ascii="Arial" w:hAnsi="Arial" w:cs="Arial"/>
          <w:sz w:val="22"/>
          <w:szCs w:val="22"/>
        </w:rPr>
        <w:t xml:space="preserve"> ve městě Ústí nad Labem</w:t>
      </w:r>
    </w:p>
    <w:p w14:paraId="23A66950" w14:textId="77777777" w:rsidR="00CB3051" w:rsidRDefault="00CB3051">
      <w:pPr>
        <w:pStyle w:val="standard"/>
        <w:suppressLineNumbers/>
        <w:ind w:left="1694" w:hanging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provádí svoz pracovníků v domácí pohotovosti k nasazení na výkon zimní údržby</w:t>
      </w:r>
    </w:p>
    <w:p w14:paraId="4222E8CC" w14:textId="77777777" w:rsidR="00CB3051" w:rsidRDefault="00CB3051">
      <w:pPr>
        <w:pStyle w:val="standard"/>
        <w:suppressLineNumbers/>
        <w:ind w:left="1694" w:hanging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kontroluje kvalitu a účinnost zásahu posypových vozů, dodržování stanovené technologie a časových norem ve vztahu k jednotlivým udržovaným úsekům a pořadím dopravní důležitosti, tyto informace vyhodnocuje a předá</w:t>
      </w:r>
      <w:r w:rsidR="002F0A39">
        <w:rPr>
          <w:rFonts w:ascii="Arial" w:hAnsi="Arial" w:cs="Arial"/>
          <w:sz w:val="22"/>
          <w:szCs w:val="22"/>
        </w:rPr>
        <w:t xml:space="preserve">vá dispečerovi a </w:t>
      </w:r>
      <w:proofErr w:type="spellStart"/>
      <w:r w:rsidR="002F0A39">
        <w:rPr>
          <w:rFonts w:ascii="Arial" w:hAnsi="Arial" w:cs="Arial"/>
          <w:sz w:val="22"/>
          <w:szCs w:val="22"/>
        </w:rPr>
        <w:t>ved</w:t>
      </w:r>
      <w:proofErr w:type="spellEnd"/>
      <w:r w:rsidR="002F0A39">
        <w:rPr>
          <w:rFonts w:ascii="Arial" w:hAnsi="Arial" w:cs="Arial"/>
          <w:sz w:val="22"/>
          <w:szCs w:val="22"/>
        </w:rPr>
        <w:t>. střediska</w:t>
      </w:r>
      <w:r w:rsidR="004452EE">
        <w:rPr>
          <w:rFonts w:ascii="Arial" w:hAnsi="Arial" w:cs="Arial"/>
          <w:sz w:val="22"/>
          <w:szCs w:val="22"/>
        </w:rPr>
        <w:t xml:space="preserve"> ZÚCH</w:t>
      </w:r>
    </w:p>
    <w:p w14:paraId="50499F91" w14:textId="77777777" w:rsidR="00CB3051" w:rsidRDefault="00CB3051">
      <w:pPr>
        <w:pStyle w:val="standard"/>
        <w:suppressLineNumbers/>
        <w:ind w:left="720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Pracovní směny a </w:t>
      </w:r>
      <w:proofErr w:type="gramStart"/>
      <w:r>
        <w:rPr>
          <w:rFonts w:ascii="Arial" w:hAnsi="Arial" w:cs="Arial"/>
          <w:sz w:val="22"/>
          <w:szCs w:val="22"/>
          <w:u w:val="single"/>
        </w:rPr>
        <w:t>osádky - řidiči</w:t>
      </w:r>
      <w:proofErr w:type="gramEnd"/>
      <w:r>
        <w:rPr>
          <w:rFonts w:ascii="Arial" w:hAnsi="Arial" w:cs="Arial"/>
          <w:sz w:val="22"/>
          <w:szCs w:val="22"/>
          <w:u w:val="single"/>
        </w:rPr>
        <w:t xml:space="preserve"> vozidel a obsluhy mech. prostředků</w:t>
      </w:r>
    </w:p>
    <w:p w14:paraId="337B6620" w14:textId="77777777" w:rsidR="00CB3051" w:rsidRDefault="00CB3051">
      <w:pPr>
        <w:pStyle w:val="standard"/>
        <w:suppressLineNumbers/>
        <w:ind w:left="720"/>
        <w:outlineLvl w:val="0"/>
        <w:rPr>
          <w:rFonts w:ascii="Arial" w:hAnsi="Arial" w:cs="Arial"/>
          <w:sz w:val="22"/>
          <w:szCs w:val="22"/>
        </w:rPr>
      </w:pPr>
    </w:p>
    <w:p w14:paraId="2009BB69" w14:textId="77777777" w:rsidR="00CB3051" w:rsidRDefault="00CB3051">
      <w:pPr>
        <w:pStyle w:val="standard"/>
        <w:suppressLineNumbers/>
        <w:ind w:left="1694" w:hanging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na základě příkazu službu konajícího dispečera provádějí stanovené práce k zmírnění č</w:t>
      </w:r>
      <w:r w:rsidR="004452EE">
        <w:rPr>
          <w:rFonts w:ascii="Arial" w:hAnsi="Arial" w:cs="Arial"/>
          <w:sz w:val="22"/>
          <w:szCs w:val="22"/>
        </w:rPr>
        <w:t>i odstranění závad ve schůdnosti</w:t>
      </w:r>
      <w:r>
        <w:rPr>
          <w:rFonts w:ascii="Arial" w:hAnsi="Arial" w:cs="Arial"/>
          <w:sz w:val="22"/>
          <w:szCs w:val="22"/>
        </w:rPr>
        <w:t xml:space="preserve"> místních komunikací</w:t>
      </w:r>
      <w:r w:rsidR="004452EE">
        <w:rPr>
          <w:rFonts w:ascii="Arial" w:hAnsi="Arial" w:cs="Arial"/>
          <w:sz w:val="22"/>
          <w:szCs w:val="22"/>
        </w:rPr>
        <w:t xml:space="preserve"> pro pěší</w:t>
      </w:r>
      <w:r>
        <w:rPr>
          <w:rFonts w:ascii="Arial" w:hAnsi="Arial" w:cs="Arial"/>
          <w:sz w:val="22"/>
          <w:szCs w:val="22"/>
        </w:rPr>
        <w:t xml:space="preserve">; při provádění </w:t>
      </w:r>
      <w:proofErr w:type="gramStart"/>
      <w:r>
        <w:rPr>
          <w:rFonts w:ascii="Arial" w:hAnsi="Arial" w:cs="Arial"/>
          <w:sz w:val="22"/>
          <w:szCs w:val="22"/>
        </w:rPr>
        <w:t>této  činn</w:t>
      </w:r>
      <w:r w:rsidR="004452EE">
        <w:rPr>
          <w:rFonts w:ascii="Arial" w:hAnsi="Arial" w:cs="Arial"/>
          <w:sz w:val="22"/>
          <w:szCs w:val="22"/>
        </w:rPr>
        <w:t>osti</w:t>
      </w:r>
      <w:proofErr w:type="gramEnd"/>
      <w:r w:rsidR="004452EE">
        <w:rPr>
          <w:rFonts w:ascii="Arial" w:hAnsi="Arial" w:cs="Arial"/>
          <w:sz w:val="22"/>
          <w:szCs w:val="22"/>
        </w:rPr>
        <w:t xml:space="preserve"> kontrolují stav a schůdnost</w:t>
      </w:r>
      <w:r>
        <w:rPr>
          <w:rFonts w:ascii="Arial" w:hAnsi="Arial" w:cs="Arial"/>
          <w:sz w:val="22"/>
          <w:szCs w:val="22"/>
        </w:rPr>
        <w:t xml:space="preserve"> jednotlivých úseků a průběžně informují dispečera</w:t>
      </w:r>
    </w:p>
    <w:p w14:paraId="30676032" w14:textId="77777777" w:rsidR="00CB3051" w:rsidRDefault="00CB3051">
      <w:pPr>
        <w:pStyle w:val="standard"/>
        <w:suppressLineNumbers/>
        <w:ind w:left="1694" w:hanging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při provádění výkonu údržbových prací spojených se zimní údržbou dbají na včasnost a kvalitu prováděné práce</w:t>
      </w:r>
    </w:p>
    <w:p w14:paraId="08E228B9" w14:textId="77777777" w:rsidR="00CB3051" w:rsidRDefault="00CB3051">
      <w:pPr>
        <w:pStyle w:val="standard"/>
        <w:suppressLineNumbers/>
        <w:ind w:left="1694" w:hanging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okamžitě hlásí závady na vozidle a nástavbě, info</w:t>
      </w:r>
      <w:r w:rsidR="00C418BC">
        <w:rPr>
          <w:rFonts w:ascii="Arial" w:hAnsi="Arial" w:cs="Arial"/>
          <w:sz w:val="22"/>
          <w:szCs w:val="22"/>
        </w:rPr>
        <w:t xml:space="preserve">rmují o </w:t>
      </w:r>
      <w:proofErr w:type="gramStart"/>
      <w:r w:rsidR="00C418BC">
        <w:rPr>
          <w:rFonts w:ascii="Arial" w:hAnsi="Arial" w:cs="Arial"/>
          <w:sz w:val="22"/>
          <w:szCs w:val="22"/>
        </w:rPr>
        <w:t>funkčnosti  mobilního</w:t>
      </w:r>
      <w:proofErr w:type="gramEnd"/>
      <w:r w:rsidR="00C418BC">
        <w:rPr>
          <w:rFonts w:ascii="Arial" w:hAnsi="Arial" w:cs="Arial"/>
          <w:sz w:val="22"/>
          <w:szCs w:val="22"/>
        </w:rPr>
        <w:t xml:space="preserve"> telefonního</w:t>
      </w:r>
      <w:r>
        <w:rPr>
          <w:rFonts w:ascii="Arial" w:hAnsi="Arial" w:cs="Arial"/>
          <w:sz w:val="22"/>
          <w:szCs w:val="22"/>
        </w:rPr>
        <w:t xml:space="preserve"> spojení</w:t>
      </w:r>
    </w:p>
    <w:p w14:paraId="6740EA6A" w14:textId="77777777" w:rsidR="00CB3051" w:rsidRDefault="00CB3051">
      <w:pPr>
        <w:pStyle w:val="standard"/>
        <w:suppressLineNumbers/>
        <w:ind w:left="1694" w:hanging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bez souhlasu službu konajícího dispečera nemohou svévolně opustit přidělený úsek (pracovní okruh), po splnění zadaného úkolu žád</w:t>
      </w:r>
      <w:r w:rsidR="00C418BC">
        <w:rPr>
          <w:rFonts w:ascii="Arial" w:hAnsi="Arial" w:cs="Arial"/>
          <w:sz w:val="22"/>
          <w:szCs w:val="22"/>
        </w:rPr>
        <w:t>ají prostřednictvím mobilního telefonního</w:t>
      </w:r>
      <w:r>
        <w:rPr>
          <w:rFonts w:ascii="Arial" w:hAnsi="Arial" w:cs="Arial"/>
          <w:sz w:val="22"/>
          <w:szCs w:val="22"/>
        </w:rPr>
        <w:t xml:space="preserve"> spojení o další pokyny</w:t>
      </w:r>
    </w:p>
    <w:p w14:paraId="406DE0F7" w14:textId="77777777" w:rsidR="00CB3051" w:rsidRDefault="00CB3051">
      <w:pPr>
        <w:pStyle w:val="standard"/>
        <w:suppressLineNumbers/>
        <w:ind w:left="1694" w:hanging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v případě příznivých klimatických podmínek zabezpečují dle příkazu službu konajícího dispečera úkoly spojené s údržbou a prov</w:t>
      </w:r>
      <w:r w:rsidR="004452EE">
        <w:rPr>
          <w:rFonts w:ascii="Arial" w:hAnsi="Arial" w:cs="Arial"/>
          <w:sz w:val="22"/>
          <w:szCs w:val="22"/>
        </w:rPr>
        <w:t>ozuschopností mechanismů pro ZÚCH</w:t>
      </w:r>
    </w:p>
    <w:p w14:paraId="525C3241" w14:textId="77777777" w:rsidR="004452EE" w:rsidRPr="00167BBB" w:rsidRDefault="00CB3051" w:rsidP="00167BBB">
      <w:pPr>
        <w:pStyle w:val="standard"/>
        <w:suppressLineNumbers/>
        <w:ind w:left="1694" w:hanging="2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</w:t>
      </w:r>
      <w:r w:rsidR="004452EE">
        <w:rPr>
          <w:rFonts w:ascii="Arial" w:hAnsi="Arial" w:cs="Arial"/>
          <w:sz w:val="22"/>
          <w:szCs w:val="22"/>
        </w:rPr>
        <w:t xml:space="preserve"> evidenci provedených výkonů ZÚCH</w:t>
      </w:r>
      <w:r>
        <w:rPr>
          <w:rFonts w:ascii="Arial" w:hAnsi="Arial" w:cs="Arial"/>
          <w:sz w:val="22"/>
          <w:szCs w:val="22"/>
        </w:rPr>
        <w:t xml:space="preserve"> předkládají k potvrze</w:t>
      </w:r>
      <w:r w:rsidR="00167BBB">
        <w:rPr>
          <w:rFonts w:ascii="Arial" w:hAnsi="Arial" w:cs="Arial"/>
          <w:sz w:val="22"/>
          <w:szCs w:val="22"/>
        </w:rPr>
        <w:t xml:space="preserve">ní službu konajícímu </w:t>
      </w:r>
      <w:proofErr w:type="spellStart"/>
      <w:r w:rsidR="00167BBB">
        <w:rPr>
          <w:rFonts w:ascii="Arial" w:hAnsi="Arial" w:cs="Arial"/>
          <w:sz w:val="22"/>
          <w:szCs w:val="22"/>
        </w:rPr>
        <w:lastRenderedPageBreak/>
        <w:t>dispečerov</w:t>
      </w:r>
      <w:proofErr w:type="spellEnd"/>
    </w:p>
    <w:p w14:paraId="3600CF3D" w14:textId="77777777" w:rsidR="00FB5811" w:rsidRDefault="00FB5811">
      <w:pPr>
        <w:pStyle w:val="standard"/>
        <w:suppressLineNumbers/>
        <w:outlineLvl w:val="0"/>
        <w:rPr>
          <w:rFonts w:ascii="Arial" w:hAnsi="Arial" w:cs="Arial"/>
          <w:b/>
          <w:color w:val="000080"/>
          <w:sz w:val="26"/>
          <w:szCs w:val="26"/>
          <w:u w:val="single"/>
        </w:rPr>
      </w:pPr>
    </w:p>
    <w:p w14:paraId="7D1E01BD" w14:textId="77777777" w:rsidR="00D86E83" w:rsidRDefault="00D86E83">
      <w:pPr>
        <w:pStyle w:val="standard"/>
        <w:suppressLineNumbers/>
        <w:outlineLvl w:val="0"/>
        <w:rPr>
          <w:rFonts w:ascii="Arial" w:hAnsi="Arial" w:cs="Arial"/>
          <w:b/>
          <w:color w:val="000080"/>
          <w:sz w:val="26"/>
          <w:szCs w:val="26"/>
          <w:u w:val="single"/>
        </w:rPr>
      </w:pPr>
    </w:p>
    <w:p w14:paraId="581B3904" w14:textId="11C66767" w:rsidR="00CB3051" w:rsidRDefault="00CB3051">
      <w:pPr>
        <w:pStyle w:val="standard"/>
        <w:suppressLineNumbers/>
        <w:outlineLvl w:val="0"/>
        <w:rPr>
          <w:rFonts w:ascii="Arial" w:hAnsi="Arial" w:cs="Arial"/>
          <w:b/>
          <w:color w:val="000080"/>
          <w:sz w:val="26"/>
          <w:szCs w:val="26"/>
          <w:u w:val="single"/>
        </w:rPr>
      </w:pPr>
      <w:r>
        <w:rPr>
          <w:rFonts w:ascii="Arial" w:hAnsi="Arial" w:cs="Arial"/>
          <w:b/>
          <w:color w:val="000080"/>
          <w:sz w:val="26"/>
          <w:szCs w:val="26"/>
          <w:u w:val="single"/>
        </w:rPr>
        <w:t xml:space="preserve">Mechanizace </w:t>
      </w:r>
      <w:r w:rsidR="00265655" w:rsidRPr="00265655">
        <w:rPr>
          <w:rFonts w:ascii="Arial" w:hAnsi="Arial" w:cs="Arial"/>
          <w:b/>
          <w:color w:val="000080"/>
          <w:sz w:val="26"/>
          <w:szCs w:val="26"/>
          <w:highlight w:val="yellow"/>
          <w:u w:val="single"/>
        </w:rPr>
        <w:t>dodavatele</w:t>
      </w:r>
      <w:r>
        <w:rPr>
          <w:rFonts w:ascii="Arial" w:hAnsi="Arial" w:cs="Arial"/>
          <w:b/>
          <w:color w:val="000080"/>
          <w:sz w:val="26"/>
          <w:szCs w:val="26"/>
          <w:u w:val="single"/>
        </w:rPr>
        <w:t>. pro výkon zimní údržby na místních komunikacích</w:t>
      </w:r>
      <w:r w:rsidR="004452EE">
        <w:rPr>
          <w:rFonts w:ascii="Arial" w:hAnsi="Arial" w:cs="Arial"/>
          <w:b/>
          <w:color w:val="000080"/>
          <w:sz w:val="26"/>
          <w:szCs w:val="26"/>
          <w:u w:val="single"/>
        </w:rPr>
        <w:t xml:space="preserve"> pro pěší (chodníků)</w:t>
      </w:r>
    </w:p>
    <w:p w14:paraId="276730D6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3CC9482D" w14:textId="77777777" w:rsidR="00CB3051" w:rsidRDefault="00CB3051" w:rsidP="00FB5811">
      <w:pPr>
        <w:pStyle w:val="standard"/>
        <w:suppressLineNumbers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1. Sypače s pluhy</w:t>
      </w:r>
    </w:p>
    <w:p w14:paraId="10E2B64D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tbl>
      <w:tblPr>
        <w:tblW w:w="8727" w:type="dxa"/>
        <w:tblInd w:w="7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92"/>
        <w:gridCol w:w="910"/>
        <w:gridCol w:w="2184"/>
        <w:gridCol w:w="2253"/>
        <w:gridCol w:w="1023"/>
        <w:gridCol w:w="1265"/>
      </w:tblGrid>
      <w:tr w:rsidR="00CB3051" w14:paraId="305BB88C" w14:textId="77777777" w:rsidTr="00C76526">
        <w:trPr>
          <w:cantSplit/>
          <w:trHeight w:val="373"/>
        </w:trPr>
        <w:tc>
          <w:tcPr>
            <w:tcW w:w="1092" w:type="dxa"/>
            <w:vMerge w:val="restart"/>
            <w:shd w:val="clear" w:color="auto" w:fill="FF5050"/>
            <w:tcMar>
              <w:left w:w="57" w:type="dxa"/>
            </w:tcMar>
            <w:vAlign w:val="center"/>
          </w:tcPr>
          <w:p w14:paraId="6478542E" w14:textId="77777777" w:rsidR="00CB3051" w:rsidRDefault="00CB3051" w:rsidP="0068249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SPZ</w:t>
            </w:r>
          </w:p>
        </w:tc>
        <w:tc>
          <w:tcPr>
            <w:tcW w:w="910" w:type="dxa"/>
            <w:vMerge w:val="restart"/>
            <w:shd w:val="clear" w:color="auto" w:fill="FF5050"/>
            <w:tcMar>
              <w:left w:w="57" w:type="dxa"/>
            </w:tcMar>
            <w:vAlign w:val="center"/>
          </w:tcPr>
          <w:p w14:paraId="774248FE" w14:textId="77777777" w:rsidR="00CB3051" w:rsidRDefault="00CB3051" w:rsidP="0068249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Rok výr.</w:t>
            </w:r>
          </w:p>
        </w:tc>
        <w:tc>
          <w:tcPr>
            <w:tcW w:w="2184" w:type="dxa"/>
            <w:vMerge w:val="restart"/>
            <w:shd w:val="clear" w:color="auto" w:fill="FF5050"/>
            <w:tcMar>
              <w:left w:w="57" w:type="dxa"/>
            </w:tcMar>
            <w:vAlign w:val="center"/>
          </w:tcPr>
          <w:p w14:paraId="44F721C6" w14:textId="77777777" w:rsidR="00CB3051" w:rsidRDefault="00CB3051" w:rsidP="0068249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 podvozku</w:t>
            </w:r>
          </w:p>
        </w:tc>
        <w:tc>
          <w:tcPr>
            <w:tcW w:w="2253" w:type="dxa"/>
            <w:vMerge w:val="restart"/>
            <w:shd w:val="clear" w:color="auto" w:fill="FF5050"/>
            <w:tcMar>
              <w:left w:w="57" w:type="dxa"/>
            </w:tcMar>
            <w:vAlign w:val="center"/>
          </w:tcPr>
          <w:p w14:paraId="57D7792D" w14:textId="77777777" w:rsidR="00CB3051" w:rsidRDefault="00CB3051" w:rsidP="0068249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 nástavby</w:t>
            </w:r>
          </w:p>
        </w:tc>
        <w:tc>
          <w:tcPr>
            <w:tcW w:w="2288" w:type="dxa"/>
            <w:gridSpan w:val="2"/>
            <w:shd w:val="clear" w:color="auto" w:fill="FF5050"/>
            <w:vAlign w:val="center"/>
          </w:tcPr>
          <w:p w14:paraId="0050A1CC" w14:textId="77777777" w:rsidR="00CB3051" w:rsidRDefault="00CB3051" w:rsidP="0068249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Sypač vybavený:</w:t>
            </w:r>
          </w:p>
        </w:tc>
      </w:tr>
      <w:tr w:rsidR="00CB3051" w14:paraId="7C9F7845" w14:textId="77777777" w:rsidTr="00C76526">
        <w:trPr>
          <w:cantSplit/>
          <w:trHeight w:val="373"/>
        </w:trPr>
        <w:tc>
          <w:tcPr>
            <w:tcW w:w="1092" w:type="dxa"/>
            <w:vMerge/>
            <w:shd w:val="clear" w:color="auto" w:fill="FF5050"/>
            <w:tcMar>
              <w:left w:w="57" w:type="dxa"/>
            </w:tcMar>
            <w:vAlign w:val="center"/>
          </w:tcPr>
          <w:p w14:paraId="49C3977F" w14:textId="77777777" w:rsidR="00CB3051" w:rsidRDefault="00CB3051" w:rsidP="0068249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vMerge/>
            <w:shd w:val="clear" w:color="auto" w:fill="FF5050"/>
            <w:tcMar>
              <w:left w:w="57" w:type="dxa"/>
            </w:tcMar>
            <w:vAlign w:val="center"/>
          </w:tcPr>
          <w:p w14:paraId="6F97B3AF" w14:textId="77777777" w:rsidR="00CB3051" w:rsidRDefault="00CB3051" w:rsidP="0068249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84" w:type="dxa"/>
            <w:vMerge/>
            <w:shd w:val="clear" w:color="auto" w:fill="FF5050"/>
            <w:tcMar>
              <w:left w:w="57" w:type="dxa"/>
            </w:tcMar>
            <w:vAlign w:val="center"/>
          </w:tcPr>
          <w:p w14:paraId="29D52488" w14:textId="77777777" w:rsidR="00CB3051" w:rsidRDefault="00CB3051" w:rsidP="0068249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vMerge/>
            <w:shd w:val="clear" w:color="auto" w:fill="FF5050"/>
            <w:tcMar>
              <w:left w:w="57" w:type="dxa"/>
            </w:tcMar>
            <w:vAlign w:val="center"/>
          </w:tcPr>
          <w:p w14:paraId="70E734DE" w14:textId="77777777" w:rsidR="00CB3051" w:rsidRDefault="00CB3051" w:rsidP="0068249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shd w:val="clear" w:color="auto" w:fill="FF5050"/>
            <w:vAlign w:val="center"/>
          </w:tcPr>
          <w:p w14:paraId="70E42314" w14:textId="77777777" w:rsidR="00CB3051" w:rsidRDefault="00CB3051" w:rsidP="00682490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regulací posypu</w:t>
            </w:r>
          </w:p>
        </w:tc>
        <w:tc>
          <w:tcPr>
            <w:tcW w:w="1265" w:type="dxa"/>
            <w:shd w:val="clear" w:color="auto" w:fill="FF5050"/>
            <w:vAlign w:val="center"/>
          </w:tcPr>
          <w:p w14:paraId="7B22AEF9" w14:textId="77777777" w:rsidR="00CB3051" w:rsidRDefault="00CB3051" w:rsidP="00682490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zvlhčováním</w:t>
            </w:r>
          </w:p>
        </w:tc>
      </w:tr>
      <w:tr w:rsidR="007215AB" w14:paraId="2ACDB219" w14:textId="77777777" w:rsidTr="00C76526">
        <w:trPr>
          <w:trHeight w:hRule="exact" w:val="373"/>
        </w:trPr>
        <w:tc>
          <w:tcPr>
            <w:tcW w:w="1092" w:type="dxa"/>
            <w:tcMar>
              <w:left w:w="57" w:type="dxa"/>
            </w:tcMar>
            <w:vAlign w:val="center"/>
          </w:tcPr>
          <w:p w14:paraId="0CD5EBFA" w14:textId="30CAC602" w:rsidR="007215AB" w:rsidRDefault="007215AB" w:rsidP="004D4FFF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10" w:type="dxa"/>
            <w:tcMar>
              <w:left w:w="57" w:type="dxa"/>
            </w:tcMar>
            <w:vAlign w:val="center"/>
          </w:tcPr>
          <w:p w14:paraId="05CA8182" w14:textId="77777777" w:rsidR="007215AB" w:rsidRDefault="007215AB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184" w:type="dxa"/>
            <w:tcMar>
              <w:left w:w="57" w:type="dxa"/>
            </w:tcMar>
            <w:vAlign w:val="center"/>
          </w:tcPr>
          <w:p w14:paraId="44D707BB" w14:textId="0379A1AE" w:rsidR="007215AB" w:rsidRDefault="007215AB" w:rsidP="00D7608A">
            <w:pPr>
              <w:pStyle w:val="standard"/>
              <w:widowControl/>
              <w:jc w:val="center"/>
              <w:rPr>
                <w:rFonts w:ascii="Arial" w:hAnsi="Arial" w:cs="Arial"/>
                <w:snapToGrid/>
                <w:sz w:val="22"/>
                <w:szCs w:val="22"/>
              </w:rPr>
            </w:pPr>
          </w:p>
        </w:tc>
        <w:tc>
          <w:tcPr>
            <w:tcW w:w="2253" w:type="dxa"/>
            <w:tcMar>
              <w:left w:w="57" w:type="dxa"/>
            </w:tcMar>
            <w:vAlign w:val="center"/>
          </w:tcPr>
          <w:p w14:paraId="085070EC" w14:textId="77777777" w:rsidR="007215AB" w:rsidRDefault="007215AB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1108B500" w14:textId="77777777" w:rsidR="007215AB" w:rsidRDefault="007215AB" w:rsidP="007215AB">
            <w:pPr>
              <w:jc w:val="center"/>
            </w:pPr>
            <w:r w:rsidRPr="00567647">
              <w:rPr>
                <w:rFonts w:ascii="Arial" w:hAnsi="Arial" w:cs="Arial"/>
                <w:snapToGrid w:val="0"/>
                <w:sz w:val="22"/>
                <w:szCs w:val="22"/>
              </w:rPr>
              <w:t>ANO</w:t>
            </w:r>
          </w:p>
        </w:tc>
        <w:tc>
          <w:tcPr>
            <w:tcW w:w="1265" w:type="dxa"/>
          </w:tcPr>
          <w:p w14:paraId="16147B5F" w14:textId="77777777" w:rsidR="007215AB" w:rsidRDefault="007215AB" w:rsidP="007215AB">
            <w:pPr>
              <w:jc w:val="center"/>
            </w:pPr>
            <w:r w:rsidRPr="00083259">
              <w:rPr>
                <w:rFonts w:ascii="Arial" w:hAnsi="Arial" w:cs="Arial"/>
                <w:snapToGrid w:val="0"/>
                <w:sz w:val="22"/>
                <w:szCs w:val="22"/>
              </w:rPr>
              <w:t>NE</w:t>
            </w:r>
          </w:p>
        </w:tc>
      </w:tr>
      <w:tr w:rsidR="007215AB" w14:paraId="758B3E33" w14:textId="77777777" w:rsidTr="00C76526">
        <w:trPr>
          <w:trHeight w:hRule="exact" w:val="373"/>
        </w:trPr>
        <w:tc>
          <w:tcPr>
            <w:tcW w:w="1092" w:type="dxa"/>
            <w:tcMar>
              <w:left w:w="57" w:type="dxa"/>
            </w:tcMar>
            <w:vAlign w:val="center"/>
          </w:tcPr>
          <w:p w14:paraId="3036209B" w14:textId="6E1AF910" w:rsidR="007215AB" w:rsidRDefault="007215AB" w:rsidP="009A36A6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10" w:type="dxa"/>
            <w:tcMar>
              <w:left w:w="57" w:type="dxa"/>
            </w:tcMar>
            <w:vAlign w:val="center"/>
          </w:tcPr>
          <w:p w14:paraId="278DA4A4" w14:textId="77777777" w:rsidR="007215AB" w:rsidRDefault="007215AB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184" w:type="dxa"/>
            <w:tcMar>
              <w:left w:w="57" w:type="dxa"/>
            </w:tcMar>
            <w:vAlign w:val="center"/>
          </w:tcPr>
          <w:p w14:paraId="7FF1E23E" w14:textId="6C3C39B8" w:rsidR="007215AB" w:rsidRDefault="007215AB" w:rsidP="00D7608A">
            <w:pPr>
              <w:pStyle w:val="standard"/>
              <w:widowControl/>
              <w:jc w:val="center"/>
              <w:rPr>
                <w:rFonts w:ascii="Arial" w:hAnsi="Arial" w:cs="Arial"/>
                <w:snapToGrid/>
                <w:sz w:val="22"/>
                <w:szCs w:val="22"/>
              </w:rPr>
            </w:pPr>
          </w:p>
        </w:tc>
        <w:tc>
          <w:tcPr>
            <w:tcW w:w="2253" w:type="dxa"/>
            <w:tcMar>
              <w:left w:w="57" w:type="dxa"/>
            </w:tcMar>
            <w:vAlign w:val="center"/>
          </w:tcPr>
          <w:p w14:paraId="7D816D57" w14:textId="77777777" w:rsidR="007215AB" w:rsidRDefault="007215AB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694C9684" w14:textId="77777777" w:rsidR="007215AB" w:rsidRDefault="007215AB" w:rsidP="007215AB">
            <w:pPr>
              <w:jc w:val="center"/>
            </w:pPr>
            <w:r w:rsidRPr="00567647">
              <w:rPr>
                <w:rFonts w:ascii="Arial" w:hAnsi="Arial" w:cs="Arial"/>
                <w:snapToGrid w:val="0"/>
                <w:sz w:val="22"/>
                <w:szCs w:val="22"/>
              </w:rPr>
              <w:t>ANO</w:t>
            </w:r>
          </w:p>
        </w:tc>
        <w:tc>
          <w:tcPr>
            <w:tcW w:w="1265" w:type="dxa"/>
          </w:tcPr>
          <w:p w14:paraId="3A374628" w14:textId="77777777" w:rsidR="007215AB" w:rsidRDefault="007215AB" w:rsidP="007215AB">
            <w:pPr>
              <w:jc w:val="center"/>
            </w:pPr>
            <w:r w:rsidRPr="00083259">
              <w:rPr>
                <w:rFonts w:ascii="Arial" w:hAnsi="Arial" w:cs="Arial"/>
                <w:snapToGrid w:val="0"/>
                <w:sz w:val="22"/>
                <w:szCs w:val="22"/>
              </w:rPr>
              <w:t>NE</w:t>
            </w:r>
          </w:p>
        </w:tc>
      </w:tr>
      <w:tr w:rsidR="001B7650" w14:paraId="38EEBDDB" w14:textId="77777777" w:rsidTr="00C76526">
        <w:trPr>
          <w:trHeight w:hRule="exact" w:val="373"/>
        </w:trPr>
        <w:tc>
          <w:tcPr>
            <w:tcW w:w="1092" w:type="dxa"/>
            <w:tcMar>
              <w:left w:w="57" w:type="dxa"/>
            </w:tcMar>
            <w:vAlign w:val="center"/>
          </w:tcPr>
          <w:p w14:paraId="79DE2A47" w14:textId="1BD1DFD0" w:rsidR="001B7650" w:rsidRDefault="001B7650" w:rsidP="004D664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10" w:type="dxa"/>
            <w:tcMar>
              <w:left w:w="57" w:type="dxa"/>
            </w:tcMar>
            <w:vAlign w:val="center"/>
          </w:tcPr>
          <w:p w14:paraId="5B08DA74" w14:textId="77777777" w:rsidR="001B7650" w:rsidRDefault="001B7650" w:rsidP="004D664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184" w:type="dxa"/>
            <w:tcMar>
              <w:left w:w="57" w:type="dxa"/>
            </w:tcMar>
            <w:vAlign w:val="center"/>
          </w:tcPr>
          <w:p w14:paraId="7DB18D4C" w14:textId="5D7F39CF" w:rsidR="001B7650" w:rsidRDefault="001B7650" w:rsidP="00D7608A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53" w:type="dxa"/>
            <w:tcMar>
              <w:left w:w="57" w:type="dxa"/>
            </w:tcMar>
            <w:vAlign w:val="center"/>
          </w:tcPr>
          <w:p w14:paraId="1F8691CD" w14:textId="77777777" w:rsidR="001B7650" w:rsidRDefault="001B7650" w:rsidP="004D664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08941C40" w14:textId="77777777" w:rsidR="001B7650" w:rsidRDefault="00D7608A" w:rsidP="004D6645">
            <w:pPr>
              <w:jc w:val="center"/>
            </w:pPr>
            <w:r>
              <w:t>ANO</w:t>
            </w:r>
          </w:p>
        </w:tc>
        <w:tc>
          <w:tcPr>
            <w:tcW w:w="1265" w:type="dxa"/>
          </w:tcPr>
          <w:p w14:paraId="350C6E43" w14:textId="77777777" w:rsidR="001B7650" w:rsidRDefault="00D7608A" w:rsidP="004D6645">
            <w:pPr>
              <w:jc w:val="center"/>
            </w:pPr>
            <w:r>
              <w:t>NE</w:t>
            </w:r>
          </w:p>
        </w:tc>
      </w:tr>
      <w:tr w:rsidR="00EF008C" w14:paraId="5AB6F03F" w14:textId="77777777" w:rsidTr="00C76526">
        <w:trPr>
          <w:trHeight w:hRule="exact" w:val="373"/>
        </w:trPr>
        <w:tc>
          <w:tcPr>
            <w:tcW w:w="1092" w:type="dxa"/>
            <w:tcMar>
              <w:left w:w="57" w:type="dxa"/>
            </w:tcMar>
            <w:vAlign w:val="center"/>
          </w:tcPr>
          <w:p w14:paraId="39F65945" w14:textId="5D83F1EC" w:rsidR="00EF008C" w:rsidRDefault="00EF008C" w:rsidP="004D664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10" w:type="dxa"/>
            <w:tcMar>
              <w:left w:w="57" w:type="dxa"/>
            </w:tcMar>
            <w:vAlign w:val="center"/>
          </w:tcPr>
          <w:p w14:paraId="3ACB7652" w14:textId="77777777" w:rsidR="00EF008C" w:rsidRDefault="00EF008C" w:rsidP="004D664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184" w:type="dxa"/>
            <w:tcMar>
              <w:left w:w="57" w:type="dxa"/>
            </w:tcMar>
            <w:vAlign w:val="center"/>
          </w:tcPr>
          <w:p w14:paraId="2A8701DB" w14:textId="74D99EAD" w:rsidR="00EF008C" w:rsidRDefault="00EF008C" w:rsidP="00D7608A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53" w:type="dxa"/>
            <w:tcMar>
              <w:left w:w="57" w:type="dxa"/>
            </w:tcMar>
            <w:vAlign w:val="center"/>
          </w:tcPr>
          <w:p w14:paraId="185EEEC6" w14:textId="77777777" w:rsidR="00EF008C" w:rsidRDefault="00EF008C" w:rsidP="004D664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0CFAEEF6" w14:textId="77777777" w:rsidR="00EF008C" w:rsidRDefault="00EF008C" w:rsidP="004D6645">
            <w:pPr>
              <w:jc w:val="center"/>
            </w:pPr>
            <w:r w:rsidRPr="00567647">
              <w:rPr>
                <w:rFonts w:ascii="Arial" w:hAnsi="Arial" w:cs="Arial"/>
                <w:snapToGrid w:val="0"/>
                <w:sz w:val="22"/>
                <w:szCs w:val="22"/>
              </w:rPr>
              <w:t>ANO</w:t>
            </w:r>
          </w:p>
        </w:tc>
        <w:tc>
          <w:tcPr>
            <w:tcW w:w="1265" w:type="dxa"/>
          </w:tcPr>
          <w:p w14:paraId="11ADFC5B" w14:textId="77777777" w:rsidR="00EF008C" w:rsidRDefault="00EF008C" w:rsidP="004D6645">
            <w:pPr>
              <w:jc w:val="center"/>
            </w:pPr>
            <w:r w:rsidRPr="00083259">
              <w:rPr>
                <w:rFonts w:ascii="Arial" w:hAnsi="Arial" w:cs="Arial"/>
                <w:snapToGrid w:val="0"/>
                <w:sz w:val="22"/>
                <w:szCs w:val="22"/>
              </w:rPr>
              <w:t>NE</w:t>
            </w:r>
          </w:p>
        </w:tc>
      </w:tr>
      <w:tr w:rsidR="00EF008C" w14:paraId="751D5A39" w14:textId="77777777" w:rsidTr="00C76526">
        <w:trPr>
          <w:trHeight w:hRule="exact" w:val="373"/>
        </w:trPr>
        <w:tc>
          <w:tcPr>
            <w:tcW w:w="1092" w:type="dxa"/>
            <w:tcMar>
              <w:left w:w="57" w:type="dxa"/>
            </w:tcMar>
            <w:vAlign w:val="center"/>
          </w:tcPr>
          <w:p w14:paraId="372B7BC7" w14:textId="29E4CFE4" w:rsidR="00EF008C" w:rsidRDefault="00EF008C" w:rsidP="004D664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10" w:type="dxa"/>
            <w:tcMar>
              <w:left w:w="57" w:type="dxa"/>
            </w:tcMar>
            <w:vAlign w:val="center"/>
          </w:tcPr>
          <w:p w14:paraId="1A38416F" w14:textId="77777777" w:rsidR="00EF008C" w:rsidRDefault="00EF008C" w:rsidP="004D664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184" w:type="dxa"/>
            <w:tcMar>
              <w:left w:w="57" w:type="dxa"/>
            </w:tcMar>
            <w:vAlign w:val="center"/>
          </w:tcPr>
          <w:p w14:paraId="7B330561" w14:textId="5BA942F0" w:rsidR="00EF008C" w:rsidRDefault="00EF008C" w:rsidP="00D7608A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53" w:type="dxa"/>
            <w:tcMar>
              <w:left w:w="57" w:type="dxa"/>
            </w:tcMar>
            <w:vAlign w:val="center"/>
          </w:tcPr>
          <w:p w14:paraId="6F625412" w14:textId="77777777" w:rsidR="00EF008C" w:rsidRDefault="00EF008C" w:rsidP="004D664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2A401DDE" w14:textId="77777777" w:rsidR="00EF008C" w:rsidRDefault="00EF008C" w:rsidP="004D6645">
            <w:pPr>
              <w:jc w:val="center"/>
            </w:pPr>
            <w:r w:rsidRPr="00567647">
              <w:rPr>
                <w:rFonts w:ascii="Arial" w:hAnsi="Arial" w:cs="Arial"/>
                <w:snapToGrid w:val="0"/>
                <w:sz w:val="22"/>
                <w:szCs w:val="22"/>
              </w:rPr>
              <w:t>ANO</w:t>
            </w:r>
          </w:p>
        </w:tc>
        <w:tc>
          <w:tcPr>
            <w:tcW w:w="1265" w:type="dxa"/>
          </w:tcPr>
          <w:p w14:paraId="78C693B4" w14:textId="77777777" w:rsidR="00EF008C" w:rsidRDefault="00EF008C" w:rsidP="004D6645">
            <w:pPr>
              <w:jc w:val="center"/>
            </w:pPr>
            <w:r w:rsidRPr="00083259">
              <w:rPr>
                <w:rFonts w:ascii="Arial" w:hAnsi="Arial" w:cs="Arial"/>
                <w:snapToGrid w:val="0"/>
                <w:sz w:val="22"/>
                <w:szCs w:val="22"/>
              </w:rPr>
              <w:t>NE</w:t>
            </w:r>
          </w:p>
        </w:tc>
      </w:tr>
      <w:tr w:rsidR="00EF008C" w14:paraId="710A68BE" w14:textId="77777777" w:rsidTr="00C76526">
        <w:trPr>
          <w:trHeight w:hRule="exact" w:val="373"/>
        </w:trPr>
        <w:tc>
          <w:tcPr>
            <w:tcW w:w="1092" w:type="dxa"/>
            <w:tcMar>
              <w:left w:w="57" w:type="dxa"/>
            </w:tcMar>
            <w:vAlign w:val="center"/>
          </w:tcPr>
          <w:p w14:paraId="021B240A" w14:textId="4A08198C" w:rsidR="00EF008C" w:rsidRDefault="00EF008C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10" w:type="dxa"/>
            <w:tcMar>
              <w:left w:w="57" w:type="dxa"/>
            </w:tcMar>
            <w:vAlign w:val="center"/>
          </w:tcPr>
          <w:p w14:paraId="66423353" w14:textId="77777777" w:rsidR="00EF008C" w:rsidRDefault="00EF008C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184" w:type="dxa"/>
            <w:tcMar>
              <w:left w:w="57" w:type="dxa"/>
            </w:tcMar>
            <w:vAlign w:val="center"/>
          </w:tcPr>
          <w:p w14:paraId="14B7F0FE" w14:textId="0779E734" w:rsidR="00EF008C" w:rsidRDefault="00EF008C" w:rsidP="00D7608A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53" w:type="dxa"/>
            <w:tcMar>
              <w:left w:w="57" w:type="dxa"/>
            </w:tcMar>
            <w:vAlign w:val="center"/>
          </w:tcPr>
          <w:p w14:paraId="6FA4F1B9" w14:textId="77777777" w:rsidR="00EF008C" w:rsidRDefault="00EF008C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25DA41EA" w14:textId="77777777" w:rsidR="00EF008C" w:rsidRDefault="00EF008C" w:rsidP="007215AB">
            <w:pPr>
              <w:jc w:val="center"/>
            </w:pPr>
            <w:r w:rsidRPr="00567647">
              <w:rPr>
                <w:rFonts w:ascii="Arial" w:hAnsi="Arial" w:cs="Arial"/>
                <w:snapToGrid w:val="0"/>
                <w:sz w:val="22"/>
                <w:szCs w:val="22"/>
              </w:rPr>
              <w:t>ANO</w:t>
            </w:r>
          </w:p>
        </w:tc>
        <w:tc>
          <w:tcPr>
            <w:tcW w:w="1265" w:type="dxa"/>
          </w:tcPr>
          <w:p w14:paraId="411F83A7" w14:textId="77777777" w:rsidR="00EF008C" w:rsidRDefault="00EF008C" w:rsidP="007215AB">
            <w:pPr>
              <w:jc w:val="center"/>
            </w:pPr>
            <w:r w:rsidRPr="00083259">
              <w:rPr>
                <w:rFonts w:ascii="Arial" w:hAnsi="Arial" w:cs="Arial"/>
                <w:snapToGrid w:val="0"/>
                <w:sz w:val="22"/>
                <w:szCs w:val="22"/>
              </w:rPr>
              <w:t>NE</w:t>
            </w:r>
          </w:p>
        </w:tc>
      </w:tr>
      <w:tr w:rsidR="000F2A07" w14:paraId="73034A1F" w14:textId="77777777" w:rsidTr="00C76526">
        <w:trPr>
          <w:trHeight w:hRule="exact" w:val="373"/>
        </w:trPr>
        <w:tc>
          <w:tcPr>
            <w:tcW w:w="1092" w:type="dxa"/>
            <w:tcMar>
              <w:left w:w="57" w:type="dxa"/>
            </w:tcMar>
            <w:vAlign w:val="center"/>
          </w:tcPr>
          <w:p w14:paraId="37614160" w14:textId="33C8E0C8" w:rsidR="000F2A07" w:rsidRDefault="000F2A07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10" w:type="dxa"/>
            <w:tcMar>
              <w:left w:w="57" w:type="dxa"/>
            </w:tcMar>
            <w:vAlign w:val="center"/>
          </w:tcPr>
          <w:p w14:paraId="2915DF8F" w14:textId="77777777" w:rsidR="000F2A07" w:rsidRDefault="000F2A07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184" w:type="dxa"/>
            <w:tcMar>
              <w:left w:w="57" w:type="dxa"/>
            </w:tcMar>
            <w:vAlign w:val="center"/>
          </w:tcPr>
          <w:p w14:paraId="472E4911" w14:textId="6AA76C96" w:rsidR="000F2A07" w:rsidRDefault="000F2A07" w:rsidP="00D7608A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53" w:type="dxa"/>
            <w:tcMar>
              <w:left w:w="57" w:type="dxa"/>
            </w:tcMar>
            <w:vAlign w:val="center"/>
          </w:tcPr>
          <w:p w14:paraId="55B5DC07" w14:textId="77777777" w:rsidR="000F2A07" w:rsidRDefault="000F2A07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3CC6E3FE" w14:textId="77777777" w:rsidR="000F2A07" w:rsidRDefault="000F2A07" w:rsidP="004A0BD5">
            <w:pPr>
              <w:jc w:val="center"/>
            </w:pPr>
            <w:r w:rsidRPr="00567647">
              <w:rPr>
                <w:rFonts w:ascii="Arial" w:hAnsi="Arial" w:cs="Arial"/>
                <w:snapToGrid w:val="0"/>
                <w:sz w:val="22"/>
                <w:szCs w:val="22"/>
              </w:rPr>
              <w:t>ANO</w:t>
            </w:r>
          </w:p>
        </w:tc>
        <w:tc>
          <w:tcPr>
            <w:tcW w:w="1265" w:type="dxa"/>
          </w:tcPr>
          <w:p w14:paraId="35254CE2" w14:textId="77777777" w:rsidR="000F2A07" w:rsidRDefault="000F2A07" w:rsidP="004A0BD5">
            <w:pPr>
              <w:jc w:val="center"/>
            </w:pPr>
            <w:r w:rsidRPr="00083259">
              <w:rPr>
                <w:rFonts w:ascii="Arial" w:hAnsi="Arial" w:cs="Arial"/>
                <w:snapToGrid w:val="0"/>
                <w:sz w:val="22"/>
                <w:szCs w:val="22"/>
              </w:rPr>
              <w:t>NE</w:t>
            </w:r>
          </w:p>
        </w:tc>
      </w:tr>
      <w:tr w:rsidR="000F2A07" w14:paraId="6416E9FF" w14:textId="77777777" w:rsidTr="00C76526">
        <w:trPr>
          <w:trHeight w:hRule="exact" w:val="373"/>
        </w:trPr>
        <w:tc>
          <w:tcPr>
            <w:tcW w:w="1092" w:type="dxa"/>
            <w:tcMar>
              <w:left w:w="57" w:type="dxa"/>
            </w:tcMar>
            <w:vAlign w:val="center"/>
          </w:tcPr>
          <w:p w14:paraId="603F872A" w14:textId="3C643917" w:rsidR="000F2A07" w:rsidRDefault="000F2A07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10" w:type="dxa"/>
            <w:tcMar>
              <w:left w:w="57" w:type="dxa"/>
            </w:tcMar>
            <w:vAlign w:val="center"/>
          </w:tcPr>
          <w:p w14:paraId="00313280" w14:textId="77777777" w:rsidR="000F2A07" w:rsidRDefault="000F2A07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184" w:type="dxa"/>
            <w:tcMar>
              <w:left w:w="57" w:type="dxa"/>
            </w:tcMar>
            <w:vAlign w:val="center"/>
          </w:tcPr>
          <w:p w14:paraId="7A6AFC9D" w14:textId="33FDA743" w:rsidR="000F2A07" w:rsidRDefault="000F2A07" w:rsidP="00D7608A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53" w:type="dxa"/>
            <w:tcMar>
              <w:left w:w="57" w:type="dxa"/>
            </w:tcMar>
            <w:vAlign w:val="center"/>
          </w:tcPr>
          <w:p w14:paraId="756A0201" w14:textId="77777777" w:rsidR="000F2A07" w:rsidRDefault="000F2A07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7EDBC909" w14:textId="77777777" w:rsidR="000F2A07" w:rsidRDefault="000F2A07" w:rsidP="004A0BD5">
            <w:pPr>
              <w:jc w:val="center"/>
            </w:pPr>
            <w:r w:rsidRPr="00567647">
              <w:rPr>
                <w:rFonts w:ascii="Arial" w:hAnsi="Arial" w:cs="Arial"/>
                <w:snapToGrid w:val="0"/>
                <w:sz w:val="22"/>
                <w:szCs w:val="22"/>
              </w:rPr>
              <w:t>ANO</w:t>
            </w:r>
          </w:p>
        </w:tc>
        <w:tc>
          <w:tcPr>
            <w:tcW w:w="1265" w:type="dxa"/>
          </w:tcPr>
          <w:p w14:paraId="50BC5508" w14:textId="77777777" w:rsidR="000F2A07" w:rsidRDefault="000F2A07" w:rsidP="004A0BD5">
            <w:pPr>
              <w:jc w:val="center"/>
            </w:pPr>
            <w:r w:rsidRPr="00083259">
              <w:rPr>
                <w:rFonts w:ascii="Arial" w:hAnsi="Arial" w:cs="Arial"/>
                <w:snapToGrid w:val="0"/>
                <w:sz w:val="22"/>
                <w:szCs w:val="22"/>
              </w:rPr>
              <w:t>NE</w:t>
            </w:r>
          </w:p>
        </w:tc>
      </w:tr>
      <w:tr w:rsidR="000F2A07" w14:paraId="657EE336" w14:textId="77777777" w:rsidTr="00C76526">
        <w:trPr>
          <w:trHeight w:hRule="exact" w:val="498"/>
        </w:trPr>
        <w:tc>
          <w:tcPr>
            <w:tcW w:w="1092" w:type="dxa"/>
            <w:tcMar>
              <w:left w:w="57" w:type="dxa"/>
            </w:tcMar>
            <w:vAlign w:val="center"/>
          </w:tcPr>
          <w:p w14:paraId="5E1BD086" w14:textId="6BEEF86D" w:rsidR="000F2A07" w:rsidRDefault="000F2A07" w:rsidP="004D664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10" w:type="dxa"/>
            <w:tcMar>
              <w:left w:w="57" w:type="dxa"/>
            </w:tcMar>
            <w:vAlign w:val="center"/>
          </w:tcPr>
          <w:p w14:paraId="6C1B8C4E" w14:textId="77777777" w:rsidR="000F2A07" w:rsidRDefault="000F2A07" w:rsidP="004D664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184" w:type="dxa"/>
            <w:tcMar>
              <w:left w:w="57" w:type="dxa"/>
            </w:tcMar>
            <w:vAlign w:val="center"/>
          </w:tcPr>
          <w:p w14:paraId="77E26E30" w14:textId="250676FB" w:rsidR="000F2A07" w:rsidRDefault="000F2A07" w:rsidP="00D7608A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53" w:type="dxa"/>
            <w:tcMar>
              <w:left w:w="57" w:type="dxa"/>
            </w:tcMar>
            <w:vAlign w:val="center"/>
          </w:tcPr>
          <w:p w14:paraId="44AA3055" w14:textId="77777777" w:rsidR="000F2A07" w:rsidRDefault="000F2A07" w:rsidP="004D6645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500D0153" w14:textId="77777777" w:rsidR="000F2A07" w:rsidRDefault="000F2A07" w:rsidP="004D6645">
            <w:pPr>
              <w:jc w:val="center"/>
            </w:pPr>
            <w:r>
              <w:t>NE</w:t>
            </w:r>
          </w:p>
        </w:tc>
        <w:tc>
          <w:tcPr>
            <w:tcW w:w="1265" w:type="dxa"/>
          </w:tcPr>
          <w:p w14:paraId="1DF89BD4" w14:textId="77777777" w:rsidR="000F2A07" w:rsidRDefault="000F2A07" w:rsidP="004D6645">
            <w:pPr>
              <w:jc w:val="center"/>
            </w:pPr>
            <w:r>
              <w:t>NE-</w:t>
            </w:r>
          </w:p>
        </w:tc>
      </w:tr>
      <w:tr w:rsidR="000F2A07" w14:paraId="24D4C42F" w14:textId="77777777" w:rsidTr="00C76526">
        <w:trPr>
          <w:trHeight w:hRule="exact" w:val="498"/>
        </w:trPr>
        <w:tc>
          <w:tcPr>
            <w:tcW w:w="1092" w:type="dxa"/>
            <w:tcMar>
              <w:left w:w="57" w:type="dxa"/>
            </w:tcMar>
            <w:vAlign w:val="center"/>
          </w:tcPr>
          <w:p w14:paraId="4FDF8E98" w14:textId="49BD5BF7" w:rsidR="000F2A07" w:rsidRDefault="000F2A07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10" w:type="dxa"/>
            <w:tcMar>
              <w:left w:w="57" w:type="dxa"/>
            </w:tcMar>
            <w:vAlign w:val="center"/>
          </w:tcPr>
          <w:p w14:paraId="4E6E4059" w14:textId="77777777" w:rsidR="000F2A07" w:rsidRDefault="000F2A07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184" w:type="dxa"/>
            <w:tcMar>
              <w:left w:w="57" w:type="dxa"/>
            </w:tcMar>
            <w:vAlign w:val="center"/>
          </w:tcPr>
          <w:p w14:paraId="76A77C15" w14:textId="040F3329" w:rsidR="000F2A07" w:rsidRDefault="000F2A07" w:rsidP="00D7608A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53" w:type="dxa"/>
            <w:tcMar>
              <w:left w:w="57" w:type="dxa"/>
            </w:tcMar>
            <w:vAlign w:val="center"/>
          </w:tcPr>
          <w:p w14:paraId="12502519" w14:textId="77777777" w:rsidR="000F2A07" w:rsidRDefault="00C76526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Vozidlo</w:t>
            </w:r>
            <w:r w:rsidR="000F2A07">
              <w:rPr>
                <w:rFonts w:ascii="Arial" w:hAnsi="Arial" w:cs="Arial"/>
                <w:snapToGrid w:val="0"/>
                <w:sz w:val="22"/>
                <w:szCs w:val="22"/>
              </w:rPr>
              <w:t xml:space="preserve"> pro ruční úklid</w:t>
            </w:r>
          </w:p>
        </w:tc>
        <w:tc>
          <w:tcPr>
            <w:tcW w:w="1023" w:type="dxa"/>
          </w:tcPr>
          <w:p w14:paraId="27ABE01D" w14:textId="77777777" w:rsidR="000F2A07" w:rsidRPr="000C31C4" w:rsidRDefault="000F2A07" w:rsidP="007215AB">
            <w:pPr>
              <w:jc w:val="center"/>
              <w:rPr>
                <w:color w:val="FF0000"/>
              </w:rPr>
            </w:pPr>
          </w:p>
        </w:tc>
        <w:tc>
          <w:tcPr>
            <w:tcW w:w="1265" w:type="dxa"/>
          </w:tcPr>
          <w:p w14:paraId="07C17C93" w14:textId="77777777" w:rsidR="000F2A07" w:rsidRDefault="000F2A07" w:rsidP="007215AB">
            <w:pPr>
              <w:jc w:val="center"/>
            </w:pPr>
          </w:p>
        </w:tc>
      </w:tr>
      <w:tr w:rsidR="009A36A6" w14:paraId="740F9BA1" w14:textId="77777777" w:rsidTr="00C76526">
        <w:trPr>
          <w:trHeight w:hRule="exact" w:val="498"/>
        </w:trPr>
        <w:tc>
          <w:tcPr>
            <w:tcW w:w="1092" w:type="dxa"/>
            <w:tcMar>
              <w:left w:w="57" w:type="dxa"/>
            </w:tcMar>
            <w:vAlign w:val="center"/>
          </w:tcPr>
          <w:p w14:paraId="1176FC12" w14:textId="007E0201" w:rsidR="009A36A6" w:rsidRDefault="009A36A6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10" w:type="dxa"/>
            <w:tcMar>
              <w:left w:w="57" w:type="dxa"/>
            </w:tcMar>
            <w:vAlign w:val="center"/>
          </w:tcPr>
          <w:p w14:paraId="1CB0EC79" w14:textId="77777777" w:rsidR="009A36A6" w:rsidRDefault="009A36A6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184" w:type="dxa"/>
            <w:tcMar>
              <w:left w:w="57" w:type="dxa"/>
            </w:tcMar>
            <w:vAlign w:val="center"/>
          </w:tcPr>
          <w:p w14:paraId="4A6C9EB2" w14:textId="562A534E" w:rsidR="009A36A6" w:rsidRDefault="009A36A6" w:rsidP="00D7608A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53" w:type="dxa"/>
            <w:tcMar>
              <w:left w:w="57" w:type="dxa"/>
            </w:tcMar>
            <w:vAlign w:val="center"/>
          </w:tcPr>
          <w:p w14:paraId="4410EA1B" w14:textId="77777777" w:rsidR="009A36A6" w:rsidRDefault="009A36A6" w:rsidP="0068249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Vozidlo pro ruční úklid</w:t>
            </w:r>
          </w:p>
        </w:tc>
        <w:tc>
          <w:tcPr>
            <w:tcW w:w="1023" w:type="dxa"/>
          </w:tcPr>
          <w:p w14:paraId="57F1E6AC" w14:textId="77777777" w:rsidR="009A36A6" w:rsidRDefault="009A36A6" w:rsidP="007215AB">
            <w:pPr>
              <w:jc w:val="center"/>
            </w:pPr>
          </w:p>
        </w:tc>
        <w:tc>
          <w:tcPr>
            <w:tcW w:w="1265" w:type="dxa"/>
          </w:tcPr>
          <w:p w14:paraId="762B3EA8" w14:textId="77777777" w:rsidR="009A36A6" w:rsidRDefault="009A36A6" w:rsidP="007215AB">
            <w:pPr>
              <w:jc w:val="center"/>
            </w:pPr>
          </w:p>
        </w:tc>
      </w:tr>
    </w:tbl>
    <w:p w14:paraId="15D25F36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429B4780" w14:textId="77777777" w:rsidR="00CB3051" w:rsidRDefault="00CB3051">
      <w:pPr>
        <w:pStyle w:val="standard"/>
        <w:suppressLineNumbers/>
        <w:rPr>
          <w:rFonts w:ascii="Arial" w:hAnsi="Arial" w:cs="Arial"/>
          <w:sz w:val="22"/>
          <w:szCs w:val="22"/>
        </w:rPr>
      </w:pPr>
    </w:p>
    <w:p w14:paraId="5A12CBC5" w14:textId="77777777" w:rsidR="00CB3051" w:rsidRDefault="00942815">
      <w:pPr>
        <w:pStyle w:val="standard"/>
        <w:suppressLineNumbers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color w:val="000080"/>
          <w:sz w:val="26"/>
          <w:szCs w:val="26"/>
          <w:u w:val="single"/>
        </w:rPr>
        <w:t>Seznam</w:t>
      </w:r>
      <w:r w:rsidR="00CB3051">
        <w:rPr>
          <w:rFonts w:ascii="Arial" w:hAnsi="Arial" w:cs="Arial"/>
          <w:b/>
          <w:color w:val="000080"/>
          <w:sz w:val="26"/>
          <w:szCs w:val="26"/>
          <w:u w:val="single"/>
        </w:rPr>
        <w:t xml:space="preserve"> </w:t>
      </w:r>
      <w:r w:rsidR="001C34A5">
        <w:rPr>
          <w:rFonts w:ascii="Arial" w:hAnsi="Arial" w:cs="Arial"/>
          <w:b/>
          <w:color w:val="000080"/>
          <w:sz w:val="26"/>
          <w:szCs w:val="26"/>
          <w:u w:val="single"/>
        </w:rPr>
        <w:t>udržovaných chodníků a komunikací pro pěší</w:t>
      </w:r>
    </w:p>
    <w:p w14:paraId="1E202F57" w14:textId="77777777" w:rsidR="00CB3051" w:rsidRDefault="00CB3051">
      <w:pPr>
        <w:pStyle w:val="standard"/>
        <w:suppressLineNumbers/>
        <w:jc w:val="center"/>
        <w:rPr>
          <w:rFonts w:ascii="Arial" w:hAnsi="Arial" w:cs="Arial"/>
          <w:sz w:val="22"/>
          <w:szCs w:val="22"/>
          <w:u w:val="single"/>
        </w:rPr>
      </w:pPr>
    </w:p>
    <w:p w14:paraId="53C4F039" w14:textId="77777777" w:rsidR="00CB3051" w:rsidRDefault="00CB3051">
      <w:pPr>
        <w:pStyle w:val="standard"/>
        <w:suppressLineNumbers/>
        <w:jc w:val="center"/>
        <w:rPr>
          <w:rFonts w:ascii="Arial" w:hAnsi="Arial" w:cs="Arial"/>
          <w:sz w:val="22"/>
          <w:szCs w:val="22"/>
          <w:u w:val="single"/>
        </w:rPr>
      </w:pPr>
    </w:p>
    <w:p w14:paraId="4540AFD2" w14:textId="77777777" w:rsidR="00CB3051" w:rsidRDefault="001C34A5">
      <w:pPr>
        <w:pStyle w:val="standard"/>
        <w:suppressLineNumbers/>
        <w:ind w:left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Úřad městského obvodu – Město</w:t>
      </w:r>
    </w:p>
    <w:p w14:paraId="5DA5E175" w14:textId="77777777" w:rsidR="008908AF" w:rsidRPr="00ED05F3" w:rsidRDefault="008908AF" w:rsidP="008908AF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</w:p>
    <w:tbl>
      <w:tblPr>
        <w:tblW w:w="7230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119"/>
        <w:gridCol w:w="1835"/>
      </w:tblGrid>
      <w:tr w:rsidR="008908AF" w:rsidRPr="00ED05F3" w14:paraId="5BCB6C8F" w14:textId="77777777" w:rsidTr="005322FA">
        <w:trPr>
          <w:trHeight w:val="315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1AFF" w14:textId="77777777" w:rsidR="008908AF" w:rsidRPr="00ED05F3" w:rsidRDefault="008908AF" w:rsidP="005322F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05F3">
              <w:rPr>
                <w:rFonts w:ascii="Arial" w:hAnsi="Arial" w:cs="Arial"/>
                <w:bCs/>
                <w:sz w:val="20"/>
                <w:szCs w:val="20"/>
              </w:rPr>
              <w:t>Pořadí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8C24" w14:textId="77777777" w:rsidR="008908AF" w:rsidRPr="00ED05F3" w:rsidRDefault="008908AF" w:rsidP="005322F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05F3">
              <w:rPr>
                <w:rFonts w:ascii="Arial" w:hAnsi="Arial" w:cs="Arial"/>
                <w:bCs/>
                <w:sz w:val="20"/>
                <w:szCs w:val="20"/>
              </w:rPr>
              <w:t>Název</w:t>
            </w:r>
          </w:p>
        </w:tc>
        <w:tc>
          <w:tcPr>
            <w:tcW w:w="1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42350" w14:textId="77777777" w:rsidR="008908AF" w:rsidRPr="00ED05F3" w:rsidRDefault="009629A5" w:rsidP="005322F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metráž</w:t>
            </w:r>
          </w:p>
        </w:tc>
      </w:tr>
      <w:tr w:rsidR="008908AF" w:rsidRPr="00ED05F3" w14:paraId="4A64BA16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8224" w14:textId="77777777" w:rsidR="008908AF" w:rsidRPr="00ED05F3" w:rsidRDefault="008908AF" w:rsidP="00D24BD4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70E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I/30 - Předmostí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10EE2" w14:textId="77777777" w:rsidR="008908AF" w:rsidRPr="00ED05F3" w:rsidRDefault="009A2C8E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555</w:t>
            </w:r>
          </w:p>
        </w:tc>
      </w:tr>
      <w:tr w:rsidR="008908AF" w:rsidRPr="00ED05F3" w14:paraId="5D9D76AB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AA7F" w14:textId="77777777" w:rsidR="008908AF" w:rsidRPr="00ED05F3" w:rsidRDefault="008908AF" w:rsidP="00D24BD4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8F12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17. listopadu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D8393" w14:textId="77777777" w:rsidR="008908AF" w:rsidRPr="00ED05F3" w:rsidRDefault="00361D3E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787</w:t>
            </w:r>
          </w:p>
        </w:tc>
      </w:tr>
      <w:tr w:rsidR="00C57852" w:rsidRPr="00ED05F3" w14:paraId="54D2C0A4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E56E8" w14:textId="77777777" w:rsidR="00C57852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90BD9" w14:textId="77777777" w:rsidR="00C57852" w:rsidRPr="00ED05F3" w:rsidRDefault="00C57852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Alešova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08708D" w14:textId="77777777" w:rsidR="00C57852" w:rsidRPr="00ED05F3" w:rsidRDefault="00C57852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C57852" w:rsidRPr="00ED05F3" w14:paraId="05640150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53151" w14:textId="77777777" w:rsidR="00C57852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1ACD1" w14:textId="77777777" w:rsidR="00C57852" w:rsidRPr="00ED05F3" w:rsidRDefault="00C57852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Balbínova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3FB732" w14:textId="77777777" w:rsidR="00C57852" w:rsidRPr="00ED05F3" w:rsidRDefault="00C57852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8908AF" w:rsidRPr="00ED05F3" w14:paraId="2CED33D5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0F2F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75F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Beethovenova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C29D2" w14:textId="77777777" w:rsidR="008908AF" w:rsidRPr="00ED05F3" w:rsidRDefault="002E510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760</w:t>
            </w:r>
          </w:p>
        </w:tc>
      </w:tr>
      <w:tr w:rsidR="00DD3BF7" w:rsidRPr="00ED05F3" w14:paraId="28279368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A445A" w14:textId="77777777" w:rsidR="00DD3BF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CFF99" w14:textId="77777777" w:rsidR="00DD3BF7" w:rsidRPr="00ED05F3" w:rsidRDefault="00DD3BF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Baráčnická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F64E52" w14:textId="77777777" w:rsidR="00DD3BF7" w:rsidRPr="00ED05F3" w:rsidRDefault="00DD3BF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650</w:t>
            </w:r>
          </w:p>
        </w:tc>
      </w:tr>
      <w:tr w:rsidR="008908AF" w:rsidRPr="00ED05F3" w14:paraId="528C1947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BAC0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138C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Bělehradská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D9364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1620</w:t>
            </w:r>
          </w:p>
        </w:tc>
      </w:tr>
      <w:tr w:rsidR="008908AF" w:rsidRPr="00ED05F3" w14:paraId="4D5B920E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8A3D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3102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Bezručova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AF451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560</w:t>
            </w:r>
          </w:p>
        </w:tc>
      </w:tr>
      <w:tr w:rsidR="008908AF" w:rsidRPr="00ED05F3" w14:paraId="0EFA8B63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EF9A1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677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Bratislavská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CE8C4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</w:tr>
      <w:tr w:rsidR="008908AF" w:rsidRPr="00ED05F3" w14:paraId="69A37EE0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202E5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F24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Bratří Čapků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CFEAF" w14:textId="77777777" w:rsidR="008908AF" w:rsidRPr="00ED05F3" w:rsidRDefault="002E510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1170</w:t>
            </w:r>
          </w:p>
        </w:tc>
      </w:tr>
      <w:tr w:rsidR="008F5C57" w:rsidRPr="00ED05F3" w14:paraId="5F5AE8F0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74898" w14:textId="77777777" w:rsidR="008F5C5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8B44E" w14:textId="77777777" w:rsidR="008F5C57" w:rsidRPr="00ED05F3" w:rsidRDefault="008F5C5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Bílinská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E9D9F3" w14:textId="77777777" w:rsidR="008F5C57" w:rsidRPr="00ED05F3" w:rsidRDefault="00DD3BF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8908AF" w:rsidRPr="00ED05F3" w14:paraId="7D91EFEC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718BA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73BB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Brněnská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0B6CF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</w:tr>
      <w:tr w:rsidR="00C57852" w:rsidRPr="00ED05F3" w14:paraId="5DE61A2D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E30EF" w14:textId="77777777" w:rsidR="00C57852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838EF" w14:textId="77777777" w:rsidR="00C57852" w:rsidRPr="00ED05F3" w:rsidRDefault="00C57852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Brožíkova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CD092F" w14:textId="77777777" w:rsidR="00C57852" w:rsidRPr="00ED05F3" w:rsidRDefault="00C57852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</w:tr>
      <w:tr w:rsidR="008908AF" w:rsidRPr="00ED05F3" w14:paraId="16690140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722D6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5A8F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České Mládeže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F1297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637</w:t>
            </w:r>
          </w:p>
        </w:tc>
      </w:tr>
      <w:tr w:rsidR="008908AF" w:rsidRPr="00ED05F3" w14:paraId="1B4E0F0C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1B849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9FA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Dlouhá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4F9BF" w14:textId="77777777" w:rsidR="008908AF" w:rsidRPr="00ED05F3" w:rsidRDefault="00885648" w:rsidP="008856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735</w:t>
            </w:r>
          </w:p>
        </w:tc>
      </w:tr>
      <w:tr w:rsidR="008908AF" w:rsidRPr="00ED05F3" w14:paraId="7489EDDF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4002D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766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Dukelských hrdinů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5D56F" w14:textId="77777777" w:rsidR="008908AF" w:rsidRPr="00ED05F3" w:rsidRDefault="00DD3BF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</w:tr>
      <w:tr w:rsidR="008908AF" w:rsidRPr="00ED05F3" w14:paraId="1B7FC92B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6916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728C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Dvořákova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21A81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560</w:t>
            </w:r>
          </w:p>
        </w:tc>
      </w:tr>
      <w:tr w:rsidR="008F5C57" w:rsidRPr="00ED05F3" w14:paraId="2D796729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53C3C" w14:textId="77777777" w:rsidR="008F5C5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47375" w14:textId="77777777" w:rsidR="008F5C57" w:rsidRPr="00ED05F3" w:rsidRDefault="008F5C5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Elišky Krásnohorské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FE290B" w14:textId="77777777" w:rsidR="008F5C57" w:rsidRPr="00ED05F3" w:rsidRDefault="008F5C5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</w:tr>
      <w:tr w:rsidR="008908AF" w:rsidRPr="00ED05F3" w14:paraId="7B3BCFEB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75368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8981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Emy Destinové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31A11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</w:tr>
      <w:tr w:rsidR="00DD3BF7" w:rsidRPr="00ED05F3" w14:paraId="434B3E0B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47118" w14:textId="77777777" w:rsidR="00DD3BF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6FF8" w14:textId="77777777" w:rsidR="00DD3BF7" w:rsidRPr="00ED05F3" w:rsidRDefault="00DD3BF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Fabiána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Pulíře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3B7D85" w14:textId="77777777" w:rsidR="00DD3BF7" w:rsidRPr="00ED05F3" w:rsidRDefault="00DD3BF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  <w:tr w:rsidR="008908AF" w:rsidRPr="00ED05F3" w14:paraId="3E8F3BD2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806F6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D27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Hany Kvapilové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A5443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908AF" w:rsidRPr="00ED05F3" w14:paraId="33F03ED1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6CAF3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7E1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Herbenova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6A3A0" w14:textId="77777777" w:rsidR="008908AF" w:rsidRPr="00ED05F3" w:rsidRDefault="002E510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8908AF" w:rsidRPr="00ED05F3" w14:paraId="0C291EFA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69DFC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A004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Hilarova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2A0A1" w14:textId="77777777" w:rsidR="008908AF" w:rsidRPr="00ED05F3" w:rsidRDefault="0037601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340</w:t>
            </w:r>
          </w:p>
        </w:tc>
      </w:tr>
      <w:tr w:rsidR="008908AF" w:rsidRPr="00ED05F3" w14:paraId="06EEC228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6122C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E20D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Hilbertova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3CBD1" w14:textId="77777777" w:rsidR="008908AF" w:rsidRPr="00ED05F3" w:rsidRDefault="0037601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8908AF" w:rsidRPr="00ED05F3" w14:paraId="7BCEDAB7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B38F9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6407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Hollarova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B2387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378</w:t>
            </w:r>
          </w:p>
        </w:tc>
      </w:tr>
      <w:tr w:rsidR="008908AF" w:rsidRPr="00ED05F3" w14:paraId="25D74345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9952B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61AD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Hornická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BCF2B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340</w:t>
            </w:r>
          </w:p>
        </w:tc>
      </w:tr>
      <w:tr w:rsidR="008908AF" w:rsidRPr="00ED05F3" w14:paraId="7DC557D3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C6CB5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3B6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Horova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A9FE9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316</w:t>
            </w:r>
          </w:p>
        </w:tc>
      </w:tr>
      <w:tr w:rsidR="008908AF" w:rsidRPr="00ED05F3" w14:paraId="7A90942E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743F9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66EB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Hoření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43FCD" w14:textId="77777777" w:rsidR="008908AF" w:rsidRPr="00ED05F3" w:rsidRDefault="0037601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1442</w:t>
            </w:r>
          </w:p>
        </w:tc>
      </w:tr>
      <w:tr w:rsidR="00C57852" w:rsidRPr="00ED05F3" w14:paraId="28DEB4D2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9A74" w14:textId="77777777" w:rsidR="00C57852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F23CA" w14:textId="77777777" w:rsidR="00C57852" w:rsidRPr="00ED05F3" w:rsidRDefault="00C57852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Hrnčířská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6CD971" w14:textId="77777777" w:rsidR="00C57852" w:rsidRPr="00ED05F3" w:rsidRDefault="00C57852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8908AF" w:rsidRPr="00ED05F3" w14:paraId="0A5B77C2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B9DEE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6B6E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Hradiště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44F1A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</w:tr>
      <w:tr w:rsidR="008908AF" w:rsidRPr="00ED05F3" w14:paraId="097B24FA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E02BF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5F3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Hvězda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D5DFB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632</w:t>
            </w:r>
          </w:p>
        </w:tc>
      </w:tr>
      <w:tr w:rsidR="008908AF" w:rsidRPr="00ED05F3" w14:paraId="2FA64964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6468A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ED0F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I/30 - Božtěšická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F1285" w14:textId="77777777" w:rsidR="008908AF" w:rsidRPr="00ED05F3" w:rsidRDefault="002E510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</w:tr>
      <w:tr w:rsidR="008908AF" w:rsidRPr="00ED05F3" w14:paraId="03A90B30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A4956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C311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I/30 -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Důlce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36EA8" w14:textId="77777777" w:rsidR="008908AF" w:rsidRPr="00ED05F3" w:rsidRDefault="0037601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</w:tr>
      <w:tr w:rsidR="008908AF" w:rsidRPr="00ED05F3" w14:paraId="0069293D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ECFFC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BC1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I/30 -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Háviřská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53AAF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</w:tr>
      <w:tr w:rsidR="008908AF" w:rsidRPr="00ED05F3" w14:paraId="6AAC4F39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FBE95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4787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I/30 - Hoření (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Důlce</w:t>
            </w:r>
            <w:proofErr w:type="spellEnd"/>
            <w:r w:rsidRPr="00ED05F3">
              <w:rPr>
                <w:rFonts w:ascii="Arial" w:hAnsi="Arial" w:cs="Arial"/>
                <w:sz w:val="20"/>
                <w:szCs w:val="20"/>
              </w:rPr>
              <w:t xml:space="preserve"> - Malátova)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7CF65" w14:textId="77777777" w:rsidR="008908AF" w:rsidRPr="00ED05F3" w:rsidRDefault="0037601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</w:tr>
      <w:tr w:rsidR="008908AF" w:rsidRPr="00ED05F3" w14:paraId="6D6911F5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82F85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FE27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I/30 - Rondel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9C2F5" w14:textId="77777777" w:rsidR="008908AF" w:rsidRPr="00ED05F3" w:rsidRDefault="002E510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</w:tr>
      <w:tr w:rsidR="008908AF" w:rsidRPr="00ED05F3" w14:paraId="216C46DC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2E5DA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D429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I/30 - Všebořická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FD507" w14:textId="77777777" w:rsidR="008908AF" w:rsidRPr="00ED05F3" w:rsidRDefault="00A43C94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2745</w:t>
            </w:r>
          </w:p>
        </w:tc>
      </w:tr>
      <w:tr w:rsidR="008908AF" w:rsidRPr="00ED05F3" w14:paraId="194D2020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72D2E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0D9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Jateční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EFF18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933</w:t>
            </w:r>
          </w:p>
        </w:tc>
      </w:tr>
      <w:tr w:rsidR="008908AF" w:rsidRPr="00ED05F3" w14:paraId="53E61079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62E63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5FBC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 zadnímu traktu Hrnčířská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B8BFB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</w:tr>
      <w:tr w:rsidR="008908AF" w:rsidRPr="00ED05F3" w14:paraId="1C978CDB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2C833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28FD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Kapitána Jaroše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C514B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335</w:t>
            </w:r>
          </w:p>
        </w:tc>
      </w:tr>
      <w:tr w:rsidR="008908AF" w:rsidRPr="00ED05F3" w14:paraId="13742C93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6288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E55C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Klášterní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6A7E8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</w:tr>
      <w:tr w:rsidR="008908AF" w:rsidRPr="00ED05F3" w14:paraId="09AEF26D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ECD34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40E0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Klíšská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C83F3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2810</w:t>
            </w:r>
          </w:p>
        </w:tc>
      </w:tr>
      <w:tr w:rsidR="008908AF" w:rsidRPr="00ED05F3" w14:paraId="2AFFD6F9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6E2D1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2DA4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Koněvova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BAB85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8908AF" w:rsidRPr="00ED05F3" w14:paraId="528B66A6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6D723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3AE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Kosmonautů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85396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331</w:t>
            </w:r>
          </w:p>
        </w:tc>
      </w:tr>
      <w:tr w:rsidR="008908AF" w:rsidRPr="00ED05F3" w14:paraId="0A8B0041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DE13F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F9C9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Lesní cesta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9944D" w14:textId="77777777" w:rsidR="008908AF" w:rsidRPr="00ED05F3" w:rsidRDefault="002E510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8908AF" w:rsidRPr="00ED05F3" w14:paraId="70D92F3C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56C86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069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levý chodník podél II/253 (Majakovského)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5F809" w14:textId="77777777" w:rsidR="008908AF" w:rsidRPr="00ED05F3" w:rsidRDefault="0037601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</w:tr>
      <w:tr w:rsidR="008F5C57" w:rsidRPr="00ED05F3" w14:paraId="7B46C312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5F2F4" w14:textId="77777777" w:rsidR="008F5C5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652AF" w14:textId="77777777" w:rsidR="008F5C57" w:rsidRPr="00ED05F3" w:rsidRDefault="008F5C5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Lidické náměstí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4EC776" w14:textId="77777777" w:rsidR="008F5C57" w:rsidRPr="00ED05F3" w:rsidRDefault="008F5C5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680</w:t>
            </w:r>
          </w:p>
        </w:tc>
      </w:tr>
      <w:tr w:rsidR="008908AF" w:rsidRPr="00ED05F3" w14:paraId="4DFA348D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67522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934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Lipová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6391F" w14:textId="77777777" w:rsidR="008908AF" w:rsidRPr="00ED05F3" w:rsidRDefault="00A43C94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1050</w:t>
            </w:r>
          </w:p>
        </w:tc>
      </w:tr>
      <w:tr w:rsidR="008908AF" w:rsidRPr="00ED05F3" w14:paraId="1C945A24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EDA58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22A2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Londýnská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C7154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568</w:t>
            </w:r>
          </w:p>
        </w:tc>
      </w:tr>
      <w:tr w:rsidR="008F5C57" w:rsidRPr="00ED05F3" w14:paraId="6992F290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2DA85" w14:textId="77777777" w:rsidR="008F5C5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5BFB6" w14:textId="77777777" w:rsidR="008F5C57" w:rsidRPr="00ED05F3" w:rsidRDefault="008F5C5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Malá Hradební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E88714" w14:textId="77777777" w:rsidR="008F5C57" w:rsidRPr="00ED05F3" w:rsidRDefault="008F5C5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765</w:t>
            </w:r>
          </w:p>
        </w:tc>
      </w:tr>
      <w:tr w:rsidR="008908AF" w:rsidRPr="00ED05F3" w14:paraId="0329C3F6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07885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69F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Malátova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A3F42" w14:textId="77777777" w:rsidR="008908AF" w:rsidRPr="00ED05F3" w:rsidRDefault="00AB57AB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2250</w:t>
            </w:r>
          </w:p>
        </w:tc>
      </w:tr>
      <w:tr w:rsidR="008908AF" w:rsidRPr="00ED05F3" w14:paraId="37C4988E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F66F1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1CB2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Marxova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2ADDB" w14:textId="77777777" w:rsidR="008908AF" w:rsidRPr="00ED05F3" w:rsidRDefault="0037601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</w:tr>
      <w:tr w:rsidR="008908AF" w:rsidRPr="00ED05F3" w14:paraId="7FCBBE3A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D4BF1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138C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Masarykova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5C823" w14:textId="77777777" w:rsidR="008908AF" w:rsidRPr="00ED05F3" w:rsidRDefault="00361D3E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10200</w:t>
            </w:r>
          </w:p>
        </w:tc>
      </w:tr>
      <w:tr w:rsidR="00DD3BF7" w:rsidRPr="00ED05F3" w14:paraId="39B1FA14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DBD44" w14:textId="77777777" w:rsidR="00DD3BF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2BFD5" w14:textId="77777777" w:rsidR="00DD3BF7" w:rsidRPr="00ED05F3" w:rsidRDefault="00DD3BF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Masarykova – pěší zóna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6617F5" w14:textId="77777777" w:rsidR="00DD3BF7" w:rsidRPr="00ED05F3" w:rsidRDefault="00DD3BF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</w:tr>
      <w:tr w:rsidR="008908AF" w:rsidRPr="00ED05F3" w14:paraId="6625EA5A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3B6A4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A891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Masarykova - zadní trakt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9873C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1107</w:t>
            </w:r>
          </w:p>
        </w:tc>
      </w:tr>
      <w:tr w:rsidR="00C57852" w:rsidRPr="00ED05F3" w14:paraId="5C0891C7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C6B91" w14:textId="77777777" w:rsidR="00C57852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77098" w14:textId="77777777" w:rsidR="00C57852" w:rsidRPr="00ED05F3" w:rsidRDefault="00C57852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Mírové náměstí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0745AB" w14:textId="77777777" w:rsidR="00C57852" w:rsidRPr="00ED05F3" w:rsidRDefault="00C57852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</w:tr>
      <w:tr w:rsidR="008908AF" w:rsidRPr="00ED05F3" w14:paraId="78234A1C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D6545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EA1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Moskevská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AA4DC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587</w:t>
            </w:r>
          </w:p>
        </w:tc>
      </w:tr>
      <w:tr w:rsidR="008908AF" w:rsidRPr="00ED05F3" w14:paraId="357EB280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F0B3B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C867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Mošnova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AD589" w14:textId="77777777" w:rsidR="008908AF" w:rsidRPr="00ED05F3" w:rsidRDefault="0037601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358</w:t>
            </w:r>
          </w:p>
        </w:tc>
      </w:tr>
      <w:tr w:rsidR="008908AF" w:rsidRPr="00ED05F3" w14:paraId="7D8913B8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2A826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59.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96DE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Popluží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D8D0D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626</w:t>
            </w:r>
          </w:p>
        </w:tc>
      </w:tr>
      <w:tr w:rsidR="008908AF" w:rsidRPr="00ED05F3" w14:paraId="0B74340B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67E8C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6858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Na Schodech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CED9C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502</w:t>
            </w:r>
          </w:p>
        </w:tc>
      </w:tr>
      <w:tr w:rsidR="008908AF" w:rsidRPr="00ED05F3" w14:paraId="61E4DAAB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D5095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1BA7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Na Spálence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6A000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1953</w:t>
            </w:r>
          </w:p>
        </w:tc>
      </w:tr>
      <w:tr w:rsidR="008908AF" w:rsidRPr="00ED05F3" w14:paraId="1DE117FF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5B495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6AA2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Na Spojce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08CA9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309</w:t>
            </w:r>
          </w:p>
        </w:tc>
      </w:tr>
      <w:tr w:rsidR="00DD3BF7" w:rsidRPr="00ED05F3" w14:paraId="0F09B861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25AFD" w14:textId="77777777" w:rsidR="00DD3BF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99571" w14:textId="77777777" w:rsidR="00DD3BF7" w:rsidRPr="00ED05F3" w:rsidRDefault="00DD3BF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Na Větruši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F701B8" w14:textId="77777777" w:rsidR="00DD3BF7" w:rsidRPr="00ED05F3" w:rsidRDefault="00DD3BF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</w:tr>
      <w:tr w:rsidR="008F5C57" w:rsidRPr="00ED05F3" w14:paraId="51B52055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30E20" w14:textId="77777777" w:rsidR="008F5C5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18D89" w14:textId="77777777" w:rsidR="008F5C57" w:rsidRPr="00ED05F3" w:rsidRDefault="008F5C5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Na Vyhlídce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4F852F" w14:textId="77777777" w:rsidR="008F5C57" w:rsidRPr="00ED05F3" w:rsidRDefault="008F5C5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366</w:t>
            </w:r>
          </w:p>
        </w:tc>
      </w:tr>
      <w:tr w:rsidR="008908AF" w:rsidRPr="00ED05F3" w14:paraId="6B442E77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648ED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8318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Náměstí Prokopa Velikého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9DEC6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8908AF" w:rsidRPr="00ED05F3" w14:paraId="45212EF4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78896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B7FC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Návětrná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2220D" w14:textId="77777777" w:rsidR="008908AF" w:rsidRPr="00ED05F3" w:rsidRDefault="00A43C94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690</w:t>
            </w:r>
          </w:p>
        </w:tc>
      </w:tr>
      <w:tr w:rsidR="008F5C57" w:rsidRPr="00ED05F3" w14:paraId="6746F396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32580" w14:textId="77777777" w:rsidR="008F5C5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277B0" w14:textId="77777777" w:rsidR="008F5C57" w:rsidRPr="00ED05F3" w:rsidRDefault="008F5C5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Ondříčkova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069320" w14:textId="77777777" w:rsidR="008F5C57" w:rsidRPr="00ED05F3" w:rsidRDefault="008F5C5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</w:tr>
      <w:tr w:rsidR="008908AF" w:rsidRPr="00ED05F3" w14:paraId="61220E58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BADD7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DD9B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Ostrčilova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A6E9A" w14:textId="77777777" w:rsidR="008908AF" w:rsidRPr="00ED05F3" w:rsidRDefault="00A43C94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</w:tr>
      <w:tr w:rsidR="008908AF" w:rsidRPr="00ED05F3" w14:paraId="7D750E53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D1E4E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9C7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Palachova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F13BD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8908AF" w:rsidRPr="00ED05F3" w14:paraId="7CAE17A0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9019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D1FF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Pařížská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3DEFA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</w:tr>
      <w:tr w:rsidR="008908AF" w:rsidRPr="00ED05F3" w14:paraId="403D921F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D4A3D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DC68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Pasteurova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537E2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290</w:t>
            </w:r>
          </w:p>
        </w:tc>
      </w:tr>
      <w:tr w:rsidR="008908AF" w:rsidRPr="00ED05F3" w14:paraId="65372A1A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B91DF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D87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Petrovická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795B5" w14:textId="77777777" w:rsidR="008908AF" w:rsidRPr="00ED05F3" w:rsidRDefault="002E510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560</w:t>
            </w:r>
          </w:p>
        </w:tc>
      </w:tr>
      <w:tr w:rsidR="008908AF" w:rsidRPr="00ED05F3" w14:paraId="2FAAF2A8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71046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055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Plynárenská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12E52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</w:tr>
      <w:tr w:rsidR="00DD3BF7" w:rsidRPr="00ED05F3" w14:paraId="0E250F97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BDC0A" w14:textId="77777777" w:rsidR="00DD3BF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50A3" w14:textId="77777777" w:rsidR="00DD3BF7" w:rsidRPr="00ED05F3" w:rsidRDefault="00DD3BF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Pod Vodojemem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13515B" w14:textId="77777777" w:rsidR="00DD3BF7" w:rsidRPr="00ED05F3" w:rsidRDefault="00DD3BF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</w:tr>
      <w:tr w:rsidR="008908AF" w:rsidRPr="00ED05F3" w14:paraId="4C59F813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3CD2D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0F7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pravý chodník podél II/253 (Hrbovická)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51315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8908AF" w:rsidRPr="00ED05F3" w14:paraId="08B212CA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EDD06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0D24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propojení Velká hradební - Dlouhá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EEF61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410</w:t>
            </w:r>
          </w:p>
        </w:tc>
      </w:tr>
      <w:tr w:rsidR="008F5C57" w:rsidRPr="00ED05F3" w14:paraId="6828423A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78BDA" w14:textId="77777777" w:rsidR="008F5C5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CF414" w14:textId="77777777" w:rsidR="008F5C57" w:rsidRPr="00ED05F3" w:rsidRDefault="008F5C5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Prokopa Diviše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FC5A7D" w14:textId="77777777" w:rsidR="008F5C57" w:rsidRPr="00ED05F3" w:rsidRDefault="008F5C5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8908AF" w:rsidRPr="00ED05F3" w14:paraId="29CE9BF8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19C96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077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Prostřední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7A26A" w14:textId="77777777" w:rsidR="008908AF" w:rsidRPr="00ED05F3" w:rsidRDefault="0037601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1134</w:t>
            </w:r>
          </w:p>
        </w:tc>
      </w:tr>
      <w:tr w:rsidR="008908AF" w:rsidRPr="00ED05F3" w14:paraId="2139F509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23C4D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538D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Průmyslová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2328C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</w:tr>
      <w:tr w:rsidR="008908AF" w:rsidRPr="00ED05F3" w14:paraId="36FABD3C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A1B62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528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Resslova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FA2F0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1125</w:t>
            </w:r>
          </w:p>
        </w:tc>
      </w:tr>
      <w:tr w:rsidR="008908AF" w:rsidRPr="00ED05F3" w14:paraId="3B6ECF8F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A7DF0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438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Revoluční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1FFCB" w14:textId="77777777" w:rsidR="008908AF" w:rsidRPr="00ED05F3" w:rsidRDefault="009D56C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1375</w:t>
            </w:r>
          </w:p>
        </w:tc>
      </w:tr>
      <w:tr w:rsidR="008908AF" w:rsidRPr="00ED05F3" w14:paraId="0D5B8E11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7F5C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C12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Roos</w:t>
            </w:r>
            <w:r w:rsidR="00C57852" w:rsidRPr="00ED05F3">
              <w:rPr>
                <w:rFonts w:ascii="Arial" w:hAnsi="Arial" w:cs="Arial"/>
                <w:sz w:val="20"/>
                <w:szCs w:val="20"/>
              </w:rPr>
              <w:t>e</w:t>
            </w:r>
            <w:r w:rsidRPr="00ED05F3">
              <w:rPr>
                <w:rFonts w:ascii="Arial" w:hAnsi="Arial" w:cs="Arial"/>
                <w:sz w:val="20"/>
                <w:szCs w:val="20"/>
              </w:rPr>
              <w:t>veltova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E52CF" w14:textId="77777777" w:rsidR="008908AF" w:rsidRPr="00ED05F3" w:rsidRDefault="00C57852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</w:tr>
      <w:tr w:rsidR="008908AF" w:rsidRPr="00ED05F3" w14:paraId="2D3D7906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5E4DE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BF1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Růžový palouček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48FCC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</w:tr>
      <w:tr w:rsidR="008908AF" w:rsidRPr="00ED05F3" w14:paraId="63275C7E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8B4F2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729F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Řeháčkova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3F4E9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340</w:t>
            </w:r>
          </w:p>
        </w:tc>
      </w:tr>
      <w:tr w:rsidR="008908AF" w:rsidRPr="00ED05F3" w14:paraId="3786C4C4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44368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F3B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Sadová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505A7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</w:tr>
      <w:tr w:rsidR="008908AF" w:rsidRPr="00ED05F3" w14:paraId="6F6EBDA9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758A9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33D9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Sládkova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EC740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908AF" w:rsidRPr="00ED05F3" w14:paraId="5741331D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EED51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2E5B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Slavíčkova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3542D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1732</w:t>
            </w:r>
          </w:p>
        </w:tc>
      </w:tr>
      <w:tr w:rsidR="008908AF" w:rsidRPr="00ED05F3" w14:paraId="1917F0AC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2C788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B11B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Slunná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026A8" w14:textId="77777777" w:rsidR="008908AF" w:rsidRPr="00ED05F3" w:rsidRDefault="002E510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8908AF" w:rsidRPr="00ED05F3" w14:paraId="41E6EFA7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8B0B4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C867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SNP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7D72F" w14:textId="77777777" w:rsidR="008908AF" w:rsidRPr="00ED05F3" w:rsidRDefault="0037601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1588</w:t>
            </w:r>
          </w:p>
        </w:tc>
      </w:tr>
      <w:tr w:rsidR="008908AF" w:rsidRPr="00ED05F3" w14:paraId="22CBD3AB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4C1BE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7B54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Solvayova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D0F2C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1204</w:t>
            </w:r>
          </w:p>
        </w:tc>
      </w:tr>
      <w:tr w:rsidR="00DD3BF7" w:rsidRPr="00ED05F3" w14:paraId="6FDA67EC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401F2" w14:textId="77777777" w:rsidR="00DD3BF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B4494" w14:textId="77777777" w:rsidR="00DD3BF7" w:rsidRPr="00ED05F3" w:rsidRDefault="00DD3BF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Spartakiádní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92CD4A" w14:textId="77777777" w:rsidR="00DD3BF7" w:rsidRPr="00ED05F3" w:rsidRDefault="00DD3BF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</w:tr>
      <w:tr w:rsidR="00DD3BF7" w:rsidRPr="00ED05F3" w14:paraId="7B46B0A8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1B2FC" w14:textId="77777777" w:rsidR="00DD3BF7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C36E8" w14:textId="77777777" w:rsidR="00DD3BF7" w:rsidRPr="00ED05F3" w:rsidRDefault="00DD3BF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Školní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630F17" w14:textId="77777777" w:rsidR="00DD3BF7" w:rsidRPr="00ED05F3" w:rsidRDefault="00DD3BF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666</w:t>
            </w:r>
          </w:p>
        </w:tc>
      </w:tr>
      <w:tr w:rsidR="008908AF" w:rsidRPr="00ED05F3" w14:paraId="65604EEE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40BEC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5657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spojka Herbenova - Masarykova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F403D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</w:tr>
      <w:tr w:rsidR="008908AF" w:rsidRPr="00ED05F3" w14:paraId="3A235E4B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0FA85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960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Stará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3A950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1410</w:t>
            </w:r>
          </w:p>
        </w:tc>
      </w:tr>
      <w:tr w:rsidR="008908AF" w:rsidRPr="00ED05F3" w14:paraId="4592ADE1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54360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BBCC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Střížovická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F801C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</w:tr>
      <w:tr w:rsidR="008908AF" w:rsidRPr="00ED05F3" w14:paraId="64766522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56662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88AE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Šaldova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95532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215</w:t>
            </w:r>
          </w:p>
        </w:tc>
      </w:tr>
      <w:tr w:rsidR="008908AF" w:rsidRPr="00ED05F3" w14:paraId="2E77C3DB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2C0DD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AD42" w14:textId="77777777" w:rsidR="008908AF" w:rsidRPr="00ED05F3" w:rsidRDefault="00ED05F3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Špitá</w:t>
            </w:r>
            <w:r w:rsidR="008908AF" w:rsidRPr="00ED05F3">
              <w:rPr>
                <w:rFonts w:ascii="Arial" w:hAnsi="Arial" w:cs="Arial"/>
                <w:sz w:val="20"/>
                <w:szCs w:val="20"/>
              </w:rPr>
              <w:t>lského náměstí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CA80D" w14:textId="77777777" w:rsidR="008908AF" w:rsidRPr="00ED05F3" w:rsidRDefault="008F5C5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8908AF" w:rsidRPr="00ED05F3" w14:paraId="5A932CF9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166D3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8452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Štefánikova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B0531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1781</w:t>
            </w:r>
          </w:p>
        </w:tc>
      </w:tr>
      <w:tr w:rsidR="008908AF" w:rsidRPr="00ED05F3" w14:paraId="5FE4C612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1362E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67DE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Textilní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56B5E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8908AF" w:rsidRPr="00ED05F3" w14:paraId="7AC4F956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F80F8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A188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Thomayerova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8A669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  <w:tr w:rsidR="008908AF" w:rsidRPr="00ED05F3" w14:paraId="7FA5E15B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475C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7CA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Tovární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EB941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2415</w:t>
            </w:r>
          </w:p>
        </w:tc>
      </w:tr>
      <w:tr w:rsidR="008908AF" w:rsidRPr="00ED05F3" w14:paraId="629CA7CC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4BE2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DF4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U Jeslí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BF617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510</w:t>
            </w:r>
          </w:p>
        </w:tc>
      </w:tr>
      <w:tr w:rsidR="008908AF" w:rsidRPr="00ED05F3" w14:paraId="65DA73B5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E15FA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DBA2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U Kostela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F9816" w14:textId="77777777" w:rsidR="008908AF" w:rsidRPr="00ED05F3" w:rsidRDefault="009A2C8E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1086</w:t>
            </w:r>
          </w:p>
        </w:tc>
      </w:tr>
      <w:tr w:rsidR="008908AF" w:rsidRPr="00ED05F3" w14:paraId="4FF14457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5E04B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104.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422F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U nádraží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9F3F9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649</w:t>
            </w:r>
          </w:p>
        </w:tc>
      </w:tr>
      <w:tr w:rsidR="008908AF" w:rsidRPr="00ED05F3" w14:paraId="2DFF98C8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78FE0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862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U Nemocnice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250B9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  <w:tr w:rsidR="008908AF" w:rsidRPr="00ED05F3" w14:paraId="040EFDF2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06C0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C247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U Remíz</w:t>
            </w:r>
            <w:r w:rsidR="008F5C57" w:rsidRPr="00ED05F3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9DF0F" w14:textId="77777777" w:rsidR="008908AF" w:rsidRPr="00ED05F3" w:rsidRDefault="00C57852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8908AF" w:rsidRPr="00ED05F3" w14:paraId="26D774AC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0E8EE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DF42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U Stadionu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5B6ED" w14:textId="77777777" w:rsidR="008908AF" w:rsidRPr="00ED05F3" w:rsidRDefault="002E510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8908AF" w:rsidRPr="00ED05F3" w14:paraId="7C2C72D7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3A468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ECEB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U Vlečky - u býval. Stavebninám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BC39F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925</w:t>
            </w:r>
          </w:p>
        </w:tc>
      </w:tr>
      <w:tr w:rsidR="008908AF" w:rsidRPr="00ED05F3" w14:paraId="2858EDEB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E9844" w14:textId="77777777" w:rsidR="008908AF" w:rsidRPr="00ED05F3" w:rsidRDefault="00ED05F3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53C7" w14:textId="77777777" w:rsidR="008908AF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V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Podhájí</w:t>
            </w:r>
            <w:proofErr w:type="spellEnd"/>
          </w:p>
          <w:p w14:paraId="7FEEC26B" w14:textId="77777777" w:rsidR="000C0C7D" w:rsidRPr="000C0C7D" w:rsidRDefault="000C0C7D" w:rsidP="005322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58DDE" w14:textId="77777777" w:rsidR="008908AF" w:rsidRDefault="000C0C7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  <w:p w14:paraId="3B402F07" w14:textId="77777777" w:rsidR="000C0C7D" w:rsidRPr="000C0C7D" w:rsidRDefault="000C0C7D" w:rsidP="005322F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367D" w:rsidRPr="00ED05F3" w14:paraId="746D9E3F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C2A0F" w14:textId="77777777" w:rsidR="00B3367D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66B8C" w14:textId="77777777" w:rsidR="00B3367D" w:rsidRPr="00ED05F3" w:rsidRDefault="00B3367D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 Smyčce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E8BB7E" w14:textId="77777777" w:rsidR="00B3367D" w:rsidRDefault="00B3367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8908AF" w:rsidRPr="00ED05F3" w14:paraId="503D5DE1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CD00C" w14:textId="77777777" w:rsidR="008908AF" w:rsidRPr="00ED05F3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2B41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Veleslavínova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66715" w14:textId="77777777" w:rsidR="008908AF" w:rsidRPr="00ED05F3" w:rsidRDefault="0037601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</w:tr>
      <w:tr w:rsidR="008908AF" w:rsidRPr="00ED05F3" w14:paraId="49C12CAD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764FE" w14:textId="77777777" w:rsidR="008908AF" w:rsidRPr="00ED05F3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3F77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Velká hradební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16DE2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1270</w:t>
            </w:r>
          </w:p>
        </w:tc>
      </w:tr>
      <w:tr w:rsidR="00C57852" w:rsidRPr="00ED05F3" w14:paraId="45412BDC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BBDD2" w14:textId="77777777" w:rsidR="00C57852" w:rsidRPr="00ED05F3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D405" w14:textId="77777777" w:rsidR="00C57852" w:rsidRPr="00ED05F3" w:rsidRDefault="00C57852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Vinařská - sídliště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8B762C" w14:textId="77777777" w:rsidR="00C57852" w:rsidRPr="00ED05F3" w:rsidRDefault="00C57852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C57852" w:rsidRPr="00ED05F3" w14:paraId="30136DB7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C6166" w14:textId="77777777" w:rsidR="00C57852" w:rsidRPr="00ED05F3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17506" w14:textId="77777777" w:rsidR="00C57852" w:rsidRPr="00ED05F3" w:rsidRDefault="00C57852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Vinařská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A34178" w14:textId="77777777" w:rsidR="00C57852" w:rsidRPr="00ED05F3" w:rsidRDefault="00C57852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1760</w:t>
            </w:r>
          </w:p>
        </w:tc>
      </w:tr>
      <w:tr w:rsidR="008908AF" w:rsidRPr="00ED05F3" w14:paraId="7F1023CF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C624" w14:textId="77777777" w:rsidR="008908AF" w:rsidRPr="00ED05F3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49E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Vojnovičova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A7325" w14:textId="77777777" w:rsidR="008908AF" w:rsidRPr="00ED05F3" w:rsidRDefault="00A43C94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</w:tr>
      <w:tr w:rsidR="008908AF" w:rsidRPr="00ED05F3" w14:paraId="4CA0C6AC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AC672" w14:textId="77777777" w:rsidR="008908AF" w:rsidRPr="00ED05F3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BBD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Winstona Churchilla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D1F7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830</w:t>
            </w:r>
          </w:p>
        </w:tc>
      </w:tr>
      <w:tr w:rsidR="008908AF" w:rsidRPr="00ED05F3" w14:paraId="53AEAEB4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29B6F" w14:textId="77777777" w:rsidR="008908AF" w:rsidRPr="00ED05F3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E131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Za Válcovnou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8F5E9" w14:textId="77777777" w:rsidR="008908AF" w:rsidRPr="00ED05F3" w:rsidRDefault="0015309C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520</w:t>
            </w:r>
          </w:p>
        </w:tc>
      </w:tr>
      <w:tr w:rsidR="008908AF" w:rsidRPr="00ED05F3" w14:paraId="71FB8CA0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11F08" w14:textId="77777777" w:rsidR="008908AF" w:rsidRPr="00ED05F3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6878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Za Vozovnou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4B975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591</w:t>
            </w:r>
          </w:p>
        </w:tc>
      </w:tr>
      <w:tr w:rsidR="008908AF" w:rsidRPr="00ED05F3" w14:paraId="7A0D61AA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ECF22" w14:textId="77777777" w:rsidR="008908AF" w:rsidRPr="00ED05F3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32AE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Zahradní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E0332" w14:textId="77777777" w:rsidR="008908AF" w:rsidRPr="00ED05F3" w:rsidRDefault="007D5FF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265</w:t>
            </w:r>
          </w:p>
        </w:tc>
      </w:tr>
      <w:tr w:rsidR="008908AF" w:rsidRPr="00ED05F3" w14:paraId="09C275B5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8A20D" w14:textId="77777777" w:rsidR="008908AF" w:rsidRPr="00ED05F3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D11F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Králova Výšina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C6A99" w14:textId="77777777" w:rsidR="008908AF" w:rsidRPr="00ED05F3" w:rsidRDefault="00885648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  <w:tr w:rsidR="008908AF" w:rsidRPr="00ED05F3" w14:paraId="1AE6875B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A59A1" w14:textId="77777777" w:rsidR="008908AF" w:rsidRPr="00ED05F3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23CB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Nová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Jeptiškánská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30653" w14:textId="77777777" w:rsidR="008908AF" w:rsidRPr="00ED05F3" w:rsidRDefault="0037601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724</w:t>
            </w:r>
          </w:p>
        </w:tc>
      </w:tr>
      <w:tr w:rsidR="008908AF" w:rsidRPr="00ED05F3" w14:paraId="6E4FEDB5" w14:textId="77777777" w:rsidTr="00ED05F3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36270" w14:textId="77777777" w:rsidR="008908AF" w:rsidRPr="00ED05F3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14E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Schody  - na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Větruš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23D20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522</w:t>
            </w:r>
          </w:p>
        </w:tc>
      </w:tr>
      <w:tr w:rsidR="00D24BD4" w:rsidRPr="00ED05F3" w14:paraId="3832F99D" w14:textId="77777777" w:rsidTr="005322FA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F26FA" w14:textId="77777777" w:rsidR="00D24BD4" w:rsidRPr="00ED05F3" w:rsidRDefault="00B3367D" w:rsidP="00D24B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6FFCA" w14:textId="77777777" w:rsidR="00D24BD4" w:rsidRPr="00ED05F3" w:rsidRDefault="00D24BD4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 Května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6FC058" w14:textId="77777777" w:rsidR="00D24BD4" w:rsidRPr="00ED05F3" w:rsidRDefault="00D24BD4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8908AF" w:rsidRPr="00ED05F3" w14:paraId="02826752" w14:textId="77777777" w:rsidTr="005322FA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14:paraId="169EC970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9983" w14:textId="77777777" w:rsidR="008908AF" w:rsidRPr="00ED05F3" w:rsidRDefault="008908AF" w:rsidP="005322F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D05F3">
              <w:rPr>
                <w:rFonts w:ascii="Arial" w:hAnsi="Arial" w:cs="Arial"/>
                <w:bCs/>
                <w:sz w:val="20"/>
                <w:szCs w:val="20"/>
              </w:rPr>
              <w:t>Celkem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82FE6" w14:textId="77777777" w:rsidR="008908AF" w:rsidRPr="00ED05F3" w:rsidRDefault="000C0C7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120570</w:t>
            </w:r>
          </w:p>
        </w:tc>
      </w:tr>
    </w:tbl>
    <w:p w14:paraId="5FC26351" w14:textId="77777777" w:rsidR="00632BA6" w:rsidRPr="00ED05F3" w:rsidRDefault="00632BA6">
      <w:pPr>
        <w:rPr>
          <w:rFonts w:ascii="Arial" w:hAnsi="Arial" w:cs="Arial"/>
          <w:snapToGrid w:val="0"/>
          <w:sz w:val="22"/>
          <w:szCs w:val="22"/>
        </w:rPr>
      </w:pPr>
      <w:r w:rsidRPr="00ED05F3">
        <w:rPr>
          <w:rFonts w:ascii="Arial" w:hAnsi="Arial" w:cs="Arial"/>
          <w:sz w:val="22"/>
          <w:szCs w:val="22"/>
        </w:rPr>
        <w:br w:type="page"/>
      </w:r>
    </w:p>
    <w:p w14:paraId="3F6912EA" w14:textId="77777777" w:rsidR="008908AF" w:rsidRPr="00ED05F3" w:rsidRDefault="008908AF" w:rsidP="008908AF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</w:p>
    <w:p w14:paraId="3D07687C" w14:textId="77777777" w:rsidR="008908AF" w:rsidRPr="00ED05F3" w:rsidRDefault="008908AF" w:rsidP="008908AF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  <w:r w:rsidRPr="00ED05F3">
        <w:rPr>
          <w:rFonts w:ascii="Arial" w:hAnsi="Arial" w:cs="Arial"/>
          <w:sz w:val="22"/>
          <w:szCs w:val="22"/>
        </w:rPr>
        <w:t>Úřad městského obvodu – Neštěmice</w:t>
      </w:r>
    </w:p>
    <w:p w14:paraId="60402FD7" w14:textId="77777777" w:rsidR="008908AF" w:rsidRPr="00ED05F3" w:rsidRDefault="008908AF" w:rsidP="008908AF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</w:p>
    <w:p w14:paraId="1978404C" w14:textId="77777777" w:rsidR="008908AF" w:rsidRPr="00ED05F3" w:rsidRDefault="008908AF" w:rsidP="008908AF">
      <w:pPr>
        <w:pStyle w:val="standard"/>
        <w:suppressLineNumbers/>
        <w:ind w:left="720"/>
        <w:rPr>
          <w:rFonts w:ascii="Arial" w:hAnsi="Arial" w:cs="Arial"/>
          <w:sz w:val="22"/>
          <w:szCs w:val="22"/>
        </w:rPr>
      </w:pPr>
    </w:p>
    <w:tbl>
      <w:tblPr>
        <w:tblW w:w="7217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4070"/>
        <w:gridCol w:w="1830"/>
      </w:tblGrid>
      <w:tr w:rsidR="008908AF" w:rsidRPr="00ED05F3" w14:paraId="7CDAE7F3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5A62" w14:textId="77777777" w:rsidR="008908AF" w:rsidRPr="00ED05F3" w:rsidRDefault="008908AF" w:rsidP="005322F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05F3">
              <w:rPr>
                <w:rFonts w:ascii="Arial" w:hAnsi="Arial" w:cs="Arial"/>
                <w:bCs/>
                <w:sz w:val="20"/>
                <w:szCs w:val="20"/>
              </w:rPr>
              <w:t>Pořadí</w:t>
            </w:r>
          </w:p>
        </w:tc>
        <w:tc>
          <w:tcPr>
            <w:tcW w:w="4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32FA" w14:textId="77777777" w:rsidR="008908AF" w:rsidRPr="00ED05F3" w:rsidRDefault="008908AF" w:rsidP="005322F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05F3">
              <w:rPr>
                <w:rFonts w:ascii="Arial" w:hAnsi="Arial" w:cs="Arial"/>
                <w:bCs/>
                <w:sz w:val="20"/>
                <w:szCs w:val="20"/>
              </w:rPr>
              <w:t>Název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75E56" w14:textId="77777777" w:rsidR="008908AF" w:rsidRPr="00ED05F3" w:rsidRDefault="009629A5" w:rsidP="005322F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Metráž</w:t>
            </w:r>
          </w:p>
        </w:tc>
      </w:tr>
      <w:tr w:rsidR="008908AF" w:rsidRPr="00ED05F3" w14:paraId="22A51E97" w14:textId="77777777" w:rsidTr="005322FA">
        <w:trPr>
          <w:trHeight w:val="315"/>
        </w:trPr>
        <w:tc>
          <w:tcPr>
            <w:tcW w:w="1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45E4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3C54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III/25374-Opletalova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E5023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2768</w:t>
            </w:r>
          </w:p>
        </w:tc>
      </w:tr>
      <w:tr w:rsidR="008908AF" w:rsidRPr="00ED05F3" w14:paraId="13ABA88E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527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36E9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III/25374-Seifertova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A4B67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1418</w:t>
            </w:r>
          </w:p>
        </w:tc>
      </w:tr>
      <w:tr w:rsidR="008908AF" w:rsidRPr="00ED05F3" w14:paraId="353BB29E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05E9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899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III/25373-Pod Úvozem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B7C48" w14:textId="77777777" w:rsidR="008908AF" w:rsidRPr="00ED05F3" w:rsidRDefault="003A4782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8908AF" w:rsidRPr="00ED05F3" w14:paraId="693C08CB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36C8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27944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III/26032-spojka od Sibiřské na sídliště Skalka a dále na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Mirkov</w:t>
            </w:r>
            <w:proofErr w:type="spellEnd"/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2DAAD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447</w:t>
            </w:r>
          </w:p>
        </w:tc>
      </w:tr>
      <w:tr w:rsidR="007149E7" w:rsidRPr="00ED05F3" w14:paraId="3106A720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A4DF4" w14:textId="77777777" w:rsidR="007149E7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D6D4B" w14:textId="77777777" w:rsidR="007149E7" w:rsidRPr="00ED05F3" w:rsidRDefault="007149E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I/30 - Přístavní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56C66B" w14:textId="77777777" w:rsidR="007149E7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</w:tr>
      <w:tr w:rsidR="008908AF" w:rsidRPr="00ED05F3" w14:paraId="07EB037F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64F90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387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Drážďanská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D9EA0" w14:textId="77777777" w:rsidR="008908AF" w:rsidRPr="00ED05F3" w:rsidRDefault="00F00834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1830</w:t>
            </w:r>
          </w:p>
        </w:tc>
      </w:tr>
      <w:tr w:rsidR="008908AF" w:rsidRPr="00ED05F3" w14:paraId="4B4D6517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1C86C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B44C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Vojanova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B9203" w14:textId="77777777" w:rsidR="008908AF" w:rsidRPr="00ED05F3" w:rsidRDefault="00A6061A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1960</w:t>
            </w:r>
          </w:p>
        </w:tc>
      </w:tr>
      <w:tr w:rsidR="008908AF" w:rsidRPr="00ED05F3" w14:paraId="41F6C98F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C01B0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B11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 oblouku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B14B8" w14:textId="77777777" w:rsidR="008908AF" w:rsidRPr="00ED05F3" w:rsidRDefault="00A6061A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406</w:t>
            </w:r>
          </w:p>
        </w:tc>
      </w:tr>
      <w:tr w:rsidR="008908AF" w:rsidRPr="00ED05F3" w14:paraId="2D149548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F5063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ACD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Neštěmická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2D43A" w14:textId="77777777" w:rsidR="008908AF" w:rsidRPr="00ED05F3" w:rsidRDefault="00AD4D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3815</w:t>
            </w:r>
          </w:p>
        </w:tc>
      </w:tr>
      <w:tr w:rsidR="008908AF" w:rsidRPr="00ED05F3" w14:paraId="05286A8A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FBE55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67D2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Dvojdomí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CABD2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8908AF" w:rsidRPr="00ED05F3" w14:paraId="2135C90A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BDC0A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5667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Žežická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0A77A" w14:textId="77777777" w:rsidR="008908AF" w:rsidRPr="00ED05F3" w:rsidRDefault="00A6061A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1770</w:t>
            </w:r>
          </w:p>
        </w:tc>
      </w:tr>
      <w:tr w:rsidR="008908AF" w:rsidRPr="00ED05F3" w14:paraId="07DE06E1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E56AE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2714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Dr.Horákové</w:t>
            </w:r>
            <w:proofErr w:type="spellEnd"/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80A3F" w14:textId="77777777" w:rsidR="008908AF" w:rsidRPr="00ED05F3" w:rsidRDefault="00A6061A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365</w:t>
            </w:r>
          </w:p>
        </w:tc>
      </w:tr>
      <w:tr w:rsidR="008908AF" w:rsidRPr="00ED05F3" w14:paraId="444CC425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AA01B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18C0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Anežky České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B8226" w14:textId="77777777" w:rsidR="008908AF" w:rsidRPr="00ED05F3" w:rsidRDefault="00A6061A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</w:tr>
      <w:tr w:rsidR="008908AF" w:rsidRPr="00ED05F3" w14:paraId="41163A06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D9F33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469D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Janáčková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EBBC5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355</w:t>
            </w:r>
          </w:p>
        </w:tc>
      </w:tr>
      <w:tr w:rsidR="008908AF" w:rsidRPr="00ED05F3" w14:paraId="7331553C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CE0A2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624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Jungmanova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0CC7C" w14:textId="77777777" w:rsidR="008908AF" w:rsidRPr="00ED05F3" w:rsidRDefault="00F00834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</w:tr>
      <w:tr w:rsidR="008908AF" w:rsidRPr="00ED05F3" w14:paraId="033A7EC2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FD4BC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0689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Pivovarské zahrady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4B899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</w:tr>
      <w:tr w:rsidR="008908AF" w:rsidRPr="00ED05F3" w14:paraId="56589549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D7C4A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1C58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Keplerova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A374F" w14:textId="77777777" w:rsidR="008908AF" w:rsidRPr="00ED05F3" w:rsidRDefault="00A6061A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734</w:t>
            </w:r>
          </w:p>
        </w:tc>
      </w:tr>
      <w:tr w:rsidR="008908AF" w:rsidRPr="00ED05F3" w14:paraId="416303C5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3E537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44B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Na sklípku</w:t>
            </w:r>
            <w:r w:rsidR="00A6061A" w:rsidRPr="00ED05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15913" w14:textId="77777777" w:rsidR="008908AF" w:rsidRPr="00ED05F3" w:rsidRDefault="00A6061A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822</w:t>
            </w:r>
          </w:p>
        </w:tc>
      </w:tr>
      <w:tr w:rsidR="008908AF" w:rsidRPr="00ED05F3" w14:paraId="21BE7C56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47C8E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FAD8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Hřbitovní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63791" w14:textId="77777777" w:rsidR="008908AF" w:rsidRPr="00ED05F3" w:rsidRDefault="00A6061A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</w:tr>
      <w:tr w:rsidR="008908AF" w:rsidRPr="00ED05F3" w14:paraId="4A4E3700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4ADBC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CB81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Družstevní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0F546" w14:textId="77777777" w:rsidR="008908AF" w:rsidRPr="00ED05F3" w:rsidRDefault="00A6061A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271</w:t>
            </w:r>
          </w:p>
        </w:tc>
      </w:tr>
      <w:tr w:rsidR="00F00834" w:rsidRPr="00ED05F3" w14:paraId="73F89A31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0DA29" w14:textId="77777777" w:rsidR="00F00834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E2498" w14:textId="77777777" w:rsidR="00F00834" w:rsidRPr="00ED05F3" w:rsidRDefault="00F00834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Krčínova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2EC2EB" w14:textId="77777777" w:rsidR="00F00834" w:rsidRPr="00ED05F3" w:rsidRDefault="00F00834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F00834" w:rsidRPr="00ED05F3" w14:paraId="6A35C583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04E6D" w14:textId="77777777" w:rsidR="00F00834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D728D" w14:textId="77777777" w:rsidR="00F00834" w:rsidRPr="00ED05F3" w:rsidRDefault="00F00834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U Pivovarské zahrady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F08BF4" w14:textId="77777777" w:rsidR="00F00834" w:rsidRPr="00ED05F3" w:rsidRDefault="00F00834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F00834" w:rsidRPr="00ED05F3" w14:paraId="0E949800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7236F" w14:textId="77777777" w:rsidR="00F00834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721EE" w14:textId="77777777" w:rsidR="00F00834" w:rsidRPr="00ED05F3" w:rsidRDefault="00F00834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Janáčkova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ED81AE" w14:textId="77777777" w:rsidR="00F00834" w:rsidRPr="00ED05F3" w:rsidRDefault="00F00834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</w:tr>
      <w:tr w:rsidR="008908AF" w:rsidRPr="00ED05F3" w14:paraId="198963B2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7FCC8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7B1E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Příkopy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50E7B" w14:textId="77777777" w:rsidR="008908AF" w:rsidRPr="00ED05F3" w:rsidRDefault="00F00834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  <w:tr w:rsidR="00A6061A" w:rsidRPr="00ED05F3" w14:paraId="2B9C708F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2636E" w14:textId="77777777" w:rsidR="00A6061A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D3C8B" w14:textId="77777777" w:rsidR="00A6061A" w:rsidRPr="00ED05F3" w:rsidRDefault="00A6061A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Na Vinici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B86235" w14:textId="77777777" w:rsidR="00A6061A" w:rsidRPr="00ED05F3" w:rsidRDefault="00A6061A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A6061A" w:rsidRPr="00ED05F3" w14:paraId="0CD036C0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6E79B" w14:textId="77777777" w:rsidR="00A6061A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FEDFD" w14:textId="77777777" w:rsidR="00A6061A" w:rsidRPr="00ED05F3" w:rsidRDefault="00A6061A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Výstupní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99E418" w14:textId="77777777" w:rsidR="00A6061A" w:rsidRPr="00ED05F3" w:rsidRDefault="00A6061A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2120</w:t>
            </w:r>
          </w:p>
        </w:tc>
      </w:tr>
      <w:tr w:rsidR="008908AF" w:rsidRPr="00ED05F3" w14:paraId="6D8FEF95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128E9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3F39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Husova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5399B" w14:textId="77777777" w:rsidR="008908AF" w:rsidRPr="00ED05F3" w:rsidRDefault="00A6061A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</w:tr>
      <w:tr w:rsidR="00A6061A" w:rsidRPr="00ED05F3" w14:paraId="6AFBCEE8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2622" w14:textId="77777777" w:rsidR="00A6061A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EBBB2" w14:textId="77777777" w:rsidR="00A6061A" w:rsidRPr="00ED05F3" w:rsidRDefault="00A6061A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Přemyslovců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63713B" w14:textId="77777777" w:rsidR="00A6061A" w:rsidRPr="00ED05F3" w:rsidRDefault="00AD4D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290</w:t>
            </w:r>
          </w:p>
        </w:tc>
      </w:tr>
      <w:tr w:rsidR="008908AF" w:rsidRPr="00ED05F3" w14:paraId="6E364DDB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7877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5382" w14:textId="77777777" w:rsidR="008908AF" w:rsidRPr="00ED05F3" w:rsidRDefault="00AD4D50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Obvodová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779BD" w14:textId="77777777" w:rsidR="008908AF" w:rsidRPr="00ED05F3" w:rsidRDefault="00AD4D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1150</w:t>
            </w:r>
          </w:p>
        </w:tc>
      </w:tr>
      <w:tr w:rsidR="008908AF" w:rsidRPr="00ED05F3" w14:paraId="1784ECBD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5B0B0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1997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Rozcestí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AA4E5" w14:textId="77777777" w:rsidR="008908AF" w:rsidRPr="00ED05F3" w:rsidRDefault="00AD4D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735</w:t>
            </w:r>
          </w:p>
        </w:tc>
      </w:tr>
      <w:tr w:rsidR="008908AF" w:rsidRPr="00ED05F3" w14:paraId="301DFB85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AD8C3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A35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Čechova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8BC56" w14:textId="77777777" w:rsidR="008908AF" w:rsidRPr="00ED05F3" w:rsidRDefault="00AD4D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370</w:t>
            </w:r>
          </w:p>
        </w:tc>
      </w:tr>
      <w:tr w:rsidR="008908AF" w:rsidRPr="00ED05F3" w14:paraId="73E8E60E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6F3B6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5128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Na Výšině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61C4F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281</w:t>
            </w:r>
          </w:p>
        </w:tc>
      </w:tr>
      <w:tr w:rsidR="008908AF" w:rsidRPr="00ED05F3" w14:paraId="76BAE778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E9262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97A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Hluboká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0207B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</w:tr>
      <w:tr w:rsidR="008908AF" w:rsidRPr="00ED05F3" w14:paraId="497126CD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EF029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419E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Peškova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21373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868</w:t>
            </w:r>
          </w:p>
        </w:tc>
      </w:tr>
      <w:tr w:rsidR="008908AF" w:rsidRPr="00ED05F3" w14:paraId="584862EA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A626A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2B1C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Picassova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8D0A0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8908AF" w:rsidRPr="00ED05F3" w14:paraId="193D6522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78E36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9A5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Podmokelská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8C4A9" w14:textId="77777777" w:rsidR="008908AF" w:rsidRPr="00ED05F3" w:rsidRDefault="00AD4D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8908AF" w:rsidRPr="00ED05F3" w14:paraId="2BBB93DF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D85BE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B34D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Turistická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B4C50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8908AF" w:rsidRPr="00ED05F3" w14:paraId="1C6A38A6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4A0AF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4F2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Májova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9CB54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577</w:t>
            </w:r>
          </w:p>
        </w:tc>
      </w:tr>
      <w:tr w:rsidR="008908AF" w:rsidRPr="00ED05F3" w14:paraId="62DAE6BF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F7B2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34C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Národní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71985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224</w:t>
            </w:r>
          </w:p>
        </w:tc>
      </w:tr>
      <w:tr w:rsidR="008908AF" w:rsidRPr="00ED05F3" w14:paraId="2D69BAAA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308A7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AB48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Studenstká</w:t>
            </w:r>
            <w:proofErr w:type="spellEnd"/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AE757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8908AF" w:rsidRPr="00ED05F3" w14:paraId="27279E5B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ADF3A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9B40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U radnice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A9E4B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8908AF" w:rsidRPr="00ED05F3" w14:paraId="3AE71FB2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2CD52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8879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Opletalova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F60F3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2122</w:t>
            </w:r>
          </w:p>
        </w:tc>
      </w:tr>
      <w:tr w:rsidR="008908AF" w:rsidRPr="00ED05F3" w14:paraId="123F3A6C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7CC33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A6E1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Sportovní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BE438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8908AF" w:rsidRPr="00ED05F3" w14:paraId="12E6D539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1014D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A611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Sibiřská -č. p. 18 a 32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E8B68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3A4782" w:rsidRPr="00ED05F3" w14:paraId="3D41E56B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EA747" w14:textId="77777777" w:rsidR="003A4782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411C7" w14:textId="77777777" w:rsidR="003A4782" w:rsidRPr="00ED05F3" w:rsidRDefault="003A4782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Sibiřská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1AE7F7" w14:textId="77777777" w:rsidR="003A4782" w:rsidRPr="00ED05F3" w:rsidRDefault="003A4782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1280</w:t>
            </w:r>
          </w:p>
        </w:tc>
      </w:tr>
      <w:tr w:rsidR="008908AF" w:rsidRPr="00ED05F3" w14:paraId="1DDFB0F5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B08EC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1169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Mlýnská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2D485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</w:tr>
      <w:tr w:rsidR="008908AF" w:rsidRPr="00ED05F3" w14:paraId="021CB06A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47B26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39F8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Železná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DBEC7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8908AF" w:rsidRPr="00ED05F3" w14:paraId="55AC8944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7700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001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U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Tonasa</w:t>
            </w:r>
            <w:proofErr w:type="spellEnd"/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2289A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</w:tr>
      <w:tr w:rsidR="008908AF" w:rsidRPr="00ED05F3" w14:paraId="267F12BC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AD011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F84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Seifertova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D053F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1744</w:t>
            </w:r>
          </w:p>
        </w:tc>
      </w:tr>
      <w:tr w:rsidR="007149E7" w:rsidRPr="00ED05F3" w14:paraId="5B1FB324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E8FC2" w14:textId="77777777" w:rsidR="007149E7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E0109" w14:textId="77777777" w:rsidR="007149E7" w:rsidRPr="00ED05F3" w:rsidRDefault="007149E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Májova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DA7DF9" w14:textId="77777777" w:rsidR="007149E7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</w:tr>
      <w:tr w:rsidR="007149E7" w:rsidRPr="00ED05F3" w14:paraId="69E4AF91" w14:textId="77777777" w:rsidTr="005322FA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84551" w14:textId="77777777" w:rsidR="007149E7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81B14" w14:textId="77777777" w:rsidR="007149E7" w:rsidRPr="00ED05F3" w:rsidRDefault="007149E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Dubová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33A243" w14:textId="77777777" w:rsidR="007149E7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8908AF" w:rsidRPr="00ED05F3" w14:paraId="3CD4074D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0359B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2C50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Hlavní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1CAF7" w14:textId="77777777" w:rsidR="008908AF" w:rsidRPr="00ED05F3" w:rsidRDefault="003A4782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964</w:t>
            </w:r>
          </w:p>
        </w:tc>
      </w:tr>
      <w:tr w:rsidR="008908AF" w:rsidRPr="00ED05F3" w14:paraId="10AD6E0D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8D6D6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A81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Jindřicha Plachty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B0D63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935</w:t>
            </w:r>
          </w:p>
        </w:tc>
      </w:tr>
      <w:tr w:rsidR="008908AF" w:rsidRPr="00ED05F3" w14:paraId="23CCA4B6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3AF74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E0F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Hlavní - ke kostelu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925D2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</w:tr>
      <w:tr w:rsidR="008908AF" w:rsidRPr="00ED05F3" w14:paraId="468F33C6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78F2A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2F2C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Horní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AA100" w14:textId="77777777" w:rsidR="008908AF" w:rsidRPr="00ED05F3" w:rsidRDefault="003A4782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340</w:t>
            </w:r>
          </w:p>
        </w:tc>
      </w:tr>
      <w:tr w:rsidR="008908AF" w:rsidRPr="00ED05F3" w14:paraId="37A3DC7B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2044C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E1D9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Růžová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446FB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</w:tr>
      <w:tr w:rsidR="008908AF" w:rsidRPr="00ED05F3" w14:paraId="3E67CA88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E3799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A50C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Svádovská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3AD9B" w14:textId="77777777" w:rsidR="008908AF" w:rsidRPr="00ED05F3" w:rsidRDefault="00AD4D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</w:tr>
      <w:tr w:rsidR="008908AF" w:rsidRPr="00ED05F3" w14:paraId="3512883F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1983A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B439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Matiční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3CFAB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</w:tr>
      <w:tr w:rsidR="008908AF" w:rsidRPr="00ED05F3" w14:paraId="720E42B9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1AA69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499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U cukrovaru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B490D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477</w:t>
            </w:r>
          </w:p>
        </w:tc>
      </w:tr>
      <w:tr w:rsidR="008908AF" w:rsidRPr="00ED05F3" w14:paraId="5A6F4233" w14:textId="77777777" w:rsidTr="00C73865">
        <w:trPr>
          <w:trHeight w:val="315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2AC98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009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Čelakovského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74B44" w14:textId="77777777" w:rsidR="008908AF" w:rsidRPr="00ED05F3" w:rsidRDefault="00F00834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8908AF" w:rsidRPr="00ED05F3" w14:paraId="3116B3E3" w14:textId="77777777" w:rsidTr="00C73865">
        <w:trPr>
          <w:trHeight w:val="300"/>
        </w:trPr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B77D7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60B9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1. Máje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88F84" w14:textId="77777777" w:rsidR="008908AF" w:rsidRPr="00ED05F3" w:rsidRDefault="00AD4D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8908AF" w:rsidRPr="00ED05F3" w14:paraId="0F3E9791" w14:textId="77777777" w:rsidTr="00C73865">
        <w:trPr>
          <w:trHeight w:val="300"/>
        </w:trPr>
        <w:tc>
          <w:tcPr>
            <w:tcW w:w="13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FEBBF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03E7E3" w14:textId="77777777" w:rsidR="008908AF" w:rsidRPr="00ED05F3" w:rsidRDefault="007149E7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Pekařská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3BFB6" w14:textId="77777777" w:rsidR="008908AF" w:rsidRPr="00ED05F3" w:rsidRDefault="007149E7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340</w:t>
            </w:r>
          </w:p>
        </w:tc>
      </w:tr>
      <w:tr w:rsidR="008908AF" w:rsidRPr="00ED05F3" w14:paraId="2F938657" w14:textId="77777777" w:rsidTr="005322FA">
        <w:trPr>
          <w:trHeight w:val="315"/>
        </w:trPr>
        <w:tc>
          <w:tcPr>
            <w:tcW w:w="13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F493F42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BFE9" w14:textId="77777777" w:rsidR="008908AF" w:rsidRPr="00ED05F3" w:rsidRDefault="008908AF" w:rsidP="005322F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D05F3">
              <w:rPr>
                <w:rFonts w:ascii="Arial" w:hAnsi="Arial" w:cs="Arial"/>
                <w:bCs/>
                <w:sz w:val="20"/>
                <w:szCs w:val="20"/>
              </w:rPr>
              <w:t>Celkem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B2E14" w14:textId="42A08120" w:rsidR="008908AF" w:rsidRPr="00ED05F3" w:rsidRDefault="00265655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64198</w:t>
            </w:r>
          </w:p>
        </w:tc>
      </w:tr>
    </w:tbl>
    <w:p w14:paraId="49957F9C" w14:textId="77777777" w:rsidR="008908AF" w:rsidRPr="00ED05F3" w:rsidRDefault="008908AF" w:rsidP="008908AF">
      <w:pPr>
        <w:pStyle w:val="Normln1"/>
        <w:jc w:val="left"/>
      </w:pPr>
    </w:p>
    <w:p w14:paraId="074D72DF" w14:textId="77777777" w:rsidR="008908AF" w:rsidRPr="00ED05F3" w:rsidRDefault="008908AF" w:rsidP="008908AF">
      <w:pPr>
        <w:pStyle w:val="Normln1"/>
        <w:jc w:val="left"/>
      </w:pPr>
      <w:r w:rsidRPr="00ED05F3">
        <w:t xml:space="preserve">   Úřad městského obvodu – Severní Terasa</w:t>
      </w:r>
    </w:p>
    <w:p w14:paraId="413C7767" w14:textId="77777777" w:rsidR="008908AF" w:rsidRPr="00ED05F3" w:rsidRDefault="008908AF" w:rsidP="008908AF">
      <w:pPr>
        <w:pStyle w:val="Normln1"/>
        <w:jc w:val="left"/>
      </w:pPr>
    </w:p>
    <w:tbl>
      <w:tblPr>
        <w:tblW w:w="7230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144"/>
        <w:gridCol w:w="1810"/>
      </w:tblGrid>
      <w:tr w:rsidR="008908AF" w:rsidRPr="00ED05F3" w14:paraId="5C8A379E" w14:textId="77777777" w:rsidTr="005322FA">
        <w:trPr>
          <w:trHeight w:val="2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D9291" w14:textId="77777777" w:rsidR="008908AF" w:rsidRPr="00ED05F3" w:rsidRDefault="008908AF" w:rsidP="005322F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05F3">
              <w:rPr>
                <w:rFonts w:ascii="Arial" w:hAnsi="Arial" w:cs="Arial"/>
                <w:bCs/>
                <w:sz w:val="20"/>
                <w:szCs w:val="20"/>
              </w:rPr>
              <w:t>Pořadí</w:t>
            </w:r>
          </w:p>
        </w:tc>
        <w:tc>
          <w:tcPr>
            <w:tcW w:w="4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CB0F2" w14:textId="77777777" w:rsidR="008908AF" w:rsidRPr="00ED05F3" w:rsidRDefault="008908AF" w:rsidP="005322F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05F3">
              <w:rPr>
                <w:rFonts w:ascii="Arial" w:hAnsi="Arial" w:cs="Arial"/>
                <w:bCs/>
                <w:sz w:val="20"/>
                <w:szCs w:val="20"/>
              </w:rPr>
              <w:t>Název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0D1FCF" w14:textId="77777777" w:rsidR="008908AF" w:rsidRPr="00ED05F3" w:rsidRDefault="003A3759" w:rsidP="005322F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="008908AF" w:rsidRPr="00ED05F3">
              <w:rPr>
                <w:rFonts w:ascii="Arial" w:hAnsi="Arial" w:cs="Arial"/>
                <w:bCs/>
                <w:sz w:val="20"/>
                <w:szCs w:val="20"/>
              </w:rPr>
              <w:t>m</w:t>
            </w:r>
            <w:proofErr w:type="spellEnd"/>
          </w:p>
        </w:tc>
      </w:tr>
      <w:tr w:rsidR="00094350" w:rsidRPr="00ED05F3" w14:paraId="6BFE6921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84860F" w14:textId="77777777" w:rsidR="00094350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7C93D" w14:textId="77777777" w:rsidR="00094350" w:rsidRPr="00ED05F3" w:rsidRDefault="00094350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Bělehradská – Malátova Krušnohorská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8FF031" w14:textId="77777777" w:rsidR="00094350" w:rsidRPr="00ED05F3" w:rsidRDefault="000943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E705CD" w:rsidRPr="00ED05F3" w14:paraId="7E2BF644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141552" w14:textId="77777777" w:rsidR="00E705CD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2A7DC" w14:textId="77777777" w:rsidR="00E705CD" w:rsidRPr="00ED05F3" w:rsidRDefault="00E705CD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Sociální péče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6E57D3" w14:textId="77777777" w:rsidR="00E705CD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8F6111" w:rsidRPr="00ED05F3" w14:paraId="43E2B09A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938CE1" w14:textId="77777777" w:rsidR="008F6111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08F71" w14:textId="77777777" w:rsidR="008F6111" w:rsidRPr="00ED05F3" w:rsidRDefault="008F611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I/30 - Hoření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DBDE0F" w14:textId="77777777" w:rsidR="008F6111" w:rsidRPr="00ED05F3" w:rsidRDefault="008F611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8908AF" w:rsidRPr="00ED05F3" w14:paraId="32845BCA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9DE4E6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34D68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III/26036-Krušnohorská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9D604D" w14:textId="77777777" w:rsidR="008908AF" w:rsidRPr="00ED05F3" w:rsidRDefault="008F611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1129</w:t>
            </w:r>
          </w:p>
        </w:tc>
      </w:tr>
      <w:tr w:rsidR="008908AF" w:rsidRPr="00ED05F3" w14:paraId="40A59197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C22ADA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2B83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Rabasova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914F8C" w14:textId="77777777" w:rsidR="008908AF" w:rsidRPr="00ED05F3" w:rsidRDefault="008F611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8908AF" w:rsidRPr="00ED05F3" w14:paraId="072C79C0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CF1EB4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B8D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Pincova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957EC0" w14:textId="77777777" w:rsidR="008908AF" w:rsidRPr="00ED05F3" w:rsidRDefault="008F611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527</w:t>
            </w:r>
          </w:p>
        </w:tc>
      </w:tr>
      <w:tr w:rsidR="008908AF" w:rsidRPr="00ED05F3" w14:paraId="75D54E3B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4760BD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7100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Šrámkova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0E7617" w14:textId="77777777" w:rsidR="008908AF" w:rsidRPr="00ED05F3" w:rsidRDefault="008F611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</w:tr>
      <w:tr w:rsidR="008908AF" w:rsidRPr="00ED05F3" w14:paraId="0910F1E6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2733A2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48D9D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Pod Rozhlednou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E9AFF9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</w:tr>
      <w:tr w:rsidR="008908AF" w:rsidRPr="00ED05F3" w14:paraId="6303530E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1CC391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788A9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Poláčkova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92A652" w14:textId="77777777" w:rsidR="008908AF" w:rsidRPr="00ED05F3" w:rsidRDefault="008F611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670</w:t>
            </w:r>
          </w:p>
        </w:tc>
      </w:tr>
      <w:tr w:rsidR="008908AF" w:rsidRPr="00ED05F3" w14:paraId="65249B96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9633EE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2DDE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 č. p. 3049 Dobětice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176904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177</w:t>
            </w:r>
          </w:p>
        </w:tc>
      </w:tr>
      <w:tr w:rsidR="008908AF" w:rsidRPr="00ED05F3" w14:paraId="46FFD52A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71C13A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EB1F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Brandtova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CD95FE" w14:textId="77777777" w:rsidR="008908AF" w:rsidRPr="00ED05F3" w:rsidRDefault="008F611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1060</w:t>
            </w:r>
          </w:p>
        </w:tc>
      </w:tr>
      <w:tr w:rsidR="008908AF" w:rsidRPr="00ED05F3" w14:paraId="60094F21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A18653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AF55E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Ježkova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94017A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726</w:t>
            </w:r>
          </w:p>
        </w:tc>
      </w:tr>
      <w:tr w:rsidR="008908AF" w:rsidRPr="00ED05F3" w14:paraId="13235AA6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2D8C76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2852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Kmochova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6AED6E" w14:textId="77777777" w:rsidR="008908AF" w:rsidRPr="00ED05F3" w:rsidRDefault="008F611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1050</w:t>
            </w:r>
          </w:p>
        </w:tc>
      </w:tr>
      <w:tr w:rsidR="008908AF" w:rsidRPr="00ED05F3" w14:paraId="02F3F0CE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5942EF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9A03E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Šumavská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35470F" w14:textId="77777777" w:rsidR="008908AF" w:rsidRPr="00ED05F3" w:rsidRDefault="008F611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720</w:t>
            </w:r>
          </w:p>
        </w:tc>
      </w:tr>
      <w:tr w:rsidR="008908AF" w:rsidRPr="00ED05F3" w14:paraId="1EEA6C2F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69C6F5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280B7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Jizerská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10E9E9" w14:textId="77777777" w:rsidR="008908AF" w:rsidRPr="00ED05F3" w:rsidRDefault="008F611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1852</w:t>
            </w:r>
          </w:p>
        </w:tc>
      </w:tr>
      <w:tr w:rsidR="008F6111" w:rsidRPr="00ED05F3" w14:paraId="2A439A38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450711" w14:textId="77777777" w:rsidR="008F6111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CCF4C" w14:textId="77777777" w:rsidR="008F6111" w:rsidRPr="00ED05F3" w:rsidRDefault="008F611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Kočkovská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197252" w14:textId="77777777" w:rsidR="008F6111" w:rsidRPr="00ED05F3" w:rsidRDefault="008F611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340</w:t>
            </w:r>
          </w:p>
        </w:tc>
      </w:tr>
      <w:tr w:rsidR="008908AF" w:rsidRPr="00ED05F3" w14:paraId="45A6EC00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80156E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31AEB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Orlická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EC69E2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8F6111" w:rsidRPr="00ED05F3" w14:paraId="035CBFA0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B8A13B" w14:textId="77777777" w:rsidR="008F6111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E171E" w14:textId="77777777" w:rsidR="008F6111" w:rsidRPr="00ED05F3" w:rsidRDefault="008F611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Výstupní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99CD11" w14:textId="77777777" w:rsidR="008F6111" w:rsidRPr="00ED05F3" w:rsidRDefault="008F611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</w:tr>
      <w:tr w:rsidR="008908AF" w:rsidRPr="00ED05F3" w14:paraId="26207D5B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300451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24AD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Stříbrnická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9D71B9" w14:textId="77777777" w:rsidR="008908AF" w:rsidRPr="00ED05F3" w:rsidRDefault="008F611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885</w:t>
            </w:r>
          </w:p>
        </w:tc>
      </w:tr>
      <w:tr w:rsidR="008908AF" w:rsidRPr="00ED05F3" w14:paraId="0BF648A7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75D9E9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58EEC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chodník u MHD Mezní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B8ADF5" w14:textId="77777777" w:rsidR="008908AF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284</w:t>
            </w:r>
          </w:p>
        </w:tc>
      </w:tr>
      <w:tr w:rsidR="008908AF" w:rsidRPr="00ED05F3" w14:paraId="77C20692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4DEE70" w14:textId="77777777" w:rsidR="008908AF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0E1E8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Větrná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A742FF" w14:textId="77777777" w:rsidR="008908AF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556</w:t>
            </w:r>
          </w:p>
        </w:tc>
      </w:tr>
      <w:tr w:rsidR="00094350" w:rsidRPr="00ED05F3" w14:paraId="3281D69D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8314B5" w14:textId="77777777" w:rsidR="00094350" w:rsidRPr="00ED05F3" w:rsidRDefault="00C7386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E65C1" w14:textId="77777777" w:rsidR="00094350" w:rsidRPr="00ED05F3" w:rsidRDefault="00094350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Svojsíkova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527C92" w14:textId="77777777" w:rsidR="00094350" w:rsidRPr="00ED05F3" w:rsidRDefault="000943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</w:tr>
      <w:tr w:rsidR="00094350" w:rsidRPr="00ED05F3" w14:paraId="6B292F14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131C54" w14:textId="77777777" w:rsidR="00094350" w:rsidRPr="00ED05F3" w:rsidRDefault="00126EDA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28D73" w14:textId="77777777" w:rsidR="00094350" w:rsidRPr="00ED05F3" w:rsidRDefault="00094350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Mírová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691A77" w14:textId="77777777" w:rsidR="00094350" w:rsidRPr="00ED05F3" w:rsidRDefault="000943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</w:tr>
      <w:tr w:rsidR="008908AF" w:rsidRPr="00ED05F3" w14:paraId="4A3A4849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000907" w14:textId="77777777" w:rsidR="008908AF" w:rsidRPr="00ED05F3" w:rsidRDefault="00126EDA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727A2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Glennova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6866BE" w14:textId="77777777" w:rsidR="008908AF" w:rsidRPr="00ED05F3" w:rsidRDefault="000943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541</w:t>
            </w:r>
          </w:p>
        </w:tc>
      </w:tr>
      <w:tr w:rsidR="008908AF" w:rsidRPr="00ED05F3" w14:paraId="7B025D18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F3FA60" w14:textId="77777777" w:rsidR="008908AF" w:rsidRPr="00ED05F3" w:rsidRDefault="00126EDA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9174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Gagarinova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5E0568" w14:textId="77777777" w:rsidR="008908AF" w:rsidRPr="00ED05F3" w:rsidRDefault="000943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438</w:t>
            </w:r>
          </w:p>
        </w:tc>
      </w:tr>
      <w:tr w:rsidR="008908AF" w:rsidRPr="00ED05F3" w14:paraId="7A1551DD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BA4B4B" w14:textId="77777777" w:rsidR="008908AF" w:rsidRPr="00ED05F3" w:rsidRDefault="00126EDA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7538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V Klidu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7CA00F" w14:textId="77777777" w:rsidR="008908AF" w:rsidRPr="00ED05F3" w:rsidRDefault="000943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242</w:t>
            </w:r>
          </w:p>
        </w:tc>
      </w:tr>
      <w:tr w:rsidR="008908AF" w:rsidRPr="00ED05F3" w14:paraId="6E959EEC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F27323" w14:textId="77777777" w:rsidR="008908AF" w:rsidRPr="00ED05F3" w:rsidRDefault="00126EDA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7D64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chodník u MHD "Severní Terasa"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23AC4C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698</w:t>
            </w:r>
          </w:p>
        </w:tc>
      </w:tr>
      <w:tr w:rsidR="008908AF" w:rsidRPr="00ED05F3" w14:paraId="2BA709D5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FEB03A" w14:textId="77777777" w:rsidR="008908AF" w:rsidRPr="00ED05F3" w:rsidRDefault="00126EDA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BA1DF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Stavbařů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3DCB25" w14:textId="77777777" w:rsidR="008908AF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465</w:t>
            </w:r>
          </w:p>
        </w:tc>
      </w:tr>
      <w:tr w:rsidR="008908AF" w:rsidRPr="00ED05F3" w14:paraId="4C98EC4C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30FD7B" w14:textId="77777777" w:rsidR="008908AF" w:rsidRPr="00ED05F3" w:rsidRDefault="00126EDA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92E00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Maková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E6996D" w14:textId="77777777" w:rsidR="008908AF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</w:tr>
      <w:tr w:rsidR="008908AF" w:rsidRPr="00ED05F3" w14:paraId="2FA19EA5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AE09A3" w14:textId="77777777" w:rsidR="008908AF" w:rsidRPr="00ED05F3" w:rsidRDefault="00126EDA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46684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propojení k "ovocným" ulicím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Sev</w:t>
            </w:r>
            <w:proofErr w:type="spellEnd"/>
            <w:r w:rsidRPr="00ED05F3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Ter</w:t>
            </w:r>
            <w:proofErr w:type="spellEnd"/>
            <w:r w:rsidRPr="00ED05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CDA78D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</w:tr>
      <w:tr w:rsidR="008908AF" w:rsidRPr="00ED05F3" w14:paraId="46EA083B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4FF249" w14:textId="77777777" w:rsidR="008908AF" w:rsidRPr="00ED05F3" w:rsidRDefault="00126EDA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CC43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Meruňková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BEF5D6" w14:textId="77777777" w:rsidR="008908AF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8908AF" w:rsidRPr="00ED05F3" w14:paraId="0674D681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4A9215" w14:textId="77777777" w:rsidR="008908AF" w:rsidRPr="00ED05F3" w:rsidRDefault="00126EDA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2F085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Ořechová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61DD55" w14:textId="77777777" w:rsidR="008908AF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8908AF" w:rsidRPr="00ED05F3" w14:paraId="4F7A8188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55D76C" w14:textId="77777777" w:rsidR="008908AF" w:rsidRPr="00ED05F3" w:rsidRDefault="00126EDA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62BCB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Višňová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3AD141" w14:textId="77777777" w:rsidR="008908AF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8908AF" w:rsidRPr="00ED05F3" w14:paraId="74A44E15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C80CDC" w14:textId="77777777" w:rsidR="008908AF" w:rsidRPr="00ED05F3" w:rsidRDefault="00126EDA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20E3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Švestková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0839F5" w14:textId="77777777" w:rsidR="008908AF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8908AF" w:rsidRPr="00ED05F3" w14:paraId="32A7C6A2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5472EA" w14:textId="77777777" w:rsidR="008908AF" w:rsidRPr="00ED05F3" w:rsidRDefault="00126EDA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  <w:r w:rsidR="00AC06F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95B70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Ovocná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C5CF20" w14:textId="77777777" w:rsidR="008908AF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385</w:t>
            </w:r>
          </w:p>
        </w:tc>
      </w:tr>
      <w:tr w:rsidR="008908AF" w:rsidRPr="00ED05F3" w14:paraId="4C4BAF07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7BFDAE" w14:textId="77777777" w:rsidR="008908AF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FEB54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Šípková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B3DDAA" w14:textId="77777777" w:rsidR="008908AF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286</w:t>
            </w:r>
          </w:p>
        </w:tc>
      </w:tr>
      <w:tr w:rsidR="008908AF" w:rsidRPr="00ED05F3" w14:paraId="6C3FAB61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868B71" w14:textId="77777777" w:rsidR="008908AF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0371B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Zvonková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6EE478" w14:textId="77777777" w:rsidR="008908AF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094350" w:rsidRPr="00ED05F3" w14:paraId="172F2AEA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9E95A2" w14:textId="77777777" w:rsidR="00094350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F4930" w14:textId="77777777" w:rsidR="00094350" w:rsidRPr="00ED05F3" w:rsidRDefault="00094350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Jana Zajíce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07680A" w14:textId="77777777" w:rsidR="00094350" w:rsidRPr="00ED05F3" w:rsidRDefault="00094350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978</w:t>
            </w:r>
          </w:p>
        </w:tc>
      </w:tr>
      <w:tr w:rsidR="00E705CD" w:rsidRPr="00ED05F3" w14:paraId="0B105221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8E2056" w14:textId="77777777" w:rsidR="00E705CD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B4819" w14:textId="77777777" w:rsidR="00E705CD" w:rsidRPr="00ED05F3" w:rsidRDefault="00E705CD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Mezní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89E482" w14:textId="77777777" w:rsidR="00E705CD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805</w:t>
            </w:r>
          </w:p>
        </w:tc>
      </w:tr>
      <w:tr w:rsidR="00E705CD" w:rsidRPr="00ED05F3" w14:paraId="1F450311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B7C0E" w14:textId="77777777" w:rsidR="00E705CD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2E42C" w14:textId="77777777" w:rsidR="00E705CD" w:rsidRPr="00ED05F3" w:rsidRDefault="00E705CD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Marvanova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3869F0" w14:textId="77777777" w:rsidR="00E705CD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</w:tr>
      <w:tr w:rsidR="00E705CD" w:rsidRPr="00ED05F3" w14:paraId="54505DC4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9365B7" w14:textId="77777777" w:rsidR="00E705CD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1DC58" w14:textId="77777777" w:rsidR="00E705CD" w:rsidRPr="00ED05F3" w:rsidRDefault="00E705CD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Burianova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5F0505" w14:textId="77777777" w:rsidR="00E705CD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</w:tr>
      <w:tr w:rsidR="00E705CD" w:rsidRPr="00ED05F3" w14:paraId="45D44663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2A16F3" w14:textId="77777777" w:rsidR="00E705CD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F2D96" w14:textId="77777777" w:rsidR="00E705CD" w:rsidRPr="00ED05F3" w:rsidRDefault="00E705CD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Voskovcova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44AE01" w14:textId="77777777" w:rsidR="00E705CD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</w:tr>
      <w:tr w:rsidR="00E705CD" w:rsidRPr="00ED05F3" w14:paraId="5C9C12B9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9D1EA0" w14:textId="77777777" w:rsidR="00E705CD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CD816" w14:textId="77777777" w:rsidR="00E705CD" w:rsidRPr="00ED05F3" w:rsidRDefault="00E705CD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Werichova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EA967D" w14:textId="77777777" w:rsidR="00E705CD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</w:tr>
      <w:tr w:rsidR="00E705CD" w:rsidRPr="00ED05F3" w14:paraId="6118E25D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8730D3" w14:textId="77777777" w:rsidR="00E705CD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904E3" w14:textId="77777777" w:rsidR="00E705CD" w:rsidRPr="00ED05F3" w:rsidRDefault="00E705CD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Herecká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ED6A6E" w14:textId="77777777" w:rsidR="00E705CD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203</w:t>
            </w:r>
          </w:p>
        </w:tc>
      </w:tr>
      <w:tr w:rsidR="00E705CD" w:rsidRPr="00ED05F3" w14:paraId="23269717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B0F2EA" w14:textId="77777777" w:rsidR="00E705CD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3A86B" w14:textId="77777777" w:rsidR="00E705CD" w:rsidRPr="00ED05F3" w:rsidRDefault="00E705CD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Na Ovčárně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40C731" w14:textId="77777777" w:rsidR="00E705CD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8908AF" w:rsidRPr="00ED05F3" w14:paraId="392F05D8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7F239A" w14:textId="77777777" w:rsidR="008908AF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810C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u supermarketu Delvita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B46262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</w:tr>
      <w:tr w:rsidR="008908AF" w:rsidRPr="00ED05F3" w14:paraId="4B866633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000ACE" w14:textId="77777777" w:rsidR="008908AF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B6AC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Ladova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2C74B7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</w:tr>
      <w:tr w:rsidR="008908AF" w:rsidRPr="00ED05F3" w14:paraId="148F9418" w14:textId="77777777" w:rsidTr="005322FA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0B8492" w14:textId="77777777" w:rsidR="008908AF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</w:t>
            </w:r>
          </w:p>
        </w:tc>
        <w:tc>
          <w:tcPr>
            <w:tcW w:w="4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D146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Muchova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0E2434" w14:textId="77777777" w:rsidR="008908AF" w:rsidRPr="00ED05F3" w:rsidRDefault="008908AF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E705CD" w:rsidRPr="00ED05F3" w14:paraId="10A1F901" w14:textId="77777777" w:rsidTr="005322FA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10ED8" w14:textId="77777777" w:rsidR="00E705CD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6229" w14:textId="77777777" w:rsidR="00E705CD" w:rsidRPr="00ED05F3" w:rsidRDefault="00E705CD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Pod Parkem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A9BC1A" w14:textId="77777777" w:rsidR="00E705CD" w:rsidRPr="00ED05F3" w:rsidRDefault="00E705CD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</w:tr>
      <w:tr w:rsidR="008908AF" w:rsidRPr="00ED05F3" w14:paraId="7B7C9E42" w14:textId="77777777" w:rsidTr="005322FA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A60C0" w14:textId="77777777" w:rsidR="008908AF" w:rsidRPr="00ED05F3" w:rsidRDefault="00AC06FC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E60DE" w14:textId="77777777" w:rsidR="008908AF" w:rsidRPr="00ED05F3" w:rsidRDefault="00BF7D75" w:rsidP="0053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Spojky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970A8D" w14:textId="77777777" w:rsidR="008908AF" w:rsidRPr="00ED05F3" w:rsidRDefault="00BF7D75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B59B2" w:rsidRPr="00ED05F3">
              <w:rPr>
                <w:rFonts w:ascii="Arial" w:hAnsi="Arial" w:cs="Arial"/>
                <w:sz w:val="20"/>
                <w:szCs w:val="20"/>
              </w:rPr>
              <w:t>2 500</w:t>
            </w:r>
          </w:p>
        </w:tc>
      </w:tr>
      <w:tr w:rsidR="008908AF" w:rsidRPr="00ED05F3" w14:paraId="04DF2252" w14:textId="77777777" w:rsidTr="005322FA">
        <w:trPr>
          <w:trHeight w:val="270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969696"/>
            <w:noWrap/>
            <w:vAlign w:val="bottom"/>
          </w:tcPr>
          <w:p w14:paraId="76D03E6A" w14:textId="77777777" w:rsidR="008908AF" w:rsidRPr="00ED05F3" w:rsidRDefault="008908AF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74CD7" w14:textId="77777777" w:rsidR="008908AF" w:rsidRPr="00ED05F3" w:rsidRDefault="008908AF" w:rsidP="005322F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D05F3">
              <w:rPr>
                <w:rFonts w:ascii="Arial" w:hAnsi="Arial" w:cs="Arial"/>
                <w:bCs/>
                <w:sz w:val="20"/>
                <w:szCs w:val="20"/>
              </w:rPr>
              <w:t>Celkem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4B8FFA" w14:textId="77777777" w:rsidR="008908AF" w:rsidRPr="00ED05F3" w:rsidRDefault="00171515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45958</w:t>
            </w:r>
          </w:p>
        </w:tc>
      </w:tr>
    </w:tbl>
    <w:p w14:paraId="7F34559D" w14:textId="77777777" w:rsidR="00632BA6" w:rsidRPr="00ED05F3" w:rsidRDefault="00632BA6" w:rsidP="008908AF">
      <w:pPr>
        <w:pStyle w:val="Normln1"/>
        <w:jc w:val="left"/>
      </w:pPr>
    </w:p>
    <w:p w14:paraId="15C57737" w14:textId="77777777" w:rsidR="00632BA6" w:rsidRPr="00ED05F3" w:rsidRDefault="00632BA6" w:rsidP="008908AF">
      <w:pPr>
        <w:pStyle w:val="Normln1"/>
        <w:jc w:val="left"/>
      </w:pPr>
    </w:p>
    <w:p w14:paraId="537B4807" w14:textId="77777777" w:rsidR="008908AF" w:rsidRPr="00ED05F3" w:rsidRDefault="008908AF" w:rsidP="008908AF">
      <w:pPr>
        <w:pStyle w:val="Normln1"/>
        <w:jc w:val="left"/>
      </w:pPr>
      <w:r w:rsidRPr="00ED05F3">
        <w:t xml:space="preserve">           Úřad městského obvodu – Střekov</w:t>
      </w:r>
    </w:p>
    <w:p w14:paraId="3B872696" w14:textId="77777777" w:rsidR="008908AF" w:rsidRPr="00ED05F3" w:rsidRDefault="008908AF" w:rsidP="008908AF">
      <w:pPr>
        <w:pStyle w:val="Normln1"/>
        <w:jc w:val="left"/>
      </w:pPr>
    </w:p>
    <w:tbl>
      <w:tblPr>
        <w:tblW w:w="7230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111"/>
        <w:gridCol w:w="1843"/>
      </w:tblGrid>
      <w:tr w:rsidR="006F7137" w:rsidRPr="00ED05F3" w14:paraId="1A9036E5" w14:textId="77777777" w:rsidTr="00DB59B2">
        <w:trPr>
          <w:trHeight w:val="2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0D80" w14:textId="77777777" w:rsidR="006F7137" w:rsidRPr="00ED05F3" w:rsidRDefault="006F7137" w:rsidP="006F71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05F3">
              <w:rPr>
                <w:rFonts w:ascii="Arial" w:hAnsi="Arial" w:cs="Arial"/>
                <w:bCs/>
                <w:sz w:val="20"/>
                <w:szCs w:val="20"/>
              </w:rPr>
              <w:t>Pořadí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CC82" w14:textId="77777777" w:rsidR="006F7137" w:rsidRPr="00ED05F3" w:rsidRDefault="006F7137" w:rsidP="006F71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05F3">
              <w:rPr>
                <w:rFonts w:ascii="Arial" w:hAnsi="Arial" w:cs="Arial"/>
                <w:bCs/>
                <w:sz w:val="20"/>
                <w:szCs w:val="20"/>
              </w:rPr>
              <w:t>Název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C4503" w14:textId="77777777" w:rsidR="006F7137" w:rsidRPr="00ED05F3" w:rsidRDefault="00171515" w:rsidP="006F71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metráž</w:t>
            </w:r>
          </w:p>
        </w:tc>
      </w:tr>
      <w:tr w:rsidR="006F7137" w:rsidRPr="00ED05F3" w14:paraId="6D6570C1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6A883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81B5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Nová od Kříž.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Truhl</w:t>
            </w:r>
            <w:proofErr w:type="spellEnd"/>
            <w:r w:rsidRPr="00ED05F3">
              <w:rPr>
                <w:rFonts w:ascii="Arial" w:hAnsi="Arial" w:cs="Arial"/>
                <w:sz w:val="20"/>
                <w:szCs w:val="20"/>
              </w:rPr>
              <w:t xml:space="preserve">. po estakádu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BC79D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6F7137" w:rsidRPr="00ED05F3" w14:paraId="1B67177E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38816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8FA2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podchod ke škole Kam. Vrch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AF2F2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6F7137" w:rsidRPr="00ED05F3" w14:paraId="5420F5E7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CEDA0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FD72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chodník na konci Rubensovi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BF4F4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6F7137" w:rsidRPr="00ED05F3" w14:paraId="7161A984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680C8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2550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Truhlářova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F51CB" w14:textId="77777777" w:rsidR="006F7137" w:rsidRPr="00ED05F3" w:rsidRDefault="00CD0E46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</w:tr>
      <w:tr w:rsidR="006F7137" w:rsidRPr="00ED05F3" w14:paraId="79F21366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125D0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75F5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Poslední cesta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DDFDF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6F7137" w:rsidRPr="00ED05F3" w14:paraId="3F099B29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F2265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5DB9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Škrétova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364A9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</w:tr>
      <w:tr w:rsidR="006F7137" w:rsidRPr="00ED05F3" w14:paraId="48455AA2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23FCB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4F05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Matěje Kopeckého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271D2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6F7137" w:rsidRPr="00ED05F3" w14:paraId="092AC581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2CE6C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C959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Švabinského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A1315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292</w:t>
            </w:r>
          </w:p>
        </w:tc>
      </w:tr>
      <w:tr w:rsidR="006F7137" w:rsidRPr="00ED05F3" w14:paraId="45A2944F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7942B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1933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Kojetická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FA2B9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6F7137" w:rsidRPr="00ED05F3" w14:paraId="2FD44F0D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07358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A5E0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Novoveská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950FA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6F7137" w:rsidRPr="00ED05F3" w14:paraId="4B9B43B3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98374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0242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Mariánský most - chodník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48767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603</w:t>
            </w:r>
          </w:p>
        </w:tc>
      </w:tr>
      <w:tr w:rsidR="006F7137" w:rsidRPr="00ED05F3" w14:paraId="7970BA08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0F63B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04DB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Kamenná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E3414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6F7137" w:rsidRPr="00ED05F3" w14:paraId="38DB5A60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DABC8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00A1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Ke starému krematoriu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90CC2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6F7137" w:rsidRPr="00ED05F3" w14:paraId="4D7DAFC1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6DDEE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D11F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 novému krematoriu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F6E0D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293</w:t>
            </w:r>
          </w:p>
        </w:tc>
      </w:tr>
      <w:tr w:rsidR="006F7137" w:rsidRPr="00ED05F3" w14:paraId="1794ECA5" w14:textId="77777777" w:rsidTr="00AC06FC">
        <w:trPr>
          <w:trHeight w:val="5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C6071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CCD61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Truhlářova u nákup. Střediska (pošta, potraviny, restaurace, TV Lira)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FE584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  <w:tr w:rsidR="006F7137" w:rsidRPr="00ED05F3" w14:paraId="774651BB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73ACD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A18B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Rubensova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D0785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6F7137" w:rsidRPr="00ED05F3" w14:paraId="7589B83B" w14:textId="77777777" w:rsidTr="00AC06FC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A59A9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E8370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spojka Jeseninova*Žuko</w:t>
            </w:r>
            <w:r w:rsidR="00ED05F3">
              <w:rPr>
                <w:rFonts w:ascii="Arial" w:hAnsi="Arial" w:cs="Arial"/>
                <w:sz w:val="20"/>
                <w:szCs w:val="20"/>
              </w:rPr>
              <w:t>vo</w:t>
            </w:r>
            <w:r w:rsidRPr="00ED05F3">
              <w:rPr>
                <w:rFonts w:ascii="Arial" w:hAnsi="Arial" w:cs="Arial"/>
                <w:sz w:val="20"/>
                <w:szCs w:val="20"/>
              </w:rPr>
              <w:t xml:space="preserve">va chodník, schody (u kostela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Největější</w:t>
            </w:r>
            <w:proofErr w:type="spellEnd"/>
            <w:r w:rsidRPr="00ED05F3">
              <w:rPr>
                <w:rFonts w:ascii="Arial" w:hAnsi="Arial" w:cs="Arial"/>
                <w:sz w:val="20"/>
                <w:szCs w:val="20"/>
              </w:rPr>
              <w:t xml:space="preserve"> trojice)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50766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</w:tr>
      <w:tr w:rsidR="006F7137" w:rsidRPr="00ED05F3" w14:paraId="348682BA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DAA04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3B95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spojka Truhlářova*Jeseninova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AC50F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206</w:t>
            </w:r>
          </w:p>
        </w:tc>
      </w:tr>
      <w:tr w:rsidR="006F7137" w:rsidRPr="00ED05F3" w14:paraId="634CE848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1EED7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7CB5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spojka Český bratří*Kojetická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0F3FD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6F7137" w:rsidRPr="00ED05F3" w14:paraId="008A57B7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F4EA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77EB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spojka Švabinského*Kojetická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45413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</w:tr>
      <w:tr w:rsidR="006F7137" w:rsidRPr="00ED05F3" w14:paraId="1A1B6864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3AFCA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CDF2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spojka Rubensova*Truhlářova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8A1FF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</w:tr>
      <w:tr w:rsidR="006F7137" w:rsidRPr="00ED05F3" w14:paraId="11FE75A6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07303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F3C8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spojka Truhlářova*Kamenná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D3A9D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  <w:tr w:rsidR="006F7137" w:rsidRPr="00ED05F3" w14:paraId="72875839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42842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6CB4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spojka Kojetická*Poslední cesta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C117B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6F7137" w:rsidRPr="00ED05F3" w14:paraId="7391A3B5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079EB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05EA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spojka Kojetická*Ke krematoriu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997CF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6F7137" w:rsidRPr="00ED05F3" w14:paraId="47E3E93A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249D9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D463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spojka Poslední cesta*Rubensovy schody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BA989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6F7137" w:rsidRPr="00ED05F3" w14:paraId="314334BD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724AC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A2B7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Nová - Truhlářova schody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D2438" w14:textId="77777777" w:rsidR="006F7137" w:rsidRPr="00ED05F3" w:rsidRDefault="00CD0E46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6F7137" w:rsidRPr="00ED05F3" w14:paraId="06D0B00F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AF991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37BF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komun. Do Kopečku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86ED5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6F7137" w:rsidRPr="00ED05F3" w14:paraId="13735570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ED84A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4222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komun. Na rozhlednu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1F57C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215</w:t>
            </w:r>
          </w:p>
        </w:tc>
      </w:tr>
      <w:tr w:rsidR="006F7137" w:rsidRPr="00ED05F3" w14:paraId="05AE02C5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176CA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F9B4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komun. V třešňová aleji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62B75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</w:tr>
      <w:tr w:rsidR="006F7137" w:rsidRPr="00ED05F3" w14:paraId="5ADDCB8D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CFC2E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6EE4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schody Švabinského - Kojetická (park Střekov II)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1F62C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6F7137" w:rsidRPr="00ED05F3" w14:paraId="4018EAED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6CAB3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ECC7" w14:textId="77777777" w:rsidR="006F7137" w:rsidRPr="00ED05F3" w:rsidRDefault="00A25A6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komun. Na zákru</w:t>
            </w:r>
            <w:r w:rsidR="006F7137" w:rsidRPr="00ED05F3">
              <w:rPr>
                <w:rFonts w:ascii="Arial" w:hAnsi="Arial" w:cs="Arial"/>
                <w:sz w:val="20"/>
                <w:szCs w:val="20"/>
              </w:rPr>
              <w:t>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A472A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1653</w:t>
            </w:r>
          </w:p>
        </w:tc>
      </w:tr>
      <w:tr w:rsidR="006F7137" w:rsidRPr="00ED05F3" w14:paraId="1B9055BA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969AE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FB0B" w14:textId="77777777" w:rsidR="006F7137" w:rsidRPr="00ED05F3" w:rsidRDefault="00CD0E46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Jeseninova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6D619" w14:textId="77777777" w:rsidR="006F7137" w:rsidRPr="00ED05F3" w:rsidRDefault="00CD0E46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6F7137" w:rsidRPr="00ED05F3" w14:paraId="3D96C377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56F7B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69EC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Žukovova k panelovým domům č. o. 71 a 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64AF8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6F7137" w:rsidRPr="00ED05F3" w14:paraId="53663214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58EFC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42D3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Bratří Mrštíků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F53FF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</w:tr>
      <w:tr w:rsidR="006F7137" w:rsidRPr="00ED05F3" w14:paraId="161D1CBC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C1E4F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658A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Novosedlické</w:t>
            </w:r>
            <w:proofErr w:type="spellEnd"/>
            <w:r w:rsidRPr="00ED05F3">
              <w:rPr>
                <w:rFonts w:ascii="Arial" w:hAnsi="Arial" w:cs="Arial"/>
                <w:sz w:val="20"/>
                <w:szCs w:val="20"/>
              </w:rPr>
              <w:t xml:space="preserve"> náměstí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B1262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736</w:t>
            </w:r>
          </w:p>
        </w:tc>
      </w:tr>
      <w:tr w:rsidR="006F7137" w:rsidRPr="00ED05F3" w14:paraId="556ED694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417AF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880A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Novosedlické</w:t>
            </w:r>
            <w:proofErr w:type="spellEnd"/>
            <w:r w:rsidRPr="00ED05F3">
              <w:rPr>
                <w:rFonts w:ascii="Arial" w:hAnsi="Arial" w:cs="Arial"/>
                <w:sz w:val="20"/>
                <w:szCs w:val="20"/>
              </w:rPr>
              <w:t xml:space="preserve"> náměstí k panel. domu č. 1387/2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8BE06" w14:textId="77777777" w:rsidR="006F7137" w:rsidRPr="00ED05F3" w:rsidRDefault="00CD0E46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</w:tr>
      <w:tr w:rsidR="006F7137" w:rsidRPr="00ED05F3" w14:paraId="6569E853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AC2E9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21A3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Tolstého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B3E82" w14:textId="77777777" w:rsidR="006F7137" w:rsidRPr="00ED05F3" w:rsidRDefault="00CD0E46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</w:tr>
      <w:tr w:rsidR="006F7137" w:rsidRPr="00ED05F3" w14:paraId="1AB8E6E4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2B5F5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50DF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Barrandova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A3ED3" w14:textId="77777777" w:rsidR="006F7137" w:rsidRPr="00ED05F3" w:rsidRDefault="00CD0E46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6F7137" w:rsidRPr="00ED05F3" w14:paraId="1697C456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E822F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1840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Karla IV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FF430" w14:textId="77777777" w:rsidR="006F7137" w:rsidRPr="00ED05F3" w:rsidRDefault="0045276E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6F7137" w:rsidRPr="00ED05F3" w14:paraId="149C5F5A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3C420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D1E5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Kořenského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C28F7" w14:textId="77777777" w:rsidR="006F7137" w:rsidRPr="00ED05F3" w:rsidRDefault="0045276E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6F7137" w:rsidRPr="00ED05F3" w14:paraId="65FB2544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2CE72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C195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Purkyňova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D469F" w14:textId="77777777" w:rsidR="006F7137" w:rsidRPr="00ED05F3" w:rsidRDefault="00CD0E46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CD0E46" w:rsidRPr="00ED05F3" w14:paraId="71C313D7" w14:textId="77777777" w:rsidTr="00DB59B2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183EE" w14:textId="77777777" w:rsidR="00CD0E46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F46AE" w14:textId="77777777" w:rsidR="00CD0E46" w:rsidRPr="00ED05F3" w:rsidRDefault="00CD0E46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Šafaříkovo náměstí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077FEB" w14:textId="77777777" w:rsidR="00CD0E46" w:rsidRPr="00ED05F3" w:rsidRDefault="00CD0E46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6F7137" w:rsidRPr="00ED05F3" w14:paraId="69950D28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0528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B8A8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Dobrovského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7D8CE" w14:textId="77777777" w:rsidR="006F7137" w:rsidRPr="00ED05F3" w:rsidRDefault="0045276E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6F7137" w:rsidRPr="00ED05F3" w14:paraId="3807E208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ABD3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6D88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Myslbekova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8D6DF" w14:textId="77777777" w:rsidR="006F7137" w:rsidRPr="00ED05F3" w:rsidRDefault="00CD0E46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225</w:t>
            </w:r>
          </w:p>
        </w:tc>
      </w:tr>
      <w:tr w:rsidR="006F7137" w:rsidRPr="00ED05F3" w14:paraId="7913DD33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72F84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8FED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Máchova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C610C" w14:textId="77777777" w:rsidR="006F7137" w:rsidRPr="00ED05F3" w:rsidRDefault="00CD0E46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</w:tr>
      <w:tr w:rsidR="006F7137" w:rsidRPr="00ED05F3" w14:paraId="0C23D69A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9F78D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7FD1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Puškinova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6331D" w14:textId="77777777" w:rsidR="006F7137" w:rsidRPr="00ED05F3" w:rsidRDefault="00CD0E46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  <w:tr w:rsidR="006F7137" w:rsidRPr="00ED05F3" w14:paraId="5E1C6021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C771C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4A9B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 Zeleni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5098E" w14:textId="77777777" w:rsidR="006F7137" w:rsidRPr="00ED05F3" w:rsidRDefault="00CD0E46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</w:tr>
      <w:tr w:rsidR="006F7137" w:rsidRPr="00ED05F3" w14:paraId="72132930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0C023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B2A5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Kubelíkova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D12B2" w14:textId="77777777" w:rsidR="006F7137" w:rsidRPr="00ED05F3" w:rsidRDefault="00CD0E46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6F7137" w:rsidRPr="00ED05F3" w14:paraId="7C60DEFA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01BF5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7A38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Stoupačka - schody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6859E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6F7137" w:rsidRPr="00ED05F3" w14:paraId="55111AB5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72232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97EE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Na Zacházce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C4F0B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290</w:t>
            </w:r>
          </w:p>
        </w:tc>
      </w:tr>
      <w:tr w:rsidR="006F7137" w:rsidRPr="00ED05F3" w14:paraId="7E440497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A770F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441B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Číhadle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F887D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6F7137" w:rsidRPr="00ED05F3" w14:paraId="624D421C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10540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2D69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Svatojiřská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1E1B8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6F7137" w:rsidRPr="00ED05F3" w14:paraId="534B0203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E0616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52A1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Jasanová-schodiště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AE61F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</w:tr>
      <w:tr w:rsidR="006F7137" w:rsidRPr="00ED05F3" w14:paraId="1E25D430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0341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D079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točna MHD </w:t>
            </w: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Brná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06F2D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6F7137" w:rsidRPr="00ED05F3" w14:paraId="0A075A9B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9E9D0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A921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chodník podél Srdíčka pod trať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4254A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</w:tr>
      <w:tr w:rsidR="006F7137" w:rsidRPr="00ED05F3" w14:paraId="3E9C99AE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BB42A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9084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Topolova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3E8F3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</w:tr>
      <w:tr w:rsidR="006F7137" w:rsidRPr="00ED05F3" w14:paraId="4CFB0AFA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0752A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94A4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Březová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21CE4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</w:tr>
      <w:tr w:rsidR="006F7137" w:rsidRPr="00ED05F3" w14:paraId="76D4ACB2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102D8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F322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Malířský koutek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A30F3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213</w:t>
            </w:r>
          </w:p>
        </w:tc>
      </w:tr>
      <w:tr w:rsidR="006F7137" w:rsidRPr="00ED05F3" w14:paraId="79468DB2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2215F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2B53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Litoměřická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60BFB" w14:textId="77777777" w:rsidR="006F7137" w:rsidRPr="00ED05F3" w:rsidRDefault="00A25A6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780</w:t>
            </w:r>
          </w:p>
        </w:tc>
      </w:tr>
      <w:tr w:rsidR="006F7137" w:rsidRPr="00ED05F3" w14:paraId="7033A64A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6ED10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3AFA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05F3">
              <w:rPr>
                <w:rFonts w:ascii="Arial" w:hAnsi="Arial" w:cs="Arial"/>
                <w:sz w:val="20"/>
                <w:szCs w:val="20"/>
              </w:rPr>
              <w:t>Sebuzín</w:t>
            </w:r>
            <w:proofErr w:type="spellEnd"/>
            <w:r w:rsidRPr="00ED05F3">
              <w:rPr>
                <w:rFonts w:ascii="Arial" w:hAnsi="Arial" w:cs="Arial"/>
                <w:sz w:val="20"/>
                <w:szCs w:val="20"/>
              </w:rPr>
              <w:t xml:space="preserve"> - park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0838D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</w:tr>
      <w:tr w:rsidR="006F7137" w:rsidRPr="00ED05F3" w14:paraId="41D62364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5E92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B9EB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Olšinky - schodiště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82CA8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6F7137" w:rsidRPr="00ED05F3" w14:paraId="6E8DCE2D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7EA1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D561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průjezdní Svádov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CE3D9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341</w:t>
            </w:r>
          </w:p>
        </w:tc>
      </w:tr>
      <w:tr w:rsidR="006F7137" w:rsidRPr="00ED05F3" w14:paraId="6450A700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B8617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F002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Kramoly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B336D" w14:textId="77777777" w:rsidR="006F7137" w:rsidRPr="00ED05F3" w:rsidRDefault="0045276E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6F7137" w:rsidRPr="00ED05F3" w14:paraId="30330220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39301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4556" w14:textId="77777777" w:rsidR="006F7137" w:rsidRPr="00ED05F3" w:rsidRDefault="0045276E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Mánesova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FC204" w14:textId="77777777" w:rsidR="006F7137" w:rsidRPr="00ED05F3" w:rsidRDefault="0045276E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6F7137" w:rsidRPr="00ED05F3" w14:paraId="00EB1683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43F7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395E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Varšavská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E8E6F" w14:textId="77777777" w:rsidR="006F7137" w:rsidRPr="00ED05F3" w:rsidRDefault="002767B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510</w:t>
            </w:r>
          </w:p>
        </w:tc>
      </w:tr>
      <w:tr w:rsidR="006F7137" w:rsidRPr="00ED05F3" w14:paraId="40F5A0AD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B5F6E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CF82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Střekovské nábřeží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D9DA5" w14:textId="77777777" w:rsidR="006F7137" w:rsidRPr="00ED05F3" w:rsidRDefault="002767B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1205</w:t>
            </w:r>
          </w:p>
        </w:tc>
      </w:tr>
      <w:tr w:rsidR="006F7137" w:rsidRPr="00ED05F3" w14:paraId="1099852C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1EF9B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D037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Na Pile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DD60D" w14:textId="77777777" w:rsidR="006F7137" w:rsidRPr="00ED05F3" w:rsidRDefault="002767B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314</w:t>
            </w:r>
          </w:p>
        </w:tc>
      </w:tr>
      <w:tr w:rsidR="006F7137" w:rsidRPr="00ED05F3" w14:paraId="3134AB91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6914B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DFCE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Raisova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6E1E4" w14:textId="77777777" w:rsidR="006F7137" w:rsidRPr="00ED05F3" w:rsidRDefault="002767B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</w:tr>
      <w:tr w:rsidR="006F7137" w:rsidRPr="00ED05F3" w14:paraId="75DA0A72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694F2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D564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Vnitroblok Domov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3301F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6F7137" w:rsidRPr="00ED05F3" w14:paraId="484D7480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FBAEA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7474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Těšínská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A70FD" w14:textId="77777777" w:rsidR="006F7137" w:rsidRPr="00ED05F3" w:rsidRDefault="002767B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  <w:tr w:rsidR="006F7137" w:rsidRPr="00ED05F3" w14:paraId="6B6A7823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B1D21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5188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 xml:space="preserve">Třebízského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9A061" w14:textId="77777777" w:rsidR="006F7137" w:rsidRPr="00ED05F3" w:rsidRDefault="002767B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</w:tr>
      <w:tr w:rsidR="006C1009" w:rsidRPr="00ED05F3" w14:paraId="31CE6A06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FBAD1" w14:textId="77777777" w:rsidR="006C1009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D78B" w14:textId="77777777" w:rsidR="006C1009" w:rsidRPr="00ED05F3" w:rsidRDefault="006C1009" w:rsidP="006F713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Kozinova k č.p. 4 a 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FAD76" w14:textId="77777777" w:rsidR="006C1009" w:rsidRPr="00ED05F3" w:rsidRDefault="0014083D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6F7137" w:rsidRPr="00ED05F3" w14:paraId="3BFF486D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64012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CEDB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Kozinova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052A4" w14:textId="77777777" w:rsidR="006F7137" w:rsidRPr="00ED05F3" w:rsidRDefault="002767B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6F7137" w:rsidRPr="00ED05F3" w14:paraId="5D143338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A5856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B3CF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U Stanice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DDA7F" w14:textId="77777777" w:rsidR="006F7137" w:rsidRPr="00ED05F3" w:rsidRDefault="002767B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6F7137" w:rsidRPr="00ED05F3" w14:paraId="6A06C469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DD990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4A92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Sukova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9942F" w14:textId="77777777" w:rsidR="006F7137" w:rsidRPr="00ED05F3" w:rsidRDefault="002767B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  <w:tr w:rsidR="006F7137" w:rsidRPr="00ED05F3" w14:paraId="608F1C28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9DB38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BBC7A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Tomáše ze Štítného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A5297" w14:textId="77777777" w:rsidR="006F7137" w:rsidRPr="00ED05F3" w:rsidRDefault="002767B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6F7137" w:rsidRPr="00ED05F3" w14:paraId="3747DF64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8184C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1FC9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Pionýrů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52562" w14:textId="77777777" w:rsidR="006F7137" w:rsidRPr="00ED05F3" w:rsidRDefault="002767B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</w:tr>
      <w:tr w:rsidR="006F7137" w:rsidRPr="00ED05F3" w14:paraId="7DAB87D1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1E168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4A11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Vnitroblok Pionýrů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34E9C" w14:textId="77777777" w:rsidR="006F7137" w:rsidRPr="00ED05F3" w:rsidRDefault="002767B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</w:tr>
      <w:tr w:rsidR="006F7137" w:rsidRPr="00ED05F3" w14:paraId="36153BA0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65244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BF91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ke Střekovskému nábřeží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7CE62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6F7137" w:rsidRPr="00ED05F3" w14:paraId="3F7B8E92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D418A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31DD" w14:textId="77777777" w:rsidR="006F7137" w:rsidRPr="00ED05F3" w:rsidRDefault="00ED05F3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spojova</w:t>
            </w:r>
            <w:r w:rsidR="006F7137" w:rsidRPr="00ED05F3">
              <w:rPr>
                <w:rFonts w:ascii="Arial" w:hAnsi="Arial" w:cs="Arial"/>
                <w:sz w:val="20"/>
                <w:szCs w:val="20"/>
              </w:rPr>
              <w:t xml:space="preserve">cí chodník u </w:t>
            </w:r>
            <w:proofErr w:type="spellStart"/>
            <w:r w:rsidR="006F7137" w:rsidRPr="00ED05F3">
              <w:rPr>
                <w:rFonts w:ascii="Arial" w:hAnsi="Arial" w:cs="Arial"/>
                <w:sz w:val="20"/>
                <w:szCs w:val="20"/>
              </w:rPr>
              <w:t>Stř</w:t>
            </w:r>
            <w:proofErr w:type="spellEnd"/>
            <w:r w:rsidR="006F7137" w:rsidRPr="00ED05F3">
              <w:rPr>
                <w:rFonts w:ascii="Arial" w:hAnsi="Arial" w:cs="Arial"/>
                <w:sz w:val="20"/>
                <w:szCs w:val="20"/>
              </w:rPr>
              <w:t>. nádraží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D9FE2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6F7137" w:rsidRPr="00ED05F3" w14:paraId="59D72621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95F58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6074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Národního odboje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FFF70" w14:textId="77777777" w:rsidR="006F7137" w:rsidRPr="00ED05F3" w:rsidRDefault="002767B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</w:tr>
      <w:tr w:rsidR="006F7137" w:rsidRPr="00ED05F3" w14:paraId="592CE34D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EB3E7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7EAE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Děčínská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0CA48" w14:textId="77777777" w:rsidR="006F7137" w:rsidRPr="00ED05F3" w:rsidRDefault="0045276E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6F7137" w:rsidRPr="00ED05F3" w14:paraId="746B4578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8F531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18B8" w14:textId="77777777" w:rsidR="006F7137" w:rsidRPr="00ED05F3" w:rsidRDefault="0045276E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Ž</w:t>
            </w:r>
            <w:r w:rsidR="006F7137" w:rsidRPr="00ED05F3">
              <w:rPr>
                <w:rFonts w:ascii="Arial" w:hAnsi="Arial" w:cs="Arial"/>
                <w:sz w:val="20"/>
                <w:szCs w:val="20"/>
              </w:rPr>
              <w:t>elezničářská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7FBFF" w14:textId="77777777" w:rsidR="006F7137" w:rsidRPr="00ED05F3" w:rsidRDefault="0045276E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1700</w:t>
            </w:r>
          </w:p>
        </w:tc>
      </w:tr>
      <w:tr w:rsidR="006F7137" w:rsidRPr="00ED05F3" w14:paraId="5D7D5899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4F2A5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8D11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Žukovova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998F1" w14:textId="77777777" w:rsidR="006F7137" w:rsidRPr="00ED05F3" w:rsidRDefault="0045276E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</w:tr>
      <w:tr w:rsidR="006F7137" w:rsidRPr="00ED05F3" w14:paraId="10F4407E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CD9F2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F61F" w14:textId="77777777" w:rsidR="006F7137" w:rsidRPr="00ED05F3" w:rsidRDefault="0045276E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Zeyerova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C01F7" w14:textId="77777777" w:rsidR="006F7137" w:rsidRPr="00ED05F3" w:rsidRDefault="0045276E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6F7137" w:rsidRPr="00ED05F3" w14:paraId="122B540C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ADA80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00DF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Sady 28. října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73079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</w:tr>
      <w:tr w:rsidR="006F7137" w:rsidRPr="00ED05F3" w14:paraId="387BB446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40BC8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ACB6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park u soudu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2664E" w14:textId="77777777" w:rsidR="006F7137" w:rsidRPr="00ED05F3" w:rsidRDefault="006F7137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</w:tr>
      <w:tr w:rsidR="006F7137" w:rsidRPr="00ED05F3" w14:paraId="07CF81F6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FB7AB" w14:textId="77777777" w:rsidR="006F7137" w:rsidRPr="00ED05F3" w:rsidRDefault="00AC06FC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1DF2" w14:textId="77777777" w:rsidR="00A34DEF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Železn</w:t>
            </w:r>
            <w:r w:rsidR="000C31C4">
              <w:rPr>
                <w:rFonts w:ascii="Arial" w:hAnsi="Arial" w:cs="Arial"/>
                <w:sz w:val="20"/>
                <w:szCs w:val="20"/>
              </w:rPr>
              <w:t>iční</w:t>
            </w:r>
            <w:r w:rsidRPr="00ED05F3">
              <w:rPr>
                <w:rFonts w:ascii="Arial" w:hAnsi="Arial" w:cs="Arial"/>
                <w:sz w:val="20"/>
                <w:szCs w:val="20"/>
              </w:rPr>
              <w:t>. lávka pro pěší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7AC73" w14:textId="77777777" w:rsidR="006F7137" w:rsidRPr="00ED05F3" w:rsidRDefault="0045276E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A34DEF" w:rsidRPr="00ED05F3" w14:paraId="6DD0EE91" w14:textId="77777777" w:rsidTr="00AC06FC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9671A" w14:textId="77777777" w:rsidR="00A34DEF" w:rsidRDefault="00A34DEF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90.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514C7" w14:textId="77777777" w:rsidR="00A34DEF" w:rsidRPr="00ED05F3" w:rsidRDefault="00A34DEF" w:rsidP="006F7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Krematoria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EB094E" w14:textId="77777777" w:rsidR="00A34DEF" w:rsidRPr="00ED05F3" w:rsidRDefault="00A34DE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6F7137" w:rsidRPr="00ED05F3" w14:paraId="46CF76F0" w14:textId="77777777" w:rsidTr="00DB59B2">
        <w:trPr>
          <w:trHeight w:val="27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14:paraId="035D2CD6" w14:textId="77777777" w:rsidR="006F7137" w:rsidRPr="00ED05F3" w:rsidRDefault="006F7137" w:rsidP="006F7137">
            <w:pPr>
              <w:rPr>
                <w:rFonts w:ascii="Arial" w:hAnsi="Arial" w:cs="Arial"/>
                <w:sz w:val="20"/>
                <w:szCs w:val="20"/>
              </w:rPr>
            </w:pPr>
            <w:r w:rsidRPr="00ED05F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C078" w14:textId="77777777" w:rsidR="006F7137" w:rsidRPr="00ED05F3" w:rsidRDefault="006F7137" w:rsidP="006F713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D05F3">
              <w:rPr>
                <w:rFonts w:ascii="Arial" w:hAnsi="Arial" w:cs="Arial"/>
                <w:bCs/>
                <w:sz w:val="20"/>
                <w:szCs w:val="20"/>
              </w:rPr>
              <w:t>Celkem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D944F" w14:textId="77777777" w:rsidR="006F7137" w:rsidRPr="00ED05F3" w:rsidRDefault="00A34DEF" w:rsidP="006F71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46208</w:t>
            </w:r>
          </w:p>
        </w:tc>
      </w:tr>
    </w:tbl>
    <w:p w14:paraId="20129FAB" w14:textId="77777777" w:rsidR="008908AF" w:rsidRDefault="008908AF" w:rsidP="008908AF">
      <w:pPr>
        <w:pStyle w:val="Normln1"/>
        <w:jc w:val="left"/>
        <w:rPr>
          <w:b/>
        </w:rPr>
      </w:pPr>
    </w:p>
    <w:p w14:paraId="05842BBB" w14:textId="77777777" w:rsidR="008908AF" w:rsidRDefault="008908AF" w:rsidP="008908AF">
      <w:pPr>
        <w:pStyle w:val="Normln1"/>
        <w:jc w:val="left"/>
        <w:rPr>
          <w:b/>
        </w:rPr>
      </w:pPr>
    </w:p>
    <w:p w14:paraId="3A8E58C9" w14:textId="77777777" w:rsidR="008908AF" w:rsidRDefault="008908AF" w:rsidP="008908AF">
      <w:pPr>
        <w:rPr>
          <w:rFonts w:ascii="Arial" w:hAnsi="Arial" w:cs="Arial"/>
          <w:b/>
          <w:bCs/>
        </w:rPr>
      </w:pPr>
    </w:p>
    <w:p w14:paraId="01F0E52D" w14:textId="77777777" w:rsidR="008908AF" w:rsidRDefault="008908AF" w:rsidP="008908A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Seznam zastávek MHD</w:t>
      </w:r>
    </w:p>
    <w:p w14:paraId="11948DC6" w14:textId="77777777" w:rsidR="008908AF" w:rsidRDefault="008908AF" w:rsidP="008908AF">
      <w:pPr>
        <w:rPr>
          <w:rFonts w:ascii="Arial" w:hAnsi="Arial" w:cs="Arial"/>
          <w:b/>
          <w:bCs/>
        </w:rPr>
      </w:pPr>
    </w:p>
    <w:tbl>
      <w:tblPr>
        <w:tblW w:w="3685" w:type="dxa"/>
        <w:tblInd w:w="1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1134"/>
      </w:tblGrid>
      <w:tr w:rsidR="00186BA1" w:rsidRPr="00F83BB1" w14:paraId="49E0B10A" w14:textId="77777777" w:rsidTr="00186BA1">
        <w:trPr>
          <w:trHeight w:val="270"/>
        </w:trPr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8EAC" w14:textId="77777777" w:rsidR="00186BA1" w:rsidRPr="00F83BB1" w:rsidRDefault="00186BA1" w:rsidP="005322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BB1">
              <w:rPr>
                <w:rFonts w:ascii="Arial" w:hAnsi="Arial" w:cs="Arial"/>
                <w:b/>
                <w:bCs/>
                <w:sz w:val="20"/>
                <w:szCs w:val="20"/>
              </w:rPr>
              <w:t>Název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0744" w14:textId="77777777" w:rsidR="00186BA1" w:rsidRPr="00F83BB1" w:rsidRDefault="00186BA1" w:rsidP="005322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BB1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</w:p>
        </w:tc>
      </w:tr>
      <w:tr w:rsidR="00186BA1" w:rsidRPr="00F83BB1" w14:paraId="18E98D84" w14:textId="77777777" w:rsidTr="00186BA1">
        <w:trPr>
          <w:trHeight w:val="255"/>
        </w:trPr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B7DB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Anežky České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23A1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5059151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B301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Autoškola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1416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172BA367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BE0C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Beethovenova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A23C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7848543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6476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Bělehradská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C5A1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6BA1" w:rsidRPr="00F83BB1" w14:paraId="78839ED3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200E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Bezejmenná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5BDA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0532215B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F352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Bezručova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7591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05DC474B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663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Božtěšice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403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6E14AD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C7A2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Božtěšice obec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8551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80E79AE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1E52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Božtěšická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2D4C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650B5F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BD1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Brná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BE28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E1BEE5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59E3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Brná</w:t>
            </w:r>
            <w:proofErr w:type="spellEnd"/>
            <w:r w:rsidRPr="00F83BB1">
              <w:rPr>
                <w:rFonts w:ascii="Arial" w:hAnsi="Arial" w:cs="Arial"/>
                <w:sz w:val="20"/>
                <w:szCs w:val="20"/>
              </w:rPr>
              <w:t xml:space="preserve"> osada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556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BAEBC6A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5F1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Bukov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8C50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79EDBB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292B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Bukov rondel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1770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3D2D5BCA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900B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Bukov sanatorium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BA2F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DEBF4C4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2F8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Církvice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F02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A1C0D2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FE29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Cukrovar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4782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CAB30D6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9E7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lastRenderedPageBreak/>
              <w:t>Čajkovského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0AC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F07D2FB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5298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Děčínská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4451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948371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D54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Dílny ČD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F1E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D150A3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478B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Divadlo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5419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86BA1" w:rsidRPr="00F83BB1" w14:paraId="742CD984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BBB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Dobětice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1582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EBDD49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8D1E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Dobětice točna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B4F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4B050CA1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CBC1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Drogerie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657C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AACAEE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5A6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83BB1">
              <w:rPr>
                <w:rFonts w:ascii="Arial" w:hAnsi="Arial" w:cs="Arial"/>
                <w:sz w:val="20"/>
                <w:szCs w:val="20"/>
              </w:rPr>
              <w:t>Dukelských  hrdinů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DF3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E55ADC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763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Důlce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0334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232B88A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1EA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Dvojdomí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1208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65A848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54E2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Elba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3846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18D4FC6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457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Gagarinova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5560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7BB5DF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A0B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Habrovice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EB37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11C89A63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D2E5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F83BB1">
              <w:rPr>
                <w:rFonts w:ascii="Arial" w:hAnsi="Arial" w:cs="Arial"/>
                <w:sz w:val="20"/>
                <w:szCs w:val="20"/>
              </w:rPr>
              <w:t>Habrovice</w:t>
            </w:r>
            <w:proofErr w:type="spellEnd"/>
            <w:r w:rsidRPr="00F83BB1">
              <w:rPr>
                <w:rFonts w:ascii="Arial" w:hAnsi="Arial" w:cs="Arial"/>
                <w:sz w:val="20"/>
                <w:szCs w:val="20"/>
              </w:rPr>
              <w:t xml:space="preserve">  vily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8E0F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1DD0F79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7FA3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Habrovice</w:t>
            </w:r>
            <w:proofErr w:type="spellEnd"/>
            <w:r w:rsidRPr="00F83BB1">
              <w:rPr>
                <w:rFonts w:ascii="Arial" w:hAnsi="Arial" w:cs="Arial"/>
                <w:sz w:val="20"/>
                <w:szCs w:val="20"/>
              </w:rPr>
              <w:t xml:space="preserve"> koupaliště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687C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E64A797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782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Habrovice</w:t>
            </w:r>
            <w:proofErr w:type="spellEnd"/>
            <w:r w:rsidRPr="00F83BB1">
              <w:rPr>
                <w:rFonts w:ascii="Arial" w:hAnsi="Arial" w:cs="Arial"/>
                <w:sz w:val="20"/>
                <w:szCs w:val="20"/>
              </w:rPr>
              <w:t xml:space="preserve"> škola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B51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072BAA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3833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Habrovická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EF64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F7A20A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6A29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Hilarova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7F2A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DB2616E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BCC7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Hlavní nádraží ČD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0B04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35B57164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B60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Hornická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9771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0C46663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CAAB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Hostovice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C496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6BA1" w:rsidRPr="00F83BB1" w14:paraId="4A432D9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D122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oo</w:t>
            </w:r>
            <w:r w:rsidRPr="00F83BB1">
              <w:rPr>
                <w:rFonts w:ascii="Arial" w:hAnsi="Arial" w:cs="Arial"/>
                <w:sz w:val="20"/>
                <w:szCs w:val="20"/>
              </w:rPr>
              <w:t>Hostovická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039C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85B1A0A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FE36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Hraničář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221A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86BA1" w:rsidRPr="00F83BB1" w14:paraId="0FDBE40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95E6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Hřbitov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6F19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1F0051E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BBF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Chemopharma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96A8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EBE8D4B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9F9E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Japex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59A3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7A17FEE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503C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Jungmannova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ED68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F89C73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9C6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Kamenný vrch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396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2CE7DDB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3AB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Kamenný vrch škola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E30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CDF350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1873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Kampus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97B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6694645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3C9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Kanon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4DC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2E164A3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BEB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Karla IV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A4FD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BA7D53A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9C2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Karla Maye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57D2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13D1B491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E5EB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83BB1">
              <w:rPr>
                <w:rFonts w:ascii="Arial" w:hAnsi="Arial" w:cs="Arial"/>
                <w:sz w:val="20"/>
                <w:szCs w:val="20"/>
              </w:rPr>
              <w:t>Karolíny  Světlé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25A9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F2D8F46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CEE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Kaufland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5967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A7C3A56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3583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Keplerova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CE90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6BA1" w:rsidRPr="00F83BB1" w14:paraId="5FF0FDC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CEC8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Klíše</w:t>
            </w:r>
            <w:proofErr w:type="spellEnd"/>
            <w:r w:rsidRPr="00F83BB1">
              <w:rPr>
                <w:rFonts w:ascii="Arial" w:hAnsi="Arial" w:cs="Arial"/>
                <w:sz w:val="20"/>
                <w:szCs w:val="20"/>
              </w:rPr>
              <w:t xml:space="preserve"> Hvězda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AAD2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9FA0BD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56E33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Klíše</w:t>
            </w:r>
            <w:proofErr w:type="spellEnd"/>
            <w:r w:rsidRPr="00F83BB1">
              <w:rPr>
                <w:rFonts w:ascii="Arial" w:hAnsi="Arial" w:cs="Arial"/>
                <w:sz w:val="20"/>
                <w:szCs w:val="20"/>
              </w:rPr>
              <w:t xml:space="preserve"> lázně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745D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4242F539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50D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Kmochova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B12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056B93A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587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Kojetice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8B2A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6BD5145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C049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Kojetická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97EAB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B760A3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942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Kotva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EFC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C86C723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D6C5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Kpt. Jaroše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3EA2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AFF6CD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4DF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Krajský soud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3580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6BA1" w:rsidRPr="00F83BB1" w14:paraId="0EBD8C4E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E30E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Krásné Březno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4D3B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55CEDD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44D6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Krčínova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7793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4A34B4D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F84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Krušnohorská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753C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11E68AB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8DE9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Lázně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DB51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40C84AB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8117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Lipová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3290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3EE37B8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8376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Loděnice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42EC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86BA1" w:rsidRPr="00F83BB1" w14:paraId="3F29BC19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5B78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Máj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EB54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1861DC45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E8F8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Malátova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3C6D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6BA1" w:rsidRPr="00F83BB1" w14:paraId="7DD4508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FF28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lastRenderedPageBreak/>
              <w:t>Masarykova nemocnice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954B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C73A623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8B81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Městský stadion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AC82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E6B3108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34F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Mírová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153D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A34B7B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E16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Mojžíř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78D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9A7C08E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B47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Mojžíř</w:t>
            </w:r>
            <w:proofErr w:type="spellEnd"/>
            <w:r w:rsidRPr="00F83BB1">
              <w:rPr>
                <w:rFonts w:ascii="Arial" w:hAnsi="Arial" w:cs="Arial"/>
                <w:sz w:val="20"/>
                <w:szCs w:val="20"/>
              </w:rPr>
              <w:t xml:space="preserve"> sídliště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887C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40BE1E9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FAAE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Na Kohoutě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AFB2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00790CB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5B7E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Na Luhách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E549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452D28CB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AC2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Popluží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AA9D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67AA9F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D2D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Na Rybárně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FC1C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358BC53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5DB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Na Spálence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63FC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A5175C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86B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Neštěm.sídl</w:t>
            </w:r>
            <w:proofErr w:type="spellEnd"/>
            <w:r w:rsidRPr="00F83BB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9D54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C45A8A5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6FF1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Neštěmická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2993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D71A5B4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B446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Neznabohy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B32D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0142192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DADB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Nová Ves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F60D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653FECD5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5FC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Nové krematorium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514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587BFB7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9CD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Nové Předlice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C34B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86BA1" w:rsidRPr="00F83BB1" w14:paraId="7518265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1C8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Novosedlické</w:t>
            </w:r>
            <w:proofErr w:type="spellEnd"/>
            <w:r w:rsidRPr="00F83BB1">
              <w:rPr>
                <w:rFonts w:ascii="Arial" w:hAnsi="Arial" w:cs="Arial"/>
                <w:sz w:val="20"/>
                <w:szCs w:val="20"/>
              </w:rPr>
              <w:t xml:space="preserve"> náměstí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C493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3367D" w:rsidRPr="00F83BB1" w14:paraId="3898CDCE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31FC9" w14:textId="77777777" w:rsidR="00B3367D" w:rsidRPr="00D86E83" w:rsidRDefault="00B3367D" w:rsidP="005322F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86E83">
              <w:rPr>
                <w:rFonts w:ascii="Arial" w:hAnsi="Arial" w:cs="Arial"/>
                <w:bCs/>
                <w:sz w:val="20"/>
                <w:szCs w:val="20"/>
              </w:rPr>
              <w:t>Nové Skorotice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72F92" w14:textId="77777777" w:rsidR="00B3367D" w:rsidRPr="00B3367D" w:rsidRDefault="00B3367D" w:rsidP="005322FA">
            <w:pPr>
              <w:jc w:val="righ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3367D"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</w:p>
        </w:tc>
      </w:tr>
      <w:tr w:rsidR="00186BA1" w:rsidRPr="00F83BB1" w14:paraId="0B27B8C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228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Obvodová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E5A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0D63311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1306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OD Květ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8766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187A71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D2F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Olešnice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3122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66985E44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F61E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Olšinky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A68D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DC7D24B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37E2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Opletalova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C97F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1555643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7A3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Orlická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4F7D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F550E8D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18E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Osamělá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A06B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A0FF931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FD5B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Ovčácká stezka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667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13D9835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7ABBC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Panorama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2A7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3037078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EA98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Pekařská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8BAF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EF8DBB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98C3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Pivovar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63B4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6BA1" w:rsidRPr="00F83BB1" w14:paraId="121D460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CCF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 xml:space="preserve">Pod </w:t>
            </w: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Holoměří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44B9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0F89C0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2AD8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Pod Hradem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66D3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88241B7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5C5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Pod Svahem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E26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71265E3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0CA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Pod Vyhlídkou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6214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0F30A6E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A88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Podhoří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74A7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A24A229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D6A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Podlesí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BE4F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2296525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C0FB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Podlešín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3EF7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55ED1B6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06F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Poláčkova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3437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E5224B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01A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Poliklinika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D83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6BA1" w:rsidRPr="00F83BB1" w14:paraId="774348D1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95C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Poslední cesta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6D13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6BA1" w:rsidRPr="00F83BB1" w14:paraId="12A6CE5A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6EB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Pražská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296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6BA1" w:rsidRPr="00F83BB1" w14:paraId="0A69AF5A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113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Prior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24A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C4566FD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C845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Průmyslová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B7DD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6BA1" w:rsidRPr="00F83BB1" w14:paraId="228EBA61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B93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Předlice Kolonie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8EB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1530812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E232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Předlická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7287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3277AC19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B1E6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Přístav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6F0A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C94DA38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1BBE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Revoluční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07A3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A3B4BE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86A9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Ryjická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E60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6A564DE9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6B3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Sebuzín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CABC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1BBF55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C5A7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Sebuzín</w:t>
            </w:r>
            <w:proofErr w:type="spellEnd"/>
            <w:r w:rsidRPr="00F83BB1">
              <w:rPr>
                <w:rFonts w:ascii="Arial" w:hAnsi="Arial" w:cs="Arial"/>
                <w:sz w:val="20"/>
                <w:szCs w:val="20"/>
              </w:rPr>
              <w:t xml:space="preserve"> nádraží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619F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AAFED9A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F521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Sebuzín</w:t>
            </w:r>
            <w:proofErr w:type="spellEnd"/>
            <w:r w:rsidRPr="00F83BB1">
              <w:rPr>
                <w:rFonts w:ascii="Arial" w:hAnsi="Arial" w:cs="Arial"/>
                <w:sz w:val="20"/>
                <w:szCs w:val="20"/>
              </w:rPr>
              <w:t xml:space="preserve"> přívoz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9826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ED743A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3132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Sebuzín</w:t>
            </w:r>
            <w:proofErr w:type="spellEnd"/>
            <w:r w:rsidRPr="00F83BB1">
              <w:rPr>
                <w:rFonts w:ascii="Arial" w:hAnsi="Arial" w:cs="Arial"/>
                <w:sz w:val="20"/>
                <w:szCs w:val="20"/>
              </w:rPr>
              <w:t xml:space="preserve"> rozcestí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1591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6BA1" w:rsidRPr="00F83BB1" w14:paraId="2D567D6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222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Severní Terasa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32ED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CD936B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8618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lastRenderedPageBreak/>
              <w:t>Sibiřská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25BB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CFB78E7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3A9B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Sibiřská sídliště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3462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D5875B4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25E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Sigma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30F1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27093749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404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Skalka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8F82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8E5BE84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A2D2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Sklárna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07B6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0F5BF4E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88E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Skorotice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9DB3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E98B28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0706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Skorotice škola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5C68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36F0E97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FB4E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Sociální péče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B3A1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0615621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8E4C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Solvayova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D27A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1CBB44CA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1897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Stará škola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2236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0B03AD7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C4A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Staré Předlice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5C77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6BA1" w:rsidRPr="00F83BB1" w14:paraId="4CFEA8ED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1C6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Stavbařů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79A6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5BC8E7E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5AD8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Stavební stroje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0CFF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1FC54FE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5B5B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Strážky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4E6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5F1C944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3606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Střední školy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78D8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DBB9215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0487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Střekov 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8C2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51D017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1382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Střekov nádraží ČD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40F0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3D59E6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261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Střekov osada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0D42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41AAAA3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BD6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Stříbrnická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6A1D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5FD071D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E95C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Stříbrnické Nivy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4676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1A53118B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D31B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Stříbrníky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780B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86BA1" w:rsidRPr="00F83BB1" w14:paraId="5CC391D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C946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Svádov nádraží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831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BF97F5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1348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Svádov obec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A3D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F0C842A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45F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Svádov osada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EDA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5AF0D9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4C6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Svádovský přívoz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AD2A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E6B940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DBFC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Svatopluka Čecha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22DF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D284866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F57E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Šafaříkovo náměstí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A7EF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63E4407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6351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Šaldova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1AB4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A5C6A3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BC2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Štefánikova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D91A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7C46747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EEB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Tesla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7D288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44CCBCB9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C74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TSM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3A12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795FDC4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EC88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U Studánky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09C0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5955891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1B26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U Vlečky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5D92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F6E68F6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AB2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U Vodopádu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2F1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64346BB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A81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U Vozovny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5F63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88CC953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782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Újezd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6D7A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114721BA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2D2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V Besídkách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F266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0417C85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9AE8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V Rokli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BB48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10B55B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B91C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V Zahrádkách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22E3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6FD644AE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872E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V Zeleni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E739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5AF9BCE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B249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Vaňov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63B9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6BFE8DE3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0162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Ve Stromkách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D461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4932806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38F3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Větrná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82F0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74CC2934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4B2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Vinařská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740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62C077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B437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Vlnola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736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88BA9D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7B0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Vodárna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9FF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19EF7C53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88E5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Vojanova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AE74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54313360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2A16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Vozovna (</w:t>
            </w:r>
            <w:proofErr w:type="spellStart"/>
            <w:proofErr w:type="gramStart"/>
            <w:r w:rsidRPr="00F83BB1">
              <w:rPr>
                <w:rFonts w:ascii="Arial" w:hAnsi="Arial" w:cs="Arial"/>
                <w:sz w:val="20"/>
                <w:szCs w:val="20"/>
              </w:rPr>
              <w:t>ozn.spoje</w:t>
            </w:r>
            <w:proofErr w:type="spellEnd"/>
            <w:proofErr w:type="gramEnd"/>
            <w:r w:rsidRPr="00F83BB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4EBB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1DCDF20E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C2B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Vozovna DP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B6D5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72ADDB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D37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Všebořice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1211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34F186C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462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 xml:space="preserve">Všebořice </w:t>
            </w:r>
            <w:proofErr w:type="spellStart"/>
            <w:proofErr w:type="gramStart"/>
            <w:r w:rsidRPr="00F83BB1">
              <w:rPr>
                <w:rFonts w:ascii="Arial" w:hAnsi="Arial" w:cs="Arial"/>
                <w:sz w:val="20"/>
                <w:szCs w:val="20"/>
              </w:rPr>
              <w:t>obch.centrum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642D7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6827C25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AF04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Všebořická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06B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DC5AB4B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581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lastRenderedPageBreak/>
              <w:t>Výstupní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D448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2938481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2D9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Za Válcovnou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EA48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6BA1" w:rsidRPr="00F83BB1" w14:paraId="7FABA6F1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131E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Zahradnický podnik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3FF6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B5CE92F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5EF0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Zahradnictví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12E7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297D11E2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6B92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3BB1">
              <w:rPr>
                <w:rFonts w:ascii="Arial" w:hAnsi="Arial" w:cs="Arial"/>
                <w:sz w:val="20"/>
                <w:szCs w:val="20"/>
              </w:rPr>
              <w:t>Západadní</w:t>
            </w:r>
            <w:proofErr w:type="spellEnd"/>
            <w:r w:rsidRPr="00F83BB1">
              <w:rPr>
                <w:rFonts w:ascii="Arial" w:hAnsi="Arial" w:cs="Arial"/>
                <w:sz w:val="20"/>
                <w:szCs w:val="20"/>
              </w:rPr>
              <w:t xml:space="preserve"> nádraží ČD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7C0E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4889A187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DB0D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Zdymadla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544C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3A8330AE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A18B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ZOO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2D36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6BA1" w:rsidRPr="00F83BB1" w14:paraId="78CC5221" w14:textId="77777777" w:rsidTr="00186BA1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F68AA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ZPA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1959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160E0869" w14:textId="77777777" w:rsidTr="00186BA1">
        <w:trPr>
          <w:trHeight w:val="270"/>
        </w:trPr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C448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Žežická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E794" w14:textId="77777777" w:rsidR="00186BA1" w:rsidRPr="00F83BB1" w:rsidRDefault="00186BA1" w:rsidP="005322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6BA1" w:rsidRPr="00F83BB1" w14:paraId="00090F6B" w14:textId="77777777" w:rsidTr="00186BA1">
        <w:trPr>
          <w:trHeight w:val="270"/>
        </w:trPr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707F" w14:textId="77777777" w:rsidR="00186BA1" w:rsidRPr="00F83BB1" w:rsidRDefault="00186BA1" w:rsidP="005322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BB1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599957F" w14:textId="77777777" w:rsidR="00186BA1" w:rsidRPr="00F83BB1" w:rsidRDefault="00186BA1" w:rsidP="005322FA">
            <w:pPr>
              <w:rPr>
                <w:rFonts w:ascii="Arial" w:hAnsi="Arial" w:cs="Arial"/>
                <w:sz w:val="20"/>
                <w:szCs w:val="20"/>
              </w:rPr>
            </w:pPr>
            <w:r w:rsidRPr="00F83BB1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4 230 m2</w:t>
            </w:r>
          </w:p>
        </w:tc>
      </w:tr>
    </w:tbl>
    <w:p w14:paraId="76A12D05" w14:textId="77777777" w:rsidR="008908AF" w:rsidRDefault="008908AF" w:rsidP="008908AF">
      <w:pPr>
        <w:rPr>
          <w:rFonts w:ascii="Arial" w:hAnsi="Arial" w:cs="Arial"/>
          <w:b/>
          <w:bCs/>
        </w:rPr>
      </w:pPr>
    </w:p>
    <w:p w14:paraId="20491F04" w14:textId="77777777" w:rsidR="008908AF" w:rsidRDefault="008908AF" w:rsidP="008908AF">
      <w:pPr>
        <w:rPr>
          <w:rFonts w:ascii="Arial" w:hAnsi="Arial" w:cs="Arial"/>
          <w:b/>
          <w:bCs/>
        </w:rPr>
      </w:pPr>
    </w:p>
    <w:p w14:paraId="3037A9DB" w14:textId="77777777" w:rsidR="008908AF" w:rsidRDefault="008908AF" w:rsidP="008908AF">
      <w:pPr>
        <w:rPr>
          <w:rFonts w:ascii="Arial" w:hAnsi="Arial" w:cs="Arial"/>
          <w:b/>
          <w:bCs/>
        </w:rPr>
      </w:pPr>
      <w:r w:rsidRPr="003D63B1">
        <w:rPr>
          <w:rFonts w:ascii="Arial" w:hAnsi="Arial" w:cs="Arial"/>
          <w:b/>
          <w:bCs/>
        </w:rPr>
        <w:t>Ostatní komunikace pro pěší, nebo jejich části, na kterých se schůdnost nezajišťuje</w:t>
      </w:r>
    </w:p>
    <w:p w14:paraId="627C0262" w14:textId="77777777" w:rsidR="008908AF" w:rsidRDefault="008908AF" w:rsidP="008908AF">
      <w:pPr>
        <w:rPr>
          <w:rFonts w:ascii="Arial" w:hAnsi="Arial" w:cs="Arial"/>
          <w:b/>
          <w:bCs/>
        </w:rPr>
      </w:pPr>
    </w:p>
    <w:tbl>
      <w:tblPr>
        <w:tblW w:w="7175" w:type="dxa"/>
        <w:tblInd w:w="14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3279"/>
        <w:gridCol w:w="2019"/>
        <w:gridCol w:w="1319"/>
      </w:tblGrid>
      <w:tr w:rsidR="008908AF" w:rsidRPr="00A35F56" w14:paraId="6E036167" w14:textId="77777777" w:rsidTr="005322FA">
        <w:trPr>
          <w:trHeight w:val="315"/>
        </w:trPr>
        <w:tc>
          <w:tcPr>
            <w:tcW w:w="71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FFFF"/>
            <w:noWrap/>
            <w:vAlign w:val="bottom"/>
            <w:hideMark/>
          </w:tcPr>
          <w:p w14:paraId="4A7462E9" w14:textId="77777777" w:rsidR="008908AF" w:rsidRPr="00A35F56" w:rsidRDefault="008908AF" w:rsidP="005322F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5F56">
              <w:rPr>
                <w:rFonts w:ascii="Arial" w:hAnsi="Arial" w:cs="Arial"/>
                <w:b/>
                <w:bCs/>
                <w:sz w:val="16"/>
                <w:szCs w:val="16"/>
              </w:rPr>
              <w:t>Místní komunikace bez zimní údržby - chodníky ÚMO - Ústí nad Labem</w:t>
            </w:r>
          </w:p>
        </w:tc>
      </w:tr>
      <w:tr w:rsidR="008908AF" w:rsidRPr="00A35F56" w14:paraId="6F05FF5A" w14:textId="77777777" w:rsidTr="005322FA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12BCA7A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Poř.č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6A796A0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Název komunikace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4EE60BC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Průběh čištění komunikace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6A5F8F3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Katastrální území</w:t>
            </w:r>
          </w:p>
        </w:tc>
      </w:tr>
      <w:tr w:rsidR="008908AF" w:rsidRPr="00A35F56" w14:paraId="00D084F1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21FB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8CC9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I/30 - Pražská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C728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E03549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FD50E2D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8B67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C84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1796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A370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F6E919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49E9C2E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D9B8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795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1860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EC1D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C5FFFE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0C0EACBD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6B3F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FBD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7586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4870D1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953DF2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57FA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F6EA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1662/1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EAF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FF6C7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486665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5637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4B25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1930/1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A16E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26DACA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8655968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16E0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7BD0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1941/11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298E" w14:textId="77777777" w:rsidR="008908AF" w:rsidRPr="00A35F56" w:rsidRDefault="008908AF" w:rsidP="005322F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35F56">
              <w:rPr>
                <w:rFonts w:ascii="Calibri" w:hAnsi="Calibri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7D6040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23CE2B0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3D51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33CF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1941/34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750A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01E375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E889DD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13FA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29C2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1941/35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CE1B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65B7AF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7795E22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BE14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D2B2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1991/1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DDF1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částečně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FB3963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22A026C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1611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652F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247/54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8F27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52AB64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Všebořice</w:t>
            </w:r>
          </w:p>
        </w:tc>
      </w:tr>
      <w:tr w:rsidR="008908AF" w:rsidRPr="00A35F56" w14:paraId="15DE2B2D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C575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0780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247/55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99E7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6408FE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Všebořice</w:t>
            </w:r>
          </w:p>
        </w:tc>
      </w:tr>
      <w:tr w:rsidR="008908AF" w:rsidRPr="00A35F56" w14:paraId="49696A5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B1A0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2D06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247/59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26A1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6BCF0A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Všebořice</w:t>
            </w:r>
          </w:p>
        </w:tc>
      </w:tr>
      <w:tr w:rsidR="008908AF" w:rsidRPr="00A35F56" w14:paraId="36DD94B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1A1F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02F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247/77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E953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7EE2A6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Všebořice</w:t>
            </w:r>
          </w:p>
        </w:tc>
      </w:tr>
      <w:tr w:rsidR="008908AF" w:rsidRPr="00A35F56" w14:paraId="5434912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E645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CBBE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5.května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1FD8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AA76E0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Skorotice</w:t>
            </w:r>
          </w:p>
        </w:tc>
      </w:tr>
      <w:tr w:rsidR="008908AF" w:rsidRPr="00A35F56" w14:paraId="4DF7F78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16F1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0A59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Alešova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D8E0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29DE21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09614FC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0E2F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F280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Arbesova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F13F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B8CF35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Hostovice</w:t>
            </w:r>
          </w:p>
        </w:tc>
      </w:tr>
      <w:tr w:rsidR="008908AF" w:rsidRPr="00A35F56" w14:paraId="29EC2B4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ECEC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F6C5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Balbínova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BA9A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DE8756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2D5114A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46A1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658B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Beethovenova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5F09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80CC79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284F1EE0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1A0E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7C3F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Beneše Lounského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6D8F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73D5E1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48D52F3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049A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629B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Berní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B252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4BE051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E53A570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1739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AE6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Bezručova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DD99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0B1569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46152D9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E97B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F6C7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Bozděchova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136B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05E20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5A26403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24FB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A291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Boženy Němcové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C42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AE0B90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51DDD16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A6A8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684A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Božtěšice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AF36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7C9556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Božtěšice</w:t>
            </w:r>
          </w:p>
        </w:tc>
      </w:tr>
      <w:tr w:rsidR="008908AF" w:rsidRPr="00A35F56" w14:paraId="602B9511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6D10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DE25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Bratří Čapků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20E6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DCF98F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7F9F64E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2918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4E40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Brožíkova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C6BB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4BCF21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541333C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F770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6BB9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Bukovská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7342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4A75FC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0770518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75B3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471E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Buzulucká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37C9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3D0AC5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Skorotice</w:t>
            </w:r>
          </w:p>
        </w:tc>
      </w:tr>
      <w:tr w:rsidR="008908AF" w:rsidRPr="00A35F56" w14:paraId="6BF4B6B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3C22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BB7B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Býv.silnice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III/… </w:t>
            </w:r>
            <w:proofErr w:type="spellStart"/>
            <w:proofErr w:type="gram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Habrovice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- Strážky</w:t>
            </w:r>
            <w:proofErr w:type="gramEnd"/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3E32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FDF7E1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Habrovice</w:t>
            </w:r>
            <w:proofErr w:type="spellEnd"/>
          </w:p>
        </w:tc>
      </w:tr>
      <w:tr w:rsidR="008908AF" w:rsidRPr="00A35F56" w14:paraId="1967677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217E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B737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Cesta od Vaňovské k Myslivečkově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8D2A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4B61C4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Vaňov</w:t>
            </w:r>
            <w:proofErr w:type="spellEnd"/>
          </w:p>
        </w:tc>
      </w:tr>
      <w:tr w:rsidR="008908AF" w:rsidRPr="00A35F56" w14:paraId="384A3198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94FB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4199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Čajkovského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778B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BAF1F2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Vaňov</w:t>
            </w:r>
            <w:proofErr w:type="spellEnd"/>
          </w:p>
        </w:tc>
      </w:tr>
      <w:tr w:rsidR="008908AF" w:rsidRPr="00A35F56" w14:paraId="04E17B3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D70C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B827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Černá cesta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8EDB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C14613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49E3BB1D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1458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4FD4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Červený vrch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526D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FF0F49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0031C12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E303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C57F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Dostojevského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6879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22CEAA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43B72F0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1A5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EE93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Drážní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5576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7F7AD1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BEA90A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509A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0E04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Dvořákova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9DB7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1F62B5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C43E12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B8EB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FB41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E. Destinové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D930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24D585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533BDB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2125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6D77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Fibichova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4E91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10EF0A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DEC0C3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2F1E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6DBA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Gočárova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5AF1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7BAA22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2D5F87F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D3D2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EAF7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Habrovická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D727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F7C449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2FE264F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0741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249E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Hanzlíčkova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A21E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1F4300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07D0D12F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81FF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EFE1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Hilarova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70E3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198A3C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05B590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5A62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41B3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Hilbertova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8F9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CC5EE8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1052120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321A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FFCA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Hollarova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BA66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45B5ED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8EB396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A920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0D73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Hornická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CDCB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54CA88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3ABE5D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50B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6A72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Hradiště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7EDE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5EF2D5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09EF8E0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DEEA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A672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Hvězda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4D44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640AB1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5270667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7AC9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593E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Hynaisova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78D0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949773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01955E5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8582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B618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Chodník na nábřeží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883A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C4080A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7D085D0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1F6D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6926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Chodník od Jateční k U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pans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. dvora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A927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C31C96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57331421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55DA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6015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Chodník pod viaduktem u Bíliny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F541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73A6B4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564BCD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827C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BE04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Chodník podél trati Pražská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8DB5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1A36BA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E9F875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DEE5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D056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Chodník přes železniční most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40D3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8DAD80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72F30BF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746C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23E8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Chodník v parku na Předmostí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5371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0BECE0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D884C4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E83E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817B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Chodník Ve Štěpnici - Arbesova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230E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ECBDA7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Hostovice</w:t>
            </w:r>
          </w:p>
        </w:tc>
      </w:tr>
      <w:tr w:rsidR="008908AF" w:rsidRPr="00A35F56" w14:paraId="3D4C3E38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2820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4132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Chodníky DPD Bukov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F7E4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F1B81B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61ECB35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BC40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C510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I/30 - Rondel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C74F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C81281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561C2E6A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892B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0E08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J.Jabůrkové</w:t>
            </w:r>
            <w:proofErr w:type="spellEnd"/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26C6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E86028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15F68DD1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D80E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638E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Jahodová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2488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D95C6C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Skorotice </w:t>
            </w:r>
          </w:p>
        </w:tc>
      </w:tr>
      <w:tr w:rsidR="008908AF" w:rsidRPr="00A35F56" w14:paraId="2F6F966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B4B2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E711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Jateční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5E82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BD82E2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67C22CA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9367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C7A8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Jiráskova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494E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BE2682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57BF80C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8F5F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FD32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 Chatám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4464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158D3B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Skorotice</w:t>
            </w:r>
          </w:p>
        </w:tc>
      </w:tr>
      <w:tr w:rsidR="008908AF" w:rsidRPr="00A35F56" w14:paraId="014439CC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C35F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E751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 Přejezdu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E7D4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C67B2D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Vaňov</w:t>
            </w:r>
            <w:proofErr w:type="spellEnd"/>
          </w:p>
        </w:tc>
      </w:tr>
      <w:tr w:rsidR="008908AF" w:rsidRPr="00A35F56" w14:paraId="15DDA1DC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A053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74BC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 Tescu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3D29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0B4098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2A6CF6FA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7426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B215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 Vavřinečku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B574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67039F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080514C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B8F6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9B0F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K.H.Borovského</w:t>
            </w:r>
            <w:proofErr w:type="spellEnd"/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7F82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F18085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Skorotice</w:t>
            </w:r>
          </w:p>
        </w:tc>
      </w:tr>
      <w:tr w:rsidR="008908AF" w:rsidRPr="00A35F56" w14:paraId="750391AF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BC7A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6261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Ke garážím od Slovanské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FCF1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109836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351B4CB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8E36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8D7E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Ke Hřbitovu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0CCC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57CF04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2CBD663A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A7EF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5A0F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Kekulova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C4E3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4124A6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6F7D287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78ED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0C5A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Komenského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B337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CE244F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26544EB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69B4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EB24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Konečná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B1BD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4373E0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078ED018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D969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6978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Koněvova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F5E1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058BE7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5DD1CA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1D06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5F02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Kosmonautů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A694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9B668B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1394655C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15ED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0BAC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Kosmova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9EEC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0DA58F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7FDB6EA0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13B8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5CAB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Kpt. Jaroše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DAC8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1E1D5F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4884D42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FEBF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CDFC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Králova výšina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1250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F16CB6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3CB62D2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BB17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2E44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Kruhová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CB31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4D03D4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Vaňov</w:t>
            </w:r>
            <w:proofErr w:type="spellEnd"/>
          </w:p>
        </w:tc>
      </w:tr>
      <w:tr w:rsidR="008908AF" w:rsidRPr="00A35F56" w14:paraId="41DDAAA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AFB9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1A50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lev. ch. podél I/62 (</w:t>
            </w:r>
            <w:proofErr w:type="gram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Předmostí - Drážďanská</w:t>
            </w:r>
            <w:proofErr w:type="gram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4854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0492A0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AA19A18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8A25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9672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Levý chodník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podé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III/25839 (Hospodářská)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74B2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73B57B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Hostovice</w:t>
            </w:r>
          </w:p>
        </w:tc>
      </w:tr>
      <w:tr w:rsidR="008908AF" w:rsidRPr="00A35F56" w14:paraId="7A91453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1598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506A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Levý chodník podél II/253 (Hrbovická)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C463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4EEDC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3521FC8F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8A62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AB39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Levý chodník podél II/253 (Majakovského)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8225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C09201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641DDEB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2D5E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43A6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Levý chodník podél II/613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28D9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2EDB3F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EF7657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650C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68A0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Levý chodník podél III/25373 (Široká)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A52A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9F1091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Skorotice</w:t>
            </w:r>
          </w:p>
        </w:tc>
      </w:tr>
      <w:tr w:rsidR="008908AF" w:rsidRPr="00A35F56" w14:paraId="6FE7823D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C6E7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64B6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Lidická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6B00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53B52E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Skorotice</w:t>
            </w:r>
          </w:p>
        </w:tc>
      </w:tr>
      <w:tr w:rsidR="008908AF" w:rsidRPr="00A35F56" w14:paraId="2521A8E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C4BB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127C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Mahenova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10DD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74D8CD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34B8099D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90BE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B0F1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Malátova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E9B3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0C5F0E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C220F6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5A64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7B36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Mánesovo sady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A3B3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88E09F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1558516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653E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DFBE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Mendělejova</w:t>
            </w:r>
            <w:proofErr w:type="spellEnd"/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5496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F8D934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46077D06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8B0B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1435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Městské sady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0294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79B909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C325920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42C8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D906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Moskevská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9E3A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5FFAA3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10E2DE7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1E33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760F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Mošnova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0D53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45FF91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7B4FAD6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D342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77DF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Mozartova - pěšina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90C0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30E6BF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Vaňov</w:t>
            </w:r>
            <w:proofErr w:type="spellEnd"/>
          </w:p>
        </w:tc>
      </w:tr>
      <w:tr w:rsidR="008908AF" w:rsidRPr="00A35F56" w14:paraId="147A3A0A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C32B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3734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drahách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A0C8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EDECD6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1E4F2046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15AC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3CF7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Luhách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B064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3BBFFB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34578B6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5E7C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8DE8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Nivách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D03A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D731E2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564F4A4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B460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A7E6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schodech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09CB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0A9347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790456EA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10F0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9A6A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Spálence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C2AB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D0F8F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752F2762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73EA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B590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Stráni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2F22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1E18EC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7414F4FA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6BFF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FD0E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Valech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39A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398B2E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Skorotice</w:t>
            </w:r>
          </w:p>
        </w:tc>
      </w:tr>
      <w:tr w:rsidR="008908AF" w:rsidRPr="00A35F56" w14:paraId="1204BF12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149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D520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Valech - k novým RD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17FD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302EB2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Skorotice</w:t>
            </w:r>
          </w:p>
        </w:tc>
      </w:tr>
      <w:tr w:rsidR="008908AF" w:rsidRPr="00A35F56" w14:paraId="10EA4B8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BEF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5417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Výhledech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CE7A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F404D8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Hostovice</w:t>
            </w:r>
          </w:p>
        </w:tc>
      </w:tr>
      <w:tr w:rsidR="008908AF" w:rsidRPr="00A35F56" w14:paraId="6134AB4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FF85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634D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vyhlídce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4CCE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996973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4F96D1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C359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F9C9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Výrovce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65CE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487489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54F1361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A5B0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2EF5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Nedbalova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3ACC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7070FA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797F116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4ECD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DED4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Okresní silnice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5D24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751D5A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6781A3E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CA30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6CC9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Okružní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455B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5C812B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62C1452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AD1E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4639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Ondříčkova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D604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A64A95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79683EA8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694C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6653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Ostrčilova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4ECE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7E14D8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1DD73B9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8B49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4943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Osvoboditelů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6E4E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267A95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Skorotice</w:t>
            </w:r>
          </w:p>
        </w:tc>
      </w:tr>
      <w:tr w:rsidR="008908AF" w:rsidRPr="00A35F56" w14:paraId="4A05023C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65F1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B78A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Palackého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19E4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402C9D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7D249D6D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3913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5ACA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Park republiky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DC18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B858AA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C39F9B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8558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5404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Pasteurova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EEA4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81DD9D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21EAE0A0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DFD1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3D8E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na konci Čajkovského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5564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0BB063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Vaňov</w:t>
            </w:r>
            <w:proofErr w:type="spellEnd"/>
          </w:p>
        </w:tc>
      </w:tr>
      <w:tr w:rsidR="008908AF" w:rsidRPr="00A35F56" w14:paraId="4FEE1132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80FC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2065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Petrovická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B27C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332D3A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Božtěšice</w:t>
            </w:r>
          </w:p>
        </w:tc>
      </w:tr>
      <w:tr w:rsidR="008908AF" w:rsidRPr="00A35F56" w14:paraId="791ACB3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6841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6E1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Plynárenská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9395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839B67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32A8E98A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3468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5E74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Pod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Holoměří</w:t>
            </w:r>
            <w:proofErr w:type="spellEnd"/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6BC7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AD96FF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04D6383C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41D6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8390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Pod Skalou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0A81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1EE7A4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Božtěšice</w:t>
            </w:r>
          </w:p>
        </w:tc>
      </w:tr>
      <w:tr w:rsidR="008908AF" w:rsidRPr="00A35F56" w14:paraId="6B88FF5F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816F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69C6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Pod Školou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C34D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3C36F1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D5C5F5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9C6B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121.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82C6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Pod vodojemem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D06F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E206F5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Všebořice</w:t>
            </w:r>
          </w:p>
        </w:tc>
      </w:tr>
      <w:tr w:rsidR="008908AF" w:rsidRPr="00A35F56" w14:paraId="714CC77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2FE7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94EB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Podchod pod tratí u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býv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Prefy</w:t>
            </w:r>
            <w:proofErr w:type="spellEnd"/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C6A8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CCFF73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FA3FB3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CCDB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CA2D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Pravý chodník podél II/613 (Žižkova)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02F9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BEF1FC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70E8AADF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9AE4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0655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Presslova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D6CC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BD2613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0F3255C6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0296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23F4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Prokopa Diviše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3146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D61E24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189933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1453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89F2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Průmyslová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F5F8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6A0CA9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5B33A5E2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1AF4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EDC4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Přístaviště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5C90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39D78E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38DB8C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FADE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EAEB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Rembrandtova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06BE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BA77DB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6159791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7980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FC1D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Resslova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C66F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7D7EAD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3339F7B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78DF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F484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Rooseveltova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4A11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C83B16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8E07B9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1F6E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9A09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Růžový palouček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2D0D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0B3B2D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00C92B6A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1D3A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277C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Sadová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AD92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4F9734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7B397F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33E3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6094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Sady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B.Smetany</w:t>
            </w:r>
            <w:proofErr w:type="spellEnd"/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01EC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D8879C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BE3FF5F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990B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14F8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Schodiště Sienkiewiczova - Na spojce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433D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B64FA5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00249E9C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8A25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90B1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Sienkiewiczova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A8A1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790FC1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704E6C0C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5716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B849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Sklářská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B2BD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AAED5D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06BAAC0F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40B7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9691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Skorotická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1776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29EF21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3BE1F520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7826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2AA2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Sládkova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6298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3B402F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2AA6E202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5A61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1958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Slavíčkova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309D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86DE2E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718AF52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926C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1F8D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Slavíkova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4015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1B400A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5E20184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B4F6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3085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Slovanská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432F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0D5335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Skorotice</w:t>
            </w:r>
          </w:p>
        </w:tc>
      </w:tr>
      <w:tr w:rsidR="008908AF" w:rsidRPr="00A35F56" w14:paraId="7CD78F7C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03D0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2ECB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Slunná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0363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4ADDBD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Bukov </w:t>
            </w:r>
          </w:p>
        </w:tc>
      </w:tr>
      <w:tr w:rsidR="008908AF" w:rsidRPr="00A35F56" w14:paraId="2E2C61CF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873B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C346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Solvayova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4510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B45572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59DC2852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10D5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A16A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Sovova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3E04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860EFC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4E4A2C1D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3A90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775B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Spojka Bezručova - Sládkova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AB13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89C468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697E7292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B3F8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12CE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Spojka Dvořákova - Na schodech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58F3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783E1E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55AE26C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E3D7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872F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Spojka Na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Úpadě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- Pod Svahem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04AA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D2D7E8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Hostovice</w:t>
            </w:r>
          </w:p>
        </w:tc>
      </w:tr>
      <w:tr w:rsidR="008908AF" w:rsidRPr="00A35F56" w14:paraId="4324EA7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D0E9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6A4E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Spojka Vojnovičova - Kpt. Jaroše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031A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73D3B9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1F27AF2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4082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8FAF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Spojovací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F82F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E0FCC9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1429AE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7CBF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8267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Stará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92A8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2F161D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93BBAD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D025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03B9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Stroupežnického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BFF1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C85849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6BE1E85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CAAB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E270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Stříbrnické nivy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C8E7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691366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D19894F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B04E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908A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Šaldova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D177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D29867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0E2094E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5670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D59E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Široká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E796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9758FF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Skorotice </w:t>
            </w:r>
          </w:p>
        </w:tc>
      </w:tr>
      <w:tr w:rsidR="008908AF" w:rsidRPr="00A35F56" w14:paraId="422C3AA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E29A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0D88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Škroupova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FFD0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C2BAA2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1F1AABFC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28B8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0A8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Špitálské náměstí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0992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651118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16EBD620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495B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0B65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Štursova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11E0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F7998E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1D485D9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234E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58E3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Textilní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DA24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56776E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1942E2A1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B718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0063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Tovární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A42D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66419E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26FA3F6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CEBF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451E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U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Cintorina</w:t>
            </w:r>
            <w:proofErr w:type="spellEnd"/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693C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B8F63F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219A7D6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E983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1B13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České besedy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7AEB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CF7984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91CD88D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940B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5839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hřiště - pěšina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5945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328A3B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Skorotice</w:t>
            </w:r>
          </w:p>
        </w:tc>
      </w:tr>
      <w:tr w:rsidR="008908AF" w:rsidRPr="00A35F56" w14:paraId="6F075A86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C80D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7E6A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Chemičky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9D05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279A04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2B00B52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8BB7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DB18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Jeslí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F8ED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796791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11BBF25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F29D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43FB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Kolejí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E4FF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DFD83F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63AF46D0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CF77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166.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EF78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kostela Předlice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B121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962F07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5A2B560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C8E1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35A0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koupaliště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274D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7887CD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7891EF5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FE3F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8847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Lanovky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FBDD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CD3132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685A873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8D84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D90E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Městských domů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DC75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FF5160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29DB52CF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3560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811B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Panského dvora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CD5A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2BC38C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58B7EBFC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4963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436C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Pošty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5D52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FBFB60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Skorotice</w:t>
            </w:r>
          </w:p>
        </w:tc>
      </w:tr>
      <w:tr w:rsidR="008908AF" w:rsidRPr="00A35F56" w14:paraId="6D58D38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5058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1E3D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remízy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F444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5CABA4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7208CB0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8333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2B0C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stadionu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3D72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CB18A0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0AA0F390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1333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5B77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Vlečky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B3F5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308FB6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67542350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C92A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43D5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Údolí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16A1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4BF3B5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Božtěšice</w:t>
            </w:r>
          </w:p>
        </w:tc>
      </w:tr>
      <w:tr w:rsidR="008908AF" w:rsidRPr="00A35F56" w14:paraId="1873622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BA29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904E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Ulice Práce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DAC1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DFEF11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035B75F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8925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2BAD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 jámě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7B76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E32F12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43EB36F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928C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DF59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 Lukách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29A0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44B32D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BE6B49E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8135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AF59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 Osadě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CFE9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4AFEB6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1E3B51AC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C084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7A2A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 Pískovně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7C65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4410A7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93D51E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8F02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2CD2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V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podhájí</w:t>
            </w:r>
            <w:proofErr w:type="spellEnd"/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4629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CA6775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4B36694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943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FC94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 přírodě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91F2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35BFE4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40D184E6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4B7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9E8E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 zahrádkách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9C93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C49A87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069298AA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3BF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CD5A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Vaňovská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D7BF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F89050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Vaňov</w:t>
            </w:r>
            <w:proofErr w:type="spellEnd"/>
          </w:p>
        </w:tc>
      </w:tr>
      <w:tr w:rsidR="008908AF" w:rsidRPr="00A35F56" w14:paraId="44B64AD5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714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24BA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Ve Stromkách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CED6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58B869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70FF7BD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A54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E246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Ve Strži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66EB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0211A6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C5A0D24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2F4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8D11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Veleslavínova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9794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45F700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007C6472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124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189.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5968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Vilová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C4CE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80EF29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3C505B0A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0CA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190.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F649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Vojnovičova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1D91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E71BC4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37023FF7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5C6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191.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2F07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Vojtěšská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F508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D523D3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04A3AE09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C54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192.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98A9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Vrchlického sady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598B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neprovádí se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A8FAB1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7DAC0AD6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3B7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193.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E979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Wolkerova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AD87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18E5DA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Klíše</w:t>
            </w:r>
            <w:proofErr w:type="spellEnd"/>
          </w:p>
        </w:tc>
      </w:tr>
      <w:tr w:rsidR="008908AF" w:rsidRPr="00A35F56" w14:paraId="6D92D8C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AA0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194.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0ADB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Za Válcovnou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5C62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2F0DE7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Předlice</w:t>
            </w:r>
          </w:p>
        </w:tc>
      </w:tr>
      <w:tr w:rsidR="008908AF" w:rsidRPr="00A35F56" w14:paraId="2B478722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9BC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195.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E806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Zahradní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0ACD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2344BA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Bukov</w:t>
            </w:r>
          </w:p>
        </w:tc>
      </w:tr>
      <w:tr w:rsidR="008908AF" w:rsidRPr="00A35F56" w14:paraId="18F1A41B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FD0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196.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369B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Zámečnická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C29F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1B1B17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0048E3C3" w14:textId="77777777" w:rsidTr="005322FA">
        <w:trPr>
          <w:trHeight w:val="30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680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197.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13C5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Ženíškova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5E23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E63A8A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726DFC1A" w14:textId="77777777" w:rsidTr="005322FA">
        <w:trPr>
          <w:trHeight w:val="31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570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198.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5815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Žižkova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E8CC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57B9E2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</w:tbl>
    <w:p w14:paraId="006D606B" w14:textId="77777777" w:rsidR="008908AF" w:rsidRDefault="008908AF" w:rsidP="008908AF">
      <w:pPr>
        <w:rPr>
          <w:rFonts w:ascii="Arial" w:hAnsi="Arial" w:cs="Arial"/>
          <w:b/>
          <w:bCs/>
        </w:rPr>
      </w:pPr>
    </w:p>
    <w:p w14:paraId="7F189CCB" w14:textId="77777777" w:rsidR="008908AF" w:rsidRDefault="008908AF" w:rsidP="008908AF">
      <w:pPr>
        <w:rPr>
          <w:rFonts w:ascii="Arial" w:hAnsi="Arial" w:cs="Arial"/>
          <w:b/>
          <w:bCs/>
        </w:rPr>
      </w:pPr>
    </w:p>
    <w:p w14:paraId="6E44133A" w14:textId="77777777" w:rsidR="002D2853" w:rsidRDefault="002D2853" w:rsidP="008908AF">
      <w:pPr>
        <w:rPr>
          <w:rFonts w:ascii="Arial" w:hAnsi="Arial" w:cs="Arial"/>
          <w:b/>
          <w:bCs/>
        </w:rPr>
      </w:pPr>
    </w:p>
    <w:tbl>
      <w:tblPr>
        <w:tblW w:w="7040" w:type="dxa"/>
        <w:tblInd w:w="14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2236"/>
        <w:gridCol w:w="2551"/>
        <w:gridCol w:w="1667"/>
      </w:tblGrid>
      <w:tr w:rsidR="008908AF" w:rsidRPr="00A35F56" w14:paraId="2AAD5EB7" w14:textId="77777777" w:rsidTr="005322FA">
        <w:trPr>
          <w:trHeight w:val="315"/>
        </w:trPr>
        <w:tc>
          <w:tcPr>
            <w:tcW w:w="70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FFFF"/>
            <w:noWrap/>
            <w:vAlign w:val="bottom"/>
            <w:hideMark/>
          </w:tcPr>
          <w:p w14:paraId="44A28AA3" w14:textId="77777777" w:rsidR="008908AF" w:rsidRPr="00A35F56" w:rsidRDefault="008908AF" w:rsidP="005322F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5F56">
              <w:rPr>
                <w:rFonts w:ascii="Arial" w:hAnsi="Arial" w:cs="Arial"/>
                <w:b/>
                <w:bCs/>
                <w:sz w:val="16"/>
                <w:szCs w:val="16"/>
              </w:rPr>
              <w:t>Místní komunikace bez zimní údržby - chodníky ÚMO Neštěmice</w:t>
            </w:r>
          </w:p>
        </w:tc>
      </w:tr>
      <w:tr w:rsidR="008908AF" w:rsidRPr="00A35F56" w14:paraId="27706DE1" w14:textId="77777777" w:rsidTr="005322FA">
        <w:trPr>
          <w:trHeight w:val="315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5817619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Poř.č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140849F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Název komunikace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1D09FCE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Průběh čištění komunikace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23379C3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Katastrální území</w:t>
            </w:r>
          </w:p>
        </w:tc>
      </w:tr>
      <w:tr w:rsidR="008908AF" w:rsidRPr="00A35F56" w14:paraId="391DB0BB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4154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1E62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1. Máje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7C62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2C8B6E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536427ED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1D69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244D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7816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42B7CE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1852079F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C7FC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F80A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6CAA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2692F8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64B06E1C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189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BEBD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388C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D62DC7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0F4BECCF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D20C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0699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0594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52E60F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466AE20E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8707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FE9C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7B7F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929DF5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13856431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F02D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BA33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1D4B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18A590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75E0B552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163B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A90D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32E3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3A1EBD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22D96FCC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9096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9.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B26D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CC45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065221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4CE1CB38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2BBB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8A78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F175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90055A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00BB80E4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DF2F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FD75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1007/29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4C8A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76249F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41712A1F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C523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BDCD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1007/33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3A13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65CCEA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2775A7FF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9C35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8103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1007/37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3C50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B79B73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42CEC460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AA94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C886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115/21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A4E3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B6813D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Mojžíř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908AF" w:rsidRPr="00A35F56" w14:paraId="73E0B807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06E7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AB20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1395/154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CBED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CB2011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51AD0FD8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0DB3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7357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1395/162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BA1B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E78219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6076AA5B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5AC9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AA52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1395/163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F691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6907F7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64272341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252C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D8CF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1395/166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55A7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21D2BD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272B24D6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05A2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EF5A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1395/171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250E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E16439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165ADDA3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0F5B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E59E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1395/174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AA04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04446B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019D40AF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57E4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AF96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1395/176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EF5C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767BBD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6A04F965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7217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A917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1395/181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A738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D7EF18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26B50DF5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095B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CA19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1395/58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0E1D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655053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44A94DB5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52BB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B292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1395/60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5B76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D8A7B4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01AD6367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6E1A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BE01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1395/73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1C2E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40FEAB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1C4B81E3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B1AD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2962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1395/75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86A4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771300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2B36B311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2AE0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BA7E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1395/87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4FC7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0D6603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014BB99E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061C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3D78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1480/113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00D6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56F7E4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25056997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C9DB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29.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C567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1480/192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E13B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477DA7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0C35BA35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0959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30.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732C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1480/195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4826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7DB1EB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2D6B2A69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53C6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BEBC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1480/198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1046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8C234A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0695426B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6D10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D5C3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1480/231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8B5E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14747A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4BD091ED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1A77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13FB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1480/239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71D8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753FAF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57904386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B1F0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1C83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1480/265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A2E0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7D3E8A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4E1B3B46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B601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3431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1480/285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12A7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657B72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16D9CB8A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DC4E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36.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8591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1480/301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DB80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1495F4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4A90419F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23A4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37.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3C5F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1480/321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F33D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965343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109AB7DD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25A5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38.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06C7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1480/368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DAED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1F8CB4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71DEF0C4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C49B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39.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3CBD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1480/408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ED37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8633B1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00ED289B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7825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40.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1310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1480/439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2D46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53C2F3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1461D38F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B75F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8316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1480/455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D4BF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D586D3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13B618B4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DD7D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42.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EF4A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230/12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B98E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7F6D78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Mojžíř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908AF" w:rsidRPr="00A35F56" w14:paraId="525773D5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E64A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43.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7CAB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230/7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8678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167B35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Mojžíř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908AF" w:rsidRPr="00A35F56" w14:paraId="462257D3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395D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7017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318/54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FEED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41AE07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Mojžíř</w:t>
            </w:r>
            <w:proofErr w:type="spellEnd"/>
          </w:p>
        </w:tc>
      </w:tr>
      <w:tr w:rsidR="008908AF" w:rsidRPr="00A35F56" w14:paraId="4752958F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019C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45.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A0F9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318/63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49F9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C1C5E1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Mojžíř</w:t>
            </w:r>
            <w:proofErr w:type="spellEnd"/>
          </w:p>
        </w:tc>
      </w:tr>
      <w:tr w:rsidR="008908AF" w:rsidRPr="00A35F56" w14:paraId="3D13C122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07CC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46.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05C8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342/48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A664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E62BDA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3235B23F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5180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47.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7CD3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399/3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8767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214C77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702717B3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3D85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48.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EE64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399/4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4405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DC5966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7CC39B42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50FA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693F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399/5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684A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F6CD21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556D2DB7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81EF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50.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8206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472/170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EE37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CA8DE8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20378C80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FB56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FD85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472/191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A340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AA9D40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15594FD6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5C55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52.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FA4D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671/1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2D17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949F56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7BFF8E7D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8742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53.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D950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683/3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9F2C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FE269B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Mojžíř</w:t>
            </w:r>
            <w:proofErr w:type="spellEnd"/>
          </w:p>
        </w:tc>
      </w:tr>
      <w:tr w:rsidR="008908AF" w:rsidRPr="00A35F56" w14:paraId="7DD47197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A4F6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54.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4F99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697/142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C64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A6272A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Mojžíř</w:t>
            </w:r>
            <w:proofErr w:type="spellEnd"/>
          </w:p>
        </w:tc>
      </w:tr>
      <w:tr w:rsidR="008908AF" w:rsidRPr="00A35F56" w14:paraId="0FE0F6E7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69C4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55.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6A9E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697/160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1201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019FBE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Mojžíř</w:t>
            </w:r>
            <w:proofErr w:type="spellEnd"/>
          </w:p>
        </w:tc>
      </w:tr>
      <w:tr w:rsidR="008908AF" w:rsidRPr="00A35F56" w14:paraId="200E6931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CC1A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56.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EE7C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697/183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FC17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64F020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Mojžíř</w:t>
            </w:r>
            <w:proofErr w:type="spellEnd"/>
          </w:p>
        </w:tc>
      </w:tr>
      <w:tr w:rsidR="008908AF" w:rsidRPr="00A35F56" w14:paraId="5EE9D511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646A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57.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25EC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697/192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B8CE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80A519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Mojžíř</w:t>
            </w:r>
            <w:proofErr w:type="spellEnd"/>
          </w:p>
        </w:tc>
      </w:tr>
      <w:tr w:rsidR="008908AF" w:rsidRPr="00A35F56" w14:paraId="63992465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FCFA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58.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D474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697/68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3547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75B45F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Mojžíř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908AF" w:rsidRPr="00A35F56" w14:paraId="4935BC4D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631F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59.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7096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697/72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06AE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B9188B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Mojžíř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908AF" w:rsidRPr="00A35F56" w14:paraId="271F1A5B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5B34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60.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ACA4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697/78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F2E2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B4A941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Mojžíř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908AF" w:rsidRPr="00A35F56" w14:paraId="591D8DBA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2E84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6CA9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707/50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7873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A7BC41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6C13A983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2F25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62.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797F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861/131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CFC6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DECAF7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002ADA91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B058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63.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F8DC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861/159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E78D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40F75E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17BBCF01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F904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64.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E654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861/172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F740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9B3F49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430B0EA6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1140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65.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A595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861/181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3122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50D874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7D2AEF4B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DD31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66.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7081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861/190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D6CA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F1E6C3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718A7E1D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B04C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67.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271B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861/191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0B72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96FCFF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2B969D63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505A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68.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615A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861/211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9A6E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484895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0FECFBB4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0A85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69.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624F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861/242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4BCA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766DB0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604928AB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0D44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70.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D526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861/247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E4D3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C55527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5DE7D435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A23F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3115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861/249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7F6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F1FB17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1BF67F72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D50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72.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CB32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861/258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28C1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624C71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2709CCF4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3F3D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73.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E0DC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861/259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3EF4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5902C8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5F668D65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87B2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74.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9E1E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861/263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B7CF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EC5A56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44941E99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B520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75.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5C2E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861/265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642B4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9DC541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0EA7A2F5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6BEA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76.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CFC2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861/271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2958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B3F18D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2BC08F42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337B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77.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E4A5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861/279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6CF0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911679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28E972CF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4AAD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78.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A1DF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861/284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B96B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B11E77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6A50BF90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63A0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79.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DF02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Anežky České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38D9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15BD03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146690AC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1E23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80.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0F95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Býv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. ul. Na Sklípku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ADE9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AC937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0610907C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8D0D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1282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Čechova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DCAF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610301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60227D87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3A12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82.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9AF7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Drážďanská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DCD8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5A1ED8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362FE784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69F7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83.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FDED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Družstevní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48C5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6689BD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1653D104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18D5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84.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7388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Dvojdomí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FDC7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4AAC4F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21043321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6354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85.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6F92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Hlavní - ke kostelu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1198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8BCE0A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688C6869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A2A2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F86E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III/25373 - Pod Úvozem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77EB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A945BA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Neštěmice</w:t>
            </w:r>
          </w:p>
        </w:tc>
      </w:tr>
      <w:tr w:rsidR="008908AF" w:rsidRPr="00A35F56" w14:paraId="42350D33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E76B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87.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CF38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Janáčkova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7E3A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A75547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10996D9D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8466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88.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2A8D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Keplerova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38FB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C3CB93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Krásné Březno</w:t>
            </w:r>
          </w:p>
        </w:tc>
      </w:tr>
      <w:tr w:rsidR="008908AF" w:rsidRPr="00A35F56" w14:paraId="17619915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EC73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89.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DAF7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Matiční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17FA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4CB53F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Neštěmice</w:t>
            </w:r>
          </w:p>
        </w:tc>
      </w:tr>
      <w:tr w:rsidR="008908AF" w:rsidRPr="00A35F56" w14:paraId="767E68BB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A666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90.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6C0C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Mlýnská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F545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BE3353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Neštěmice</w:t>
            </w:r>
          </w:p>
        </w:tc>
      </w:tr>
      <w:tr w:rsidR="008908AF" w:rsidRPr="00A35F56" w14:paraId="224C2B19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4CCA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B690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Skalce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9D76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2F9C01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Neštěmice</w:t>
            </w:r>
          </w:p>
        </w:tc>
      </w:tr>
      <w:tr w:rsidR="008908AF" w:rsidRPr="00A35F56" w14:paraId="174DB00F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E1CA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92.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DD97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Národní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D20F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476A96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78B105DC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7E88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93.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1061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Picassova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2B7C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030517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Neštěmice</w:t>
            </w:r>
          </w:p>
        </w:tc>
      </w:tr>
      <w:tr w:rsidR="008908AF" w:rsidRPr="00A35F56" w14:paraId="6CD0C813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AC76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94.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0854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Podmokelská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5938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FF8F4B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Neštěmice</w:t>
            </w:r>
          </w:p>
        </w:tc>
      </w:tr>
      <w:tr w:rsidR="008908AF" w:rsidRPr="00A35F56" w14:paraId="6153FAE0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8789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95.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6094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Přemyslovců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F926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1908BE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29223E76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C5B0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96.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D452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Příkopy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3D88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3F7166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Neštěmice</w:t>
            </w:r>
          </w:p>
        </w:tc>
      </w:tr>
      <w:tr w:rsidR="008908AF" w:rsidRPr="00A35F56" w14:paraId="1885C5D3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309B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97.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7701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Rozcestí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4034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0AFEF8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577EBA1C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2DBB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98.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3A77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Růžová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C4B9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C5D6F2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5F90A098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696D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99.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4B72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Ryjická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41EB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80B964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5C273686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DC4A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100.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E27E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Sibiřská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E0F6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AD1C2B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Neštěmice</w:t>
            </w:r>
          </w:p>
        </w:tc>
      </w:tr>
      <w:tr w:rsidR="008908AF" w:rsidRPr="00A35F56" w14:paraId="528977D8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3A94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26A5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Sportovní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5E85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0FE302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Neštěmice</w:t>
            </w:r>
          </w:p>
        </w:tc>
      </w:tr>
      <w:tr w:rsidR="008908AF" w:rsidRPr="00A35F56" w14:paraId="70F4341C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77E1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102.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D5CC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Studentská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BF94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B38111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Neštěmice</w:t>
            </w:r>
          </w:p>
        </w:tc>
      </w:tr>
      <w:tr w:rsidR="008908AF" w:rsidRPr="00A35F56" w14:paraId="4A5FE88E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FFC1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103.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63FF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Svádovská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FCEA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4A6B44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Neštěmice</w:t>
            </w:r>
          </w:p>
        </w:tc>
      </w:tr>
      <w:tr w:rsidR="008908AF" w:rsidRPr="00A35F56" w14:paraId="44B4E6AF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96FB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104.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FC16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Turistická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B8B4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47AC3C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Neštěmice</w:t>
            </w:r>
          </w:p>
        </w:tc>
      </w:tr>
      <w:tr w:rsidR="008908AF" w:rsidRPr="00A35F56" w14:paraId="750408B8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28F0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105.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6F0D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Radnice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333F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5AD50D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Neštěmice</w:t>
            </w:r>
          </w:p>
        </w:tc>
      </w:tr>
      <w:tr w:rsidR="008908AF" w:rsidRPr="00A35F56" w14:paraId="1799B24A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F844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106.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1DD4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U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Tonasa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2A5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D775F8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28E26764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9835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107.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0A53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 oblouku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F8F6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C4CC9B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5E4EB5E5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523F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108.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0D2B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Vojanova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1254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87FEA5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136104A2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4F06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109.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6791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Zolova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FC4D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7AE438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58EEA828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B80F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110.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01DF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Železná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B2F9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4BE05B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62CAF611" w14:textId="77777777" w:rsidTr="005322FA">
        <w:trPr>
          <w:trHeight w:val="30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5DC7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7F4E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Žežická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B582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5D18AE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  <w:tr w:rsidR="008908AF" w:rsidRPr="00A35F56" w14:paraId="4BD4C257" w14:textId="77777777" w:rsidTr="005322FA">
        <w:trPr>
          <w:trHeight w:val="315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ED9D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112.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7197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Žitná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9C63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AE55AA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Neštěmice </w:t>
            </w:r>
          </w:p>
        </w:tc>
      </w:tr>
    </w:tbl>
    <w:p w14:paraId="3C306AA2" w14:textId="77777777" w:rsidR="008908AF" w:rsidRDefault="008908AF" w:rsidP="008908AF">
      <w:pPr>
        <w:rPr>
          <w:rFonts w:ascii="Arial" w:hAnsi="Arial" w:cs="Arial"/>
          <w:b/>
          <w:bCs/>
        </w:rPr>
      </w:pPr>
    </w:p>
    <w:p w14:paraId="28779954" w14:textId="77777777" w:rsidR="008908AF" w:rsidRDefault="008908AF" w:rsidP="008908AF">
      <w:pPr>
        <w:rPr>
          <w:rFonts w:ascii="Arial" w:hAnsi="Arial" w:cs="Arial"/>
          <w:b/>
          <w:bCs/>
        </w:rPr>
      </w:pPr>
    </w:p>
    <w:tbl>
      <w:tblPr>
        <w:tblW w:w="7080" w:type="dxa"/>
        <w:tblInd w:w="1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1935"/>
        <w:gridCol w:w="2733"/>
        <w:gridCol w:w="1785"/>
      </w:tblGrid>
      <w:tr w:rsidR="008908AF" w:rsidRPr="00A35F56" w14:paraId="6D8D4283" w14:textId="77777777" w:rsidTr="005322FA">
        <w:trPr>
          <w:trHeight w:val="315"/>
        </w:trPr>
        <w:tc>
          <w:tcPr>
            <w:tcW w:w="7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FFFF"/>
            <w:noWrap/>
            <w:vAlign w:val="bottom"/>
            <w:hideMark/>
          </w:tcPr>
          <w:p w14:paraId="0F41E224" w14:textId="77777777" w:rsidR="008908AF" w:rsidRPr="00A35F56" w:rsidRDefault="008908AF" w:rsidP="005322F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5F5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Místní komunikace bez zimní údržby - chodníky ÚMO Severní Terasa </w:t>
            </w:r>
          </w:p>
        </w:tc>
      </w:tr>
      <w:tr w:rsidR="008908AF" w:rsidRPr="00A35F56" w14:paraId="251A05BE" w14:textId="77777777" w:rsidTr="005322FA">
        <w:trPr>
          <w:trHeight w:val="31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5F3D87B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Poř.č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568C2F2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Název komunikace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5AF9C36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Průběh čištění komunikace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3ACB521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Katastrální území</w:t>
            </w:r>
          </w:p>
        </w:tc>
      </w:tr>
      <w:tr w:rsidR="008908AF" w:rsidRPr="00A35F56" w14:paraId="6B7C991D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B106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0489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175/108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D52F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7A4E1F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0971E40C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AE11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9735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175/146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A977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C1269C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39A844FF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65C8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87B6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175/52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3595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E08260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35A6552A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BABA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5D8C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175/54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AF8D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1A9AED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63F252E2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DEFE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9E50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175/80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45BD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AE5261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2614BA2A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299D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4C2F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175/83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8733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958FDF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175DAB29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69C4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5FA0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176/109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6AFA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32D2E8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55129163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C026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4562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176/151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AB77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8FD362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3A219CDF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0776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18E9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176/185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857C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D2D339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776C8208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BEF8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FEF3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176/218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8280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B639C3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68DDFE90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5528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B2AC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176/222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40CA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A87052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06B4AE95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BC02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6F92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176/82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0F90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02D58C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5BC93FDC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A322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268C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176/94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A114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776989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30F47F88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3B4A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78EA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212/4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8071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604CB3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Dobětice</w:t>
            </w:r>
          </w:p>
        </w:tc>
      </w:tr>
      <w:tr w:rsidR="008908AF" w:rsidRPr="00A35F56" w14:paraId="66684227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D3EC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1EE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4400/105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3554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A8AB5A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6B449C3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EB4A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42B8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6A5D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1362EF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CAF3C32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EB91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FC63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4400/163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395B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B83DC8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07FAB0D4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5234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64D5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4400/165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16BC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25F95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1056846A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E68D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9DAC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4400/170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BAF4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4FF471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2772893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2882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F5D5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4400/174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C025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83348A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BC300AE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C7DA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C1E0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4400/175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876D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162F0F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E09B848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E01F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DE4C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4400/176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E78C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44CB6B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B3AFBBB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F986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6264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4400/177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7EFA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5E19C6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64A005E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8119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8CEB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4400/178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E0C2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8761D2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6A64CCA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CF8D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2BF5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4400/180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2929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04F8B7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512BB0D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CC53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59A2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4400/182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8A51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36216D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B9D5333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EBB1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D15C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4400/190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8A5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1B5843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6575333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D879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28.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8C32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4400/193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40B6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8B5825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18D5EC5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F997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29.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ECD6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4400/205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A051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311163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74C7E3FB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986E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30.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935D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4400/208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4595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2745AA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43B598A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2107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31.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F727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4400/209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6032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C0418E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15F56E19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6C8E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5B0C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4400/235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C06A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FA91E1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8A76111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D671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78A3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4400/258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DF25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186BA5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4DD9D10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38B4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276A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4400/278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D9BD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CE1288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122ABB81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F419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4CC8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4400/286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6014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EEBABC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3CC6758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80A2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36.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A15D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4824/9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3CDB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9F8AB3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E7DEC3A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56E3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37.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2064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4839/5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6B00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40BA9C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9BC4232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C33E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38.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F0B2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4949/12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C2E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53412A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5164335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4548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39.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C7DA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4949/174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CBCF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889448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11F3A525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D3E7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40.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3336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4949/203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6CE4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F2462E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1A05F294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332C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41.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F572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4949/205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E633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B01AAE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E300661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7D40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42.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D2C1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4949/208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04BD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10A2B6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DB78292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189A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43.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AEAB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4949/211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C466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DB5ACE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A9912CD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8F4B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16DA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4949/287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91AC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4D42B9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0336B67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31F3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45.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215B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4949/29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6F96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E1B811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20ECE48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C1C6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46.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B121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4949/292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187F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14A14D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066B108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C66F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47.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6DE2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4949/308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588D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230422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0DA2D97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231B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48.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ACB1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4949/334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F253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0B3E80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BEC72F5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3BEC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B296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4949/342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0C63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080E56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D2836DF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30E1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50.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0C0E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4949/371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5465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6D965E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DBFA687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DF9E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51.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9EF1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4949/375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6E23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D31E23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D047158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4676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52.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EC20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4949/426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5DBC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F8C862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1F3390EC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D26B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53.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2397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4949/427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2F93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43FD0A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5E7B489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B7EC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54.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C933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4949/435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8211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1DA11B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9DD0A91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5D83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55.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3A34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4949/476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B753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32DA9E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AE687D3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B473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56.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83AC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4949/483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40C2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6A2496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FDFB421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5853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57.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4677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4949/500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2544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66871B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0821FB0B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E1B5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58.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CECF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4949/510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CB22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72C436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9288167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892D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59.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509C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4949/511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51DC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4F4A9F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780E0BC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93A3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60.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A213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4949/515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A579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39FE0D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E3B691A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A5D3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61.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70DC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4949/525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85C5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F7C4A4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A982998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BF15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62.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5BFC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4949/532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A881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A04861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7C9CB1C2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089E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63.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6588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4949/532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EFA1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DFC8C3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B73BE73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C691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64.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997A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4949/544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C20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EFAED7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98DE657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E16A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65.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8969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4949/551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6952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924884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C16E972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A4E7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66.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0907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4949/576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39E7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682342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C0FB799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6A63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67.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4345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4949/582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168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B85836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EB92B37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61F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68.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2247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4949/598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D93A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7A5CD1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941278F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BCA9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69.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845D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B54E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E74933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38426BA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76CB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70.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2AB8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B4E5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328E92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2DB9ECD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E669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71.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2917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4949/612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3373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1F9AFD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D8FF2B7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7F43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72.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FCDD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4949/614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8D3B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CBE5A0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5892597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F373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73.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5FF9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4949/615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A153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ECC0FD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54D1874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3F44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74.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06E7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4949/618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A971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C91ED6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38CF544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FEF0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75.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1FE6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4949/625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91F2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F6D6A1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04E49E3B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9E89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76.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E217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4949/627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57AF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E2B0ED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7FC02185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6EE5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77.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330B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4949/629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0A88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63E514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1D34C93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2F5A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78.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62DA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4949/634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3404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EB5DC5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7DE4A798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D821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79.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55CC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4949/638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58B7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36391F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1A2546AD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E68C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80.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9BB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4949/640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4838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9A6415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4FEAF59F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52AC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81.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7A6A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4949/641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2417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077685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47CE2AA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DC60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82.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3D32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4949/642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7CD9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326043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D0C86FC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0531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83.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FC60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4949/648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D21B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BB2FFD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898F017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342C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84.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5558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4949/653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E432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B94053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D611158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F656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85.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2832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4949/708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E3B6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1087AF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61AC796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333B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4A5A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4949/712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33F1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9E8769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77119753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7B6E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87.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1C8D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4949/73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1B32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6A3702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7019BC4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7365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88.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DD80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4949/8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4F4E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8635D5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3AFA15B7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1860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89.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F432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5173/40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0517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742065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07EEB937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FECB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90.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8FD2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5177/32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47E6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4915EC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63102518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4254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91.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62A4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5177/35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F81A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B3D206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54AA8FEF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BED3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92.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885F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5177/40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7272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F64AF6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  <w:tr w:rsidR="008908AF" w:rsidRPr="00A35F56" w14:paraId="27C0E71F" w14:textId="77777777" w:rsidTr="005322FA">
        <w:trPr>
          <w:trHeight w:val="300"/>
        </w:trPr>
        <w:tc>
          <w:tcPr>
            <w:tcW w:w="62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0AB9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93.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3FC6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Kočkovská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5C90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09CD65A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Ústí </w:t>
            </w:r>
            <w:proofErr w:type="gram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nad  Labem</w:t>
            </w:r>
            <w:proofErr w:type="gramEnd"/>
          </w:p>
        </w:tc>
      </w:tr>
      <w:tr w:rsidR="008908AF" w:rsidRPr="00A35F56" w14:paraId="1E68E81E" w14:textId="77777777" w:rsidTr="005322FA">
        <w:trPr>
          <w:trHeight w:val="315"/>
        </w:trPr>
        <w:tc>
          <w:tcPr>
            <w:tcW w:w="6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F5FF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94.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22A9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5177/41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8360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neprovádí se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76E52B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Ústí nad Labem</w:t>
            </w:r>
          </w:p>
        </w:tc>
      </w:tr>
    </w:tbl>
    <w:p w14:paraId="399D7701" w14:textId="77777777" w:rsidR="008908AF" w:rsidRDefault="008908AF" w:rsidP="008908AF">
      <w:pPr>
        <w:rPr>
          <w:rFonts w:ascii="Arial" w:hAnsi="Arial" w:cs="Arial"/>
          <w:b/>
          <w:bCs/>
        </w:rPr>
      </w:pPr>
    </w:p>
    <w:p w14:paraId="68EB2C5D" w14:textId="77777777" w:rsidR="008908AF" w:rsidRDefault="008908AF" w:rsidP="008908AF">
      <w:pPr>
        <w:rPr>
          <w:rFonts w:ascii="Arial" w:hAnsi="Arial" w:cs="Arial"/>
          <w:b/>
          <w:bCs/>
        </w:rPr>
      </w:pPr>
    </w:p>
    <w:tbl>
      <w:tblPr>
        <w:tblW w:w="7080" w:type="dxa"/>
        <w:tblInd w:w="1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2903"/>
        <w:gridCol w:w="2166"/>
        <w:gridCol w:w="1399"/>
      </w:tblGrid>
      <w:tr w:rsidR="008908AF" w:rsidRPr="00A35F56" w14:paraId="4691865A" w14:textId="77777777" w:rsidTr="005322FA">
        <w:trPr>
          <w:trHeight w:val="315"/>
        </w:trPr>
        <w:tc>
          <w:tcPr>
            <w:tcW w:w="7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FFFF"/>
            <w:noWrap/>
            <w:vAlign w:val="bottom"/>
            <w:hideMark/>
          </w:tcPr>
          <w:p w14:paraId="2111E52C" w14:textId="77777777" w:rsidR="008908AF" w:rsidRPr="00A35F56" w:rsidRDefault="008908AF" w:rsidP="005322F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5F56">
              <w:rPr>
                <w:rFonts w:ascii="Arial" w:hAnsi="Arial" w:cs="Arial"/>
                <w:b/>
                <w:bCs/>
                <w:sz w:val="16"/>
                <w:szCs w:val="16"/>
              </w:rPr>
              <w:t>Místní komunikace bez zimní údržby - chodníky ÚMO Střekov</w:t>
            </w:r>
          </w:p>
        </w:tc>
      </w:tr>
      <w:tr w:rsidR="008908AF" w:rsidRPr="00A35F56" w14:paraId="6C6155E5" w14:textId="77777777" w:rsidTr="005322FA">
        <w:trPr>
          <w:trHeight w:val="31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57DBFB78" w14:textId="77777777" w:rsidR="008908AF" w:rsidRPr="00A35F56" w:rsidRDefault="008908AF" w:rsidP="005322FA">
            <w:pPr>
              <w:rPr>
                <w:rFonts w:ascii="Arial" w:hAnsi="Arial" w:cs="Arial"/>
                <w:color w:val="3366FF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3366FF"/>
                <w:sz w:val="16"/>
                <w:szCs w:val="16"/>
              </w:rPr>
              <w:t>č. kom.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2D4AFD17" w14:textId="77777777" w:rsidR="008908AF" w:rsidRPr="00A35F56" w:rsidRDefault="002D2853" w:rsidP="002D2853">
            <w:pPr>
              <w:rPr>
                <w:rFonts w:ascii="Arial" w:hAnsi="Arial" w:cs="Arial"/>
                <w:color w:val="3366FF"/>
                <w:sz w:val="16"/>
                <w:szCs w:val="16"/>
              </w:rPr>
            </w:pPr>
            <w:r>
              <w:rPr>
                <w:rFonts w:ascii="Arial" w:hAnsi="Arial" w:cs="Arial"/>
                <w:color w:val="3366FF"/>
                <w:sz w:val="16"/>
                <w:szCs w:val="16"/>
              </w:rPr>
              <w:t>název komu</w:t>
            </w:r>
            <w:r w:rsidR="008908AF" w:rsidRPr="00A35F56">
              <w:rPr>
                <w:rFonts w:ascii="Arial" w:hAnsi="Arial" w:cs="Arial"/>
                <w:color w:val="3366FF"/>
                <w:sz w:val="16"/>
                <w:szCs w:val="16"/>
              </w:rPr>
              <w:t>n</w:t>
            </w:r>
            <w:r>
              <w:rPr>
                <w:rFonts w:ascii="Arial" w:hAnsi="Arial" w:cs="Arial"/>
                <w:color w:val="3366FF"/>
                <w:sz w:val="16"/>
                <w:szCs w:val="16"/>
              </w:rPr>
              <w:t>i</w:t>
            </w:r>
            <w:r w:rsidR="008908AF" w:rsidRPr="00A35F56">
              <w:rPr>
                <w:rFonts w:ascii="Arial" w:hAnsi="Arial" w:cs="Arial"/>
                <w:color w:val="3366FF"/>
                <w:sz w:val="16"/>
                <w:szCs w:val="16"/>
              </w:rPr>
              <w:t>kace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30DC34AC" w14:textId="77777777" w:rsidR="008908AF" w:rsidRPr="00A35F56" w:rsidRDefault="008908AF" w:rsidP="005322FA">
            <w:pPr>
              <w:rPr>
                <w:rFonts w:ascii="Arial" w:hAnsi="Arial" w:cs="Arial"/>
                <w:color w:val="3366FF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3366FF"/>
                <w:sz w:val="16"/>
                <w:szCs w:val="16"/>
              </w:rPr>
              <w:t>průběh čištění komunikace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14:paraId="0ADD71BF" w14:textId="77777777" w:rsidR="008908AF" w:rsidRPr="00A35F56" w:rsidRDefault="008908AF" w:rsidP="005322FA">
            <w:pPr>
              <w:rPr>
                <w:rFonts w:ascii="Arial" w:hAnsi="Arial" w:cs="Arial"/>
                <w:color w:val="3366FF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3366FF"/>
                <w:sz w:val="16"/>
                <w:szCs w:val="16"/>
              </w:rPr>
              <w:t>katastrální území</w:t>
            </w:r>
          </w:p>
        </w:tc>
      </w:tr>
      <w:tr w:rsidR="008908AF" w:rsidRPr="00A35F56" w14:paraId="4F8FF823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9242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CF70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Sokolovská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CF7E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3EE2C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Střekov </w:t>
            </w:r>
          </w:p>
        </w:tc>
      </w:tr>
      <w:tr w:rsidR="008908AF" w:rsidRPr="00A35F56" w14:paraId="2A89B876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F47D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4810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Svádov průchod nad č.p.21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7265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8C78D6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1FBAD0FC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6583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4000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Vítězná k řadovým RD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25E5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08A2BB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693F9AF7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0296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1A77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  RD  u Vítězné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35A6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81FDBC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4656F0D2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8D39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B1EB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Labská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6A69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092446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506D80A3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1741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075D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Mariánský most vnější chod.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5BC3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A32F85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6A9DF9C1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CCA0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0309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Cesta podél Labe, Svádov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4B87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1C6970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A7289B0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3631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E2EF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Průjezdní Olšinky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DAFD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AAFEF0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25E31CA3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8CEB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05CD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Olšinky k č.p. 517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75E3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0A5DB8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774C95D7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E705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9366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Olšinky spojka u č.p. 517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954C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DE7239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4106B1E1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D585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29F3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Pravý </w:t>
            </w:r>
            <w:proofErr w:type="spellStart"/>
            <w:proofErr w:type="gram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ch.podél</w:t>
            </w:r>
            <w:proofErr w:type="spellEnd"/>
            <w:proofErr w:type="gram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III/25841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25E1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64F734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491B4463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CFF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11EA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Nová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1EA6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15A1D1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A8BE575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B70E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7B0E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Kamenná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9627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6A3F21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6F9CD632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E5F7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2422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Jeseninova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FF8A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432100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269AD7F5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2223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7811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Rubensova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0BCA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672365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44B5541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BA8A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0B4B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Truhlářova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1282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C6EDE1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10AC67B0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24ED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8739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Poslední cesta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732A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2CE555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68BBC31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27B3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CDFB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Škrétova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046C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9D90B1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7FE76934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F4BD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19.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C444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Českých bratří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3355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E0278F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3E09FB4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BE90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866A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Matěje Kopeckého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5C5F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07782C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47B3A1A1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B719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191D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krematoria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4D9D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E860D2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699EE485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C7F1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595B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Kojetická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E467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B21C56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274A4A4A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1B5E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D4FB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Na Zacházce – Nová Ves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7FAA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A284E2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37A217C0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0CDD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5FD4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Tolstého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2B23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73C840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2A57261C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5E95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6224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Partyzánská stezka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DA59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C2609E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79A7F748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DD14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3A9C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Sokolská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583C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99D112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2EC3007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6777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3242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Barrandova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F681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E7894A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46ED3974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B301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0E15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Ke Hradu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272B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C76DC4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75FBAB23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1F0A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29.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B1F5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Karla IV.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F696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CEAC7B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661875BD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155C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30.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3804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Purkyňova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D730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7B356D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248A2BA8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9B8F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9A56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Dobrovského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A8FA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FE58E1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2A9940EA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9913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3D16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Myslbekova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4422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EEA38F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26C0FEAA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C265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8204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Máchova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A94C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46BCDC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3F9A2F2B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974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6384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Kollárova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9486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5DB0D4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1B6F69A6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0698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E136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Rozkošná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B0D5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8ABA1E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BD6BABB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4BE6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36.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938A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Puškinova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E4FB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7C496B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19F678E6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6600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37.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E494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Bratří Mrštíků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D073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67BE46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291725AF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8C07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38.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D1FF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Kramoly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085E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BACA3D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7A79FEC9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D80A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39.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DEEA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Zeyerova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9179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459F78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6C76FCA9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051D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40.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F8EE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Chodník k nábřeží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8F9F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2F9993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13F90AA8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7D60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9D2E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Varšavská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BFED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6FD718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DA9463D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A94D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DC73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K restauraci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Zlatopramen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loď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0562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1D619D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31821CE1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8477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963C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Mánesova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5F68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D5F711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14F4DC9D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AACF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44.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9852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Pile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5D65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51D027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54FD7467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021C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45.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D296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Raisova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A719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A35976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4AB95025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764A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46.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CBD8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Kozinova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F7E4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1ABE69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3517033B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484D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47.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A01E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Těšínská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8D3A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57CF02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59DC7BB7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3C53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48.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11C6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Třebízského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B845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78FFCA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198EEF84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30EA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49.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5B0C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Stanice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A834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FBBFAB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7B602395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7601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50.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F051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Na Zacházce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3F57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C1BA39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3D889828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206D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D156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Spojka Děčínská – Žukovova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A420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5C479F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9584E75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207A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D6D2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Pěšina k chatám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K.Maye</w:t>
            </w:r>
            <w:proofErr w:type="spellEnd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28F2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3FA6DF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36D513EA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68FC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7BF9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pod Skupovou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E7B1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956179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39E37A73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9DA1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54.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0754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Lermontova – K. Maye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0053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3D5532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61E77FED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D569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55.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0676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Pěšina k zahradám nad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K.Maye</w:t>
            </w:r>
            <w:proofErr w:type="spellEnd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CA8C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40293A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6A236CE7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3968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56.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2239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pod Šikmou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D19D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C447AA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21C67DEF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D85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57.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8AC0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Pěšina k zahradám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Brná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I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CC4F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16DF11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C0643C5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A026E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58.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C102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Pěšina k zahradám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Brná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II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55C7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E5A5F4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5D67AF3A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2A4A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59.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3441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Pěšina k zahradám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Brná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III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8847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3ADCB9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16478596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A225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60.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3DDB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Jasmínová Ke Studánce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C757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7D234F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6B3C146A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C7D6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3647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Pěšina k zahradám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Brná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IV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2A5E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ED2E23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7C5E87E0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8238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92B4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Mečíkova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pěšina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ED05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EBA4E6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4C1179F1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FA11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323C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Průjezdní – Vodárenská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F726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274208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2BD8BE3F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FFFA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64.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F48C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Pěšina k zahradám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Brná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V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7494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8637DA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61506A68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7486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65.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1AF9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Pěšina k zahradám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Brná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VI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A570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99A58E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A5F49F2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EFA3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66.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2C39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Pěšina Zlatá stezka –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M.Kudeříková</w:t>
            </w:r>
            <w:proofErr w:type="spellEnd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5372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191330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1B291FD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4777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67.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7228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Pěšina k zahradám M.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Kudeř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4BE9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B511C2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35CB691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74DC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68.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EE3D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k zahradám Pod Ostrým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6BFB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8B498F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7718BFCC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477B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69.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0C92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k zahradám Pod rezervací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1765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995E90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1EF22E23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2FFA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70.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67DF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Kladenská – Doerellova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B2D7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5BC2C0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5200BC24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0B88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3D54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Doerellova – Karafiátova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9F48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05618C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716C7874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E9FF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BE6B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k zahradám Doerellova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E59A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B629EA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5326FAA5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5DE8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7639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k zahradám Na Rybárně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59E8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F5FA41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4DFC7D45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A623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74.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5818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Pěšina k zahradám U Ráje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7442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A4E6EC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3AC4B6CB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E9AA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75.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FE9A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Točna nad koupalištěm </w:t>
            </w: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Brná</w:t>
            </w:r>
            <w:proofErr w:type="spellEnd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3CEE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D769F2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633F37B6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56DD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76.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4117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Schodiště k rest. Racek (</w:t>
            </w:r>
            <w:proofErr w:type="spellStart"/>
            <w:proofErr w:type="gram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st.lázně</w:t>
            </w:r>
            <w:proofErr w:type="spellEnd"/>
            <w:proofErr w:type="gram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E26A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2AE494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4B93720D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91D0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77.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C770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Koperníkova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02D2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BF1F01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6069BD81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B273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78.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BBE7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Tiziánova</w:t>
            </w:r>
            <w:proofErr w:type="spell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7E86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A1C72B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2CBA6874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7F4B3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79.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3540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Průchodní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AE0E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E62509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7C57A38C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5FB71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80.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BD49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U Řeky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7D46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C8CB06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63D8FFC7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A2D0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ECA2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Topolová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DF4C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153B87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4BC542F2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95EDF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941D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Březová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0A59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3DE21D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1979E41E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611D5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7030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Spojka Slunečná – Březová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B030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480BA5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7D164022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10912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84.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5DDE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Malířský koutek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E527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FFE628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14FF8C84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764E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85.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75BE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Spojka od Železničářské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E2A5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Nezajišťujeme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8DA97D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44ADAC74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E580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86.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3E79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Šafaříkovo nám.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8B75E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23F625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0210B932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DC517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87.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EF33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Děčínská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5B2D0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3A9BEF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39BEB5AF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D5900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88.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C4AC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Děčínská od </w:t>
            </w:r>
            <w:proofErr w:type="spellStart"/>
            <w:proofErr w:type="gramStart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nár.odboje</w:t>
            </w:r>
            <w:proofErr w:type="spellEnd"/>
            <w:proofErr w:type="gramEnd"/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 směr Sv.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E068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3CDD05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20B34E14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CBBD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89.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EE29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Železničářská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7E9F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3376F3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5945C0A7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723B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90.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2042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Litoměřická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598B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5CFA04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1B3FF499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CAB38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91.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17A6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Sebuzínská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1B34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248BB22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Střekov</w:t>
            </w:r>
          </w:p>
        </w:tc>
      </w:tr>
      <w:tr w:rsidR="008908AF" w:rsidRPr="00A35F56" w14:paraId="40A5FC02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764F9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92.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AB0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3241/125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0E1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FC35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Střekov </w:t>
            </w:r>
          </w:p>
        </w:tc>
      </w:tr>
      <w:tr w:rsidR="008908AF" w:rsidRPr="00A35F56" w14:paraId="0CB7F7AF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1A7ED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93.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08B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3241/104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F113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583A3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Střekov </w:t>
            </w:r>
          </w:p>
        </w:tc>
      </w:tr>
      <w:tr w:rsidR="008908AF" w:rsidRPr="00A35F56" w14:paraId="65690956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5A49B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94.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925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3241/105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3111C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4428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Střekov </w:t>
            </w:r>
          </w:p>
        </w:tc>
      </w:tr>
      <w:tr w:rsidR="008908AF" w:rsidRPr="00A35F56" w14:paraId="7F3A3485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80F6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95.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5A48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3241/112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850E7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4721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Střekov </w:t>
            </w:r>
          </w:p>
        </w:tc>
      </w:tr>
      <w:tr w:rsidR="008908AF" w:rsidRPr="00A35F56" w14:paraId="4F557E72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DD3C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96.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E7C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3241/99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3108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D738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Střekov </w:t>
            </w:r>
          </w:p>
        </w:tc>
      </w:tr>
      <w:tr w:rsidR="008908AF" w:rsidRPr="00A35F56" w14:paraId="08CE94E7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0C00C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97.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3DA9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3241/88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E6A2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BAB11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Střekov </w:t>
            </w:r>
          </w:p>
        </w:tc>
      </w:tr>
      <w:tr w:rsidR="008908AF" w:rsidRPr="00A35F56" w14:paraId="7DE9DBC3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320B4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98.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A1D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3241/73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F5FBD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8BD0F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Střekov </w:t>
            </w:r>
          </w:p>
        </w:tc>
      </w:tr>
      <w:tr w:rsidR="008908AF" w:rsidRPr="00A35F56" w14:paraId="2028A81C" w14:textId="77777777" w:rsidTr="005322FA">
        <w:trPr>
          <w:trHeight w:val="30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0B696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99.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5DF4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3241/61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61BB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2905B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Střekov </w:t>
            </w:r>
          </w:p>
        </w:tc>
      </w:tr>
      <w:tr w:rsidR="008908AF" w:rsidRPr="00A35F56" w14:paraId="5C50691F" w14:textId="77777777" w:rsidTr="005322FA">
        <w:trPr>
          <w:trHeight w:val="31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604BA" w14:textId="77777777" w:rsidR="008908AF" w:rsidRPr="00A35F56" w:rsidRDefault="008908AF" w:rsidP="005322F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100.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3A26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3241/72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390D5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>Částečně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80ABA" w14:textId="77777777" w:rsidR="008908AF" w:rsidRPr="00A35F56" w:rsidRDefault="008908AF" w:rsidP="005322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5F56">
              <w:rPr>
                <w:rFonts w:ascii="Arial" w:hAnsi="Arial" w:cs="Arial"/>
                <w:color w:val="000000"/>
                <w:sz w:val="16"/>
                <w:szCs w:val="16"/>
              </w:rPr>
              <w:t xml:space="preserve">Střekov </w:t>
            </w:r>
          </w:p>
        </w:tc>
      </w:tr>
    </w:tbl>
    <w:p w14:paraId="13DDA54D" w14:textId="77777777" w:rsidR="001C34A5" w:rsidRDefault="001C34A5" w:rsidP="00B846FB">
      <w:pPr>
        <w:pStyle w:val="standard"/>
        <w:suppressLineNumbers/>
        <w:ind w:left="720"/>
        <w:rPr>
          <w:rFonts w:ascii="Arial" w:hAnsi="Arial" w:cs="Arial"/>
          <w:b/>
          <w:sz w:val="22"/>
          <w:szCs w:val="22"/>
        </w:rPr>
      </w:pPr>
    </w:p>
    <w:sectPr w:rsidR="001C34A5" w:rsidSect="004D6645">
      <w:headerReference w:type="default" r:id="rId8"/>
      <w:footerReference w:type="default" r:id="rId9"/>
      <w:type w:val="oddPage"/>
      <w:pgSz w:w="11907" w:h="16840" w:code="9"/>
      <w:pgMar w:top="964" w:right="1077" w:bottom="964" w:left="964" w:header="567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F0C2F" w14:textId="77777777" w:rsidR="00DD116B" w:rsidRDefault="00DD116B">
      <w:r>
        <w:separator/>
      </w:r>
    </w:p>
  </w:endnote>
  <w:endnote w:type="continuationSeparator" w:id="0">
    <w:p w14:paraId="028BDA26" w14:textId="77777777" w:rsidR="00DD116B" w:rsidRDefault="00DD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C6B57" w14:textId="77777777" w:rsidR="00E42677" w:rsidRDefault="00E42677">
    <w:pPr>
      <w:pStyle w:val="Zpat"/>
      <w:ind w:right="357"/>
      <w:jc w:val="center"/>
      <w:rPr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DC0E1E">
      <w:rPr>
        <w:rStyle w:val="slostrnky"/>
        <w:rFonts w:ascii="Arial" w:hAnsi="Arial"/>
        <w:noProof/>
      </w:rPr>
      <w:t>10</w:t>
    </w:r>
    <w:r>
      <w:rPr>
        <w:rStyle w:val="slostrnky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13D82" w14:textId="77777777" w:rsidR="00DD116B" w:rsidRDefault="00DD116B">
      <w:r>
        <w:separator/>
      </w:r>
    </w:p>
  </w:footnote>
  <w:footnote w:type="continuationSeparator" w:id="0">
    <w:p w14:paraId="3A7691F3" w14:textId="77777777" w:rsidR="00DD116B" w:rsidRDefault="00DD1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37EE6" w14:textId="43C97458" w:rsidR="00E42677" w:rsidRDefault="001A2C20">
    <w:pPr>
      <w:pStyle w:val="Zhlav"/>
      <w:tabs>
        <w:tab w:val="left" w:pos="5954"/>
      </w:tabs>
      <w:jc w:val="center"/>
      <w:rPr>
        <w:rFonts w:ascii="Arial" w:hAnsi="Arial" w:cs="Arial"/>
        <w:b/>
      </w:rPr>
    </w:pPr>
    <w:r w:rsidRPr="00066730">
      <w:rPr>
        <w:rFonts w:eastAsiaTheme="minorHAnsi"/>
        <w:noProof/>
        <w:lang w:eastAsia="en-US"/>
      </w:rPr>
      <w:drawing>
        <wp:anchor distT="0" distB="0" distL="114300" distR="114300" simplePos="0" relativeHeight="251660800" behindDoc="1" locked="0" layoutInCell="1" allowOverlap="1" wp14:anchorId="7D9B9732" wp14:editId="28025EAB">
          <wp:simplePos x="0" y="0"/>
          <wp:positionH relativeFrom="margin">
            <wp:posOffset>-257175</wp:posOffset>
          </wp:positionH>
          <wp:positionV relativeFrom="paragraph">
            <wp:posOffset>158750</wp:posOffset>
          </wp:positionV>
          <wp:extent cx="1817414" cy="527050"/>
          <wp:effectExtent l="0" t="0" r="0" b="6350"/>
          <wp:wrapNone/>
          <wp:docPr id="1" name="Obrázek 1" descr="Obsah obrázku černá, tm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černá, tma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2677">
      <w:rPr>
        <w:noProof/>
      </w:rPr>
      <w:drawing>
        <wp:anchor distT="0" distB="0" distL="114300" distR="114300" simplePos="0" relativeHeight="251658752" behindDoc="0" locked="0" layoutInCell="1" allowOverlap="1" wp14:anchorId="40CB4EA9" wp14:editId="52959271">
          <wp:simplePos x="0" y="0"/>
          <wp:positionH relativeFrom="column">
            <wp:posOffset>8801100</wp:posOffset>
          </wp:positionH>
          <wp:positionV relativeFrom="paragraph">
            <wp:posOffset>128270</wp:posOffset>
          </wp:positionV>
          <wp:extent cx="685800" cy="364490"/>
          <wp:effectExtent l="19050" t="0" r="0" b="0"/>
          <wp:wrapNone/>
          <wp:docPr id="17" name="obrázek 17" descr="ave midl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ave midl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364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42677">
      <w:rPr>
        <w:noProof/>
      </w:rPr>
      <w:drawing>
        <wp:anchor distT="0" distB="0" distL="114300" distR="114300" simplePos="0" relativeHeight="251657728" behindDoc="0" locked="0" layoutInCell="1" allowOverlap="1" wp14:anchorId="4F1FEC37" wp14:editId="16B5DACA">
          <wp:simplePos x="0" y="0"/>
          <wp:positionH relativeFrom="column">
            <wp:posOffset>8801100</wp:posOffset>
          </wp:positionH>
          <wp:positionV relativeFrom="paragraph">
            <wp:posOffset>137795</wp:posOffset>
          </wp:positionV>
          <wp:extent cx="685800" cy="364490"/>
          <wp:effectExtent l="19050" t="0" r="0" b="0"/>
          <wp:wrapNone/>
          <wp:docPr id="15" name="obrázek 15" descr="ave midl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ave midl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364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5C7F932" w14:textId="43633ABD" w:rsidR="00E42677" w:rsidRDefault="00E42677">
    <w:pPr>
      <w:pStyle w:val="Zhlav"/>
      <w:tabs>
        <w:tab w:val="clear" w:pos="4536"/>
      </w:tabs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OPERAČNÍ PLÁN</w:t>
    </w:r>
  </w:p>
  <w:p w14:paraId="13AFE37C" w14:textId="07041C97" w:rsidR="00E42677" w:rsidRDefault="00E42677">
    <w:pPr>
      <w:pStyle w:val="Zhlav"/>
      <w:tabs>
        <w:tab w:val="clear" w:pos="4536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zimní údržba komunikací pro pěší a chodníků</w:t>
    </w:r>
  </w:p>
  <w:p w14:paraId="5DB6CA50" w14:textId="77777777" w:rsidR="00E42677" w:rsidRDefault="00E42677" w:rsidP="004D6645">
    <w:pPr>
      <w:pStyle w:val="Zhlav"/>
      <w:pBdr>
        <w:bottom w:val="single" w:sz="4" w:space="1" w:color="auto"/>
      </w:pBdr>
      <w:tabs>
        <w:tab w:val="left" w:pos="5954"/>
      </w:tabs>
      <w:jc w:val="center"/>
      <w:rPr>
        <w:rFonts w:ascii="Arial" w:hAnsi="Arial" w:cs="Arial"/>
        <w:b/>
        <w:sz w:val="24"/>
        <w:szCs w:val="28"/>
      </w:rPr>
    </w:pPr>
  </w:p>
  <w:p w14:paraId="1D340EDE" w14:textId="77777777" w:rsidR="001A2C20" w:rsidRDefault="001A2C20" w:rsidP="004D6645">
    <w:pPr>
      <w:pStyle w:val="Zhlav"/>
      <w:pBdr>
        <w:bottom w:val="single" w:sz="4" w:space="1" w:color="auto"/>
      </w:pBdr>
      <w:tabs>
        <w:tab w:val="left" w:pos="5954"/>
      </w:tabs>
      <w:jc w:val="center"/>
      <w:rPr>
        <w:rFonts w:ascii="Arial" w:hAnsi="Arial" w:cs="Arial"/>
        <w:b/>
        <w:sz w:val="24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D00"/>
    <w:multiLevelType w:val="multilevel"/>
    <w:tmpl w:val="B5540EE4"/>
    <w:lvl w:ilvl="0">
      <w:start w:val="47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01144D"/>
    <w:multiLevelType w:val="multilevel"/>
    <w:tmpl w:val="EA6CEDDA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60A6408"/>
    <w:multiLevelType w:val="hybridMultilevel"/>
    <w:tmpl w:val="9F8C283E"/>
    <w:lvl w:ilvl="0" w:tplc="561CDB58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51893"/>
    <w:multiLevelType w:val="hybridMultilevel"/>
    <w:tmpl w:val="B5540EE4"/>
    <w:lvl w:ilvl="0" w:tplc="FF4818D2">
      <w:start w:val="47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6EF720E"/>
    <w:multiLevelType w:val="hybridMultilevel"/>
    <w:tmpl w:val="61A8E636"/>
    <w:lvl w:ilvl="0" w:tplc="C1FA0E6A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FA0230E"/>
    <w:multiLevelType w:val="hybridMultilevel"/>
    <w:tmpl w:val="1B12F7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DC8A14">
      <w:start w:val="47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1132783">
    <w:abstractNumId w:val="5"/>
  </w:num>
  <w:num w:numId="2" w16cid:durableId="1469126260">
    <w:abstractNumId w:val="1"/>
  </w:num>
  <w:num w:numId="3" w16cid:durableId="829978689">
    <w:abstractNumId w:val="3"/>
  </w:num>
  <w:num w:numId="4" w16cid:durableId="81881897">
    <w:abstractNumId w:val="0"/>
  </w:num>
  <w:num w:numId="5" w16cid:durableId="1841772957">
    <w:abstractNumId w:val="2"/>
  </w:num>
  <w:num w:numId="6" w16cid:durableId="13642864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ru v:ext="edit" colors="#ff505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03D"/>
    <w:rsid w:val="00000E01"/>
    <w:rsid w:val="000345A2"/>
    <w:rsid w:val="0004549F"/>
    <w:rsid w:val="00046EF2"/>
    <w:rsid w:val="00054512"/>
    <w:rsid w:val="00057868"/>
    <w:rsid w:val="00065E0B"/>
    <w:rsid w:val="00066132"/>
    <w:rsid w:val="00091B20"/>
    <w:rsid w:val="00092282"/>
    <w:rsid w:val="00094350"/>
    <w:rsid w:val="000951A8"/>
    <w:rsid w:val="000A787A"/>
    <w:rsid w:val="000B149D"/>
    <w:rsid w:val="000B4580"/>
    <w:rsid w:val="000B4D63"/>
    <w:rsid w:val="000C071B"/>
    <w:rsid w:val="000C0C7D"/>
    <w:rsid w:val="000C31C4"/>
    <w:rsid w:val="000F2A07"/>
    <w:rsid w:val="00101B04"/>
    <w:rsid w:val="001149D2"/>
    <w:rsid w:val="001164CF"/>
    <w:rsid w:val="00126EDA"/>
    <w:rsid w:val="0012737A"/>
    <w:rsid w:val="00132F00"/>
    <w:rsid w:val="0014083D"/>
    <w:rsid w:val="00140A4C"/>
    <w:rsid w:val="0015309C"/>
    <w:rsid w:val="00167BBB"/>
    <w:rsid w:val="00171515"/>
    <w:rsid w:val="00186BA1"/>
    <w:rsid w:val="00192C35"/>
    <w:rsid w:val="001A2C20"/>
    <w:rsid w:val="001A5131"/>
    <w:rsid w:val="001B7650"/>
    <w:rsid w:val="001C34A5"/>
    <w:rsid w:val="001D75C8"/>
    <w:rsid w:val="001F7BB3"/>
    <w:rsid w:val="00207DEE"/>
    <w:rsid w:val="00211354"/>
    <w:rsid w:val="00213EBB"/>
    <w:rsid w:val="00226DC9"/>
    <w:rsid w:val="00230B21"/>
    <w:rsid w:val="002410F5"/>
    <w:rsid w:val="002428C5"/>
    <w:rsid w:val="0024321A"/>
    <w:rsid w:val="0025435C"/>
    <w:rsid w:val="00261392"/>
    <w:rsid w:val="00265655"/>
    <w:rsid w:val="002701F5"/>
    <w:rsid w:val="00272564"/>
    <w:rsid w:val="002760BE"/>
    <w:rsid w:val="002767BF"/>
    <w:rsid w:val="0028381E"/>
    <w:rsid w:val="00284C1C"/>
    <w:rsid w:val="002A5593"/>
    <w:rsid w:val="002A603C"/>
    <w:rsid w:val="002B13F2"/>
    <w:rsid w:val="002C392B"/>
    <w:rsid w:val="002C3D49"/>
    <w:rsid w:val="002C7931"/>
    <w:rsid w:val="002D2853"/>
    <w:rsid w:val="002D6287"/>
    <w:rsid w:val="002E5107"/>
    <w:rsid w:val="002F0A39"/>
    <w:rsid w:val="002F5EEB"/>
    <w:rsid w:val="003022AC"/>
    <w:rsid w:val="00324BFF"/>
    <w:rsid w:val="0032552D"/>
    <w:rsid w:val="00336D02"/>
    <w:rsid w:val="00361D3E"/>
    <w:rsid w:val="003655A9"/>
    <w:rsid w:val="0037601D"/>
    <w:rsid w:val="003774DB"/>
    <w:rsid w:val="0038014B"/>
    <w:rsid w:val="00381947"/>
    <w:rsid w:val="00387DF2"/>
    <w:rsid w:val="003A1A36"/>
    <w:rsid w:val="003A1F2E"/>
    <w:rsid w:val="003A3759"/>
    <w:rsid w:val="003A4782"/>
    <w:rsid w:val="003A70E9"/>
    <w:rsid w:val="003C2599"/>
    <w:rsid w:val="003C57AF"/>
    <w:rsid w:val="003D03C2"/>
    <w:rsid w:val="003D63B1"/>
    <w:rsid w:val="00423351"/>
    <w:rsid w:val="00423951"/>
    <w:rsid w:val="00424F1B"/>
    <w:rsid w:val="00434D7E"/>
    <w:rsid w:val="00444027"/>
    <w:rsid w:val="004452EE"/>
    <w:rsid w:val="00445F12"/>
    <w:rsid w:val="00446E85"/>
    <w:rsid w:val="0045276E"/>
    <w:rsid w:val="00481A66"/>
    <w:rsid w:val="00486F4B"/>
    <w:rsid w:val="00487768"/>
    <w:rsid w:val="0048798D"/>
    <w:rsid w:val="004A0BD5"/>
    <w:rsid w:val="004A6C42"/>
    <w:rsid w:val="004C5203"/>
    <w:rsid w:val="004C7F82"/>
    <w:rsid w:val="004D4FFF"/>
    <w:rsid w:val="004D6645"/>
    <w:rsid w:val="004E036C"/>
    <w:rsid w:val="004E4F56"/>
    <w:rsid w:val="004E7AAA"/>
    <w:rsid w:val="004F4034"/>
    <w:rsid w:val="005322FA"/>
    <w:rsid w:val="00537517"/>
    <w:rsid w:val="00551C1C"/>
    <w:rsid w:val="00555467"/>
    <w:rsid w:val="00576B98"/>
    <w:rsid w:val="0058695E"/>
    <w:rsid w:val="00592B51"/>
    <w:rsid w:val="00592F07"/>
    <w:rsid w:val="0059750C"/>
    <w:rsid w:val="005A20A8"/>
    <w:rsid w:val="005A6D5E"/>
    <w:rsid w:val="005B0B0D"/>
    <w:rsid w:val="005B4DC8"/>
    <w:rsid w:val="005D239E"/>
    <w:rsid w:val="005D644D"/>
    <w:rsid w:val="005E4F15"/>
    <w:rsid w:val="005E510D"/>
    <w:rsid w:val="005E60DE"/>
    <w:rsid w:val="005E6AA5"/>
    <w:rsid w:val="005E7B86"/>
    <w:rsid w:val="005F5242"/>
    <w:rsid w:val="005F6AB2"/>
    <w:rsid w:val="00602171"/>
    <w:rsid w:val="0060464B"/>
    <w:rsid w:val="00617EC8"/>
    <w:rsid w:val="00632BA6"/>
    <w:rsid w:val="0063378A"/>
    <w:rsid w:val="00637FD5"/>
    <w:rsid w:val="00653275"/>
    <w:rsid w:val="00656496"/>
    <w:rsid w:val="0066283F"/>
    <w:rsid w:val="0066689D"/>
    <w:rsid w:val="00671E25"/>
    <w:rsid w:val="00682490"/>
    <w:rsid w:val="00690CFB"/>
    <w:rsid w:val="006A2605"/>
    <w:rsid w:val="006A5220"/>
    <w:rsid w:val="006C1009"/>
    <w:rsid w:val="006C1AC2"/>
    <w:rsid w:val="006D139B"/>
    <w:rsid w:val="006D1E2D"/>
    <w:rsid w:val="006D5CE9"/>
    <w:rsid w:val="006E7537"/>
    <w:rsid w:val="006F20AE"/>
    <w:rsid w:val="006F7137"/>
    <w:rsid w:val="00702378"/>
    <w:rsid w:val="007039A5"/>
    <w:rsid w:val="007149E7"/>
    <w:rsid w:val="007215AB"/>
    <w:rsid w:val="007227C4"/>
    <w:rsid w:val="00730490"/>
    <w:rsid w:val="007326EC"/>
    <w:rsid w:val="00734F49"/>
    <w:rsid w:val="00745494"/>
    <w:rsid w:val="00753786"/>
    <w:rsid w:val="0077781F"/>
    <w:rsid w:val="00782F2C"/>
    <w:rsid w:val="00785544"/>
    <w:rsid w:val="007A0F2F"/>
    <w:rsid w:val="007B2141"/>
    <w:rsid w:val="007C1A91"/>
    <w:rsid w:val="007C2899"/>
    <w:rsid w:val="007C637C"/>
    <w:rsid w:val="007C7D99"/>
    <w:rsid w:val="007D3752"/>
    <w:rsid w:val="007D5FF0"/>
    <w:rsid w:val="007F3E4B"/>
    <w:rsid w:val="007F3F67"/>
    <w:rsid w:val="00806B37"/>
    <w:rsid w:val="0082050D"/>
    <w:rsid w:val="00822409"/>
    <w:rsid w:val="008261E8"/>
    <w:rsid w:val="00826336"/>
    <w:rsid w:val="008503FD"/>
    <w:rsid w:val="008517E7"/>
    <w:rsid w:val="00880726"/>
    <w:rsid w:val="00885648"/>
    <w:rsid w:val="008908AF"/>
    <w:rsid w:val="0089105A"/>
    <w:rsid w:val="00891CE1"/>
    <w:rsid w:val="008A72B7"/>
    <w:rsid w:val="008B23B3"/>
    <w:rsid w:val="008B3DA3"/>
    <w:rsid w:val="008D7D53"/>
    <w:rsid w:val="008E7A3B"/>
    <w:rsid w:val="008F0EF9"/>
    <w:rsid w:val="008F5C57"/>
    <w:rsid w:val="008F6111"/>
    <w:rsid w:val="009013C6"/>
    <w:rsid w:val="00924DBC"/>
    <w:rsid w:val="00932DEC"/>
    <w:rsid w:val="00937275"/>
    <w:rsid w:val="00940294"/>
    <w:rsid w:val="00941DC8"/>
    <w:rsid w:val="00942815"/>
    <w:rsid w:val="0094615B"/>
    <w:rsid w:val="00950B64"/>
    <w:rsid w:val="009629A5"/>
    <w:rsid w:val="00966CFA"/>
    <w:rsid w:val="009813B6"/>
    <w:rsid w:val="009824C1"/>
    <w:rsid w:val="00982F6B"/>
    <w:rsid w:val="00987B51"/>
    <w:rsid w:val="00990C60"/>
    <w:rsid w:val="00997255"/>
    <w:rsid w:val="009A2C8E"/>
    <w:rsid w:val="009A318D"/>
    <w:rsid w:val="009A36A6"/>
    <w:rsid w:val="009C3400"/>
    <w:rsid w:val="009D56CC"/>
    <w:rsid w:val="009D7D3A"/>
    <w:rsid w:val="00A149D7"/>
    <w:rsid w:val="00A25A67"/>
    <w:rsid w:val="00A27725"/>
    <w:rsid w:val="00A33009"/>
    <w:rsid w:val="00A34DEF"/>
    <w:rsid w:val="00A43C94"/>
    <w:rsid w:val="00A54476"/>
    <w:rsid w:val="00A6061A"/>
    <w:rsid w:val="00A62EDC"/>
    <w:rsid w:val="00A65623"/>
    <w:rsid w:val="00A66CF3"/>
    <w:rsid w:val="00AA14EB"/>
    <w:rsid w:val="00AB57AB"/>
    <w:rsid w:val="00AC06FC"/>
    <w:rsid w:val="00AC3C6D"/>
    <w:rsid w:val="00AD0F53"/>
    <w:rsid w:val="00AD4D50"/>
    <w:rsid w:val="00AD6992"/>
    <w:rsid w:val="00AD7555"/>
    <w:rsid w:val="00AF4555"/>
    <w:rsid w:val="00AF4BA8"/>
    <w:rsid w:val="00B07205"/>
    <w:rsid w:val="00B24E86"/>
    <w:rsid w:val="00B3367D"/>
    <w:rsid w:val="00B44E1F"/>
    <w:rsid w:val="00B453E7"/>
    <w:rsid w:val="00B737E3"/>
    <w:rsid w:val="00B846FB"/>
    <w:rsid w:val="00B84A3B"/>
    <w:rsid w:val="00B96C0B"/>
    <w:rsid w:val="00BA1B61"/>
    <w:rsid w:val="00BA67AC"/>
    <w:rsid w:val="00BB2105"/>
    <w:rsid w:val="00BE1D5E"/>
    <w:rsid w:val="00BE2452"/>
    <w:rsid w:val="00BE732E"/>
    <w:rsid w:val="00BF7D75"/>
    <w:rsid w:val="00C1144B"/>
    <w:rsid w:val="00C11C77"/>
    <w:rsid w:val="00C22CB9"/>
    <w:rsid w:val="00C31A88"/>
    <w:rsid w:val="00C418BC"/>
    <w:rsid w:val="00C43EF2"/>
    <w:rsid w:val="00C53FC5"/>
    <w:rsid w:val="00C57852"/>
    <w:rsid w:val="00C7211A"/>
    <w:rsid w:val="00C73865"/>
    <w:rsid w:val="00C76526"/>
    <w:rsid w:val="00C77B05"/>
    <w:rsid w:val="00C94E49"/>
    <w:rsid w:val="00CB3051"/>
    <w:rsid w:val="00CB6141"/>
    <w:rsid w:val="00CB7DB1"/>
    <w:rsid w:val="00CD0E46"/>
    <w:rsid w:val="00D02170"/>
    <w:rsid w:val="00D0255A"/>
    <w:rsid w:val="00D13267"/>
    <w:rsid w:val="00D2223A"/>
    <w:rsid w:val="00D24BD4"/>
    <w:rsid w:val="00D300CF"/>
    <w:rsid w:val="00D31CE4"/>
    <w:rsid w:val="00D44E82"/>
    <w:rsid w:val="00D45FC2"/>
    <w:rsid w:val="00D50061"/>
    <w:rsid w:val="00D570F5"/>
    <w:rsid w:val="00D57B3F"/>
    <w:rsid w:val="00D60051"/>
    <w:rsid w:val="00D7608A"/>
    <w:rsid w:val="00D86E83"/>
    <w:rsid w:val="00D95BE3"/>
    <w:rsid w:val="00D97B95"/>
    <w:rsid w:val="00DB59B2"/>
    <w:rsid w:val="00DC0E1E"/>
    <w:rsid w:val="00DD116B"/>
    <w:rsid w:val="00DD3BF7"/>
    <w:rsid w:val="00DD4B64"/>
    <w:rsid w:val="00DD603D"/>
    <w:rsid w:val="00DD6332"/>
    <w:rsid w:val="00DE3506"/>
    <w:rsid w:val="00E02E3F"/>
    <w:rsid w:val="00E12D03"/>
    <w:rsid w:val="00E2104F"/>
    <w:rsid w:val="00E26FDC"/>
    <w:rsid w:val="00E3122D"/>
    <w:rsid w:val="00E35619"/>
    <w:rsid w:val="00E42677"/>
    <w:rsid w:val="00E47DFB"/>
    <w:rsid w:val="00E54E08"/>
    <w:rsid w:val="00E67EC5"/>
    <w:rsid w:val="00E705CD"/>
    <w:rsid w:val="00E779B6"/>
    <w:rsid w:val="00E90699"/>
    <w:rsid w:val="00EA4196"/>
    <w:rsid w:val="00EA75FD"/>
    <w:rsid w:val="00EB4AF7"/>
    <w:rsid w:val="00EB77E6"/>
    <w:rsid w:val="00EC4117"/>
    <w:rsid w:val="00ED05F3"/>
    <w:rsid w:val="00ED2A72"/>
    <w:rsid w:val="00EE4E17"/>
    <w:rsid w:val="00EF008C"/>
    <w:rsid w:val="00EF1139"/>
    <w:rsid w:val="00EF6116"/>
    <w:rsid w:val="00F00834"/>
    <w:rsid w:val="00F052B3"/>
    <w:rsid w:val="00F2088C"/>
    <w:rsid w:val="00F2275D"/>
    <w:rsid w:val="00F24DD4"/>
    <w:rsid w:val="00F31341"/>
    <w:rsid w:val="00F321AB"/>
    <w:rsid w:val="00F36D12"/>
    <w:rsid w:val="00F475AE"/>
    <w:rsid w:val="00F62647"/>
    <w:rsid w:val="00F62BB5"/>
    <w:rsid w:val="00F710A2"/>
    <w:rsid w:val="00F72B25"/>
    <w:rsid w:val="00F81E77"/>
    <w:rsid w:val="00F9439A"/>
    <w:rsid w:val="00F95CEE"/>
    <w:rsid w:val="00FA40C5"/>
    <w:rsid w:val="00FA5F0F"/>
    <w:rsid w:val="00FB5811"/>
    <w:rsid w:val="00FC2551"/>
    <w:rsid w:val="00FC4E93"/>
    <w:rsid w:val="00FD2600"/>
    <w:rsid w:val="00FE3D01"/>
    <w:rsid w:val="00FE4037"/>
    <w:rsid w:val="00FE5677"/>
    <w:rsid w:val="00FF0280"/>
    <w:rsid w:val="00FF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5050"/>
    </o:shapedefaults>
    <o:shapelayout v:ext="edit">
      <o:idmap v:ext="edit" data="2"/>
    </o:shapelayout>
  </w:shapeDefaults>
  <w:decimalSymbol w:val=","/>
  <w:listSeparator w:val=";"/>
  <w14:docId w14:val="044C3B83"/>
  <w15:docId w15:val="{ED922552-D51D-4A47-9EF7-49CFE793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54512"/>
    <w:rPr>
      <w:sz w:val="24"/>
      <w:szCs w:val="24"/>
    </w:rPr>
  </w:style>
  <w:style w:type="paragraph" w:styleId="Nadpis1">
    <w:name w:val="heading 1"/>
    <w:basedOn w:val="Normln"/>
    <w:next w:val="Normln"/>
    <w:qFormat/>
    <w:rsid w:val="00054512"/>
    <w:pPr>
      <w:keepNext/>
      <w:numPr>
        <w:numId w:val="2"/>
      </w:numPr>
      <w:outlineLvl w:val="0"/>
    </w:pPr>
    <w:rPr>
      <w:rFonts w:ascii="Arial" w:hAnsi="Arial"/>
      <w:b/>
      <w:sz w:val="32"/>
      <w:szCs w:val="20"/>
    </w:rPr>
  </w:style>
  <w:style w:type="paragraph" w:styleId="Nadpis2">
    <w:name w:val="heading 2"/>
    <w:basedOn w:val="Normln"/>
    <w:next w:val="Normln"/>
    <w:qFormat/>
    <w:rsid w:val="00054512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054512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054512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054512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054512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054512"/>
    <w:pPr>
      <w:numPr>
        <w:ilvl w:val="6"/>
        <w:numId w:val="2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054512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054512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054512"/>
    <w:pPr>
      <w:jc w:val="both"/>
    </w:pPr>
    <w:rPr>
      <w:sz w:val="20"/>
      <w:szCs w:val="20"/>
    </w:rPr>
  </w:style>
  <w:style w:type="character" w:styleId="Hypertextovodkaz">
    <w:name w:val="Hyperlink"/>
    <w:uiPriority w:val="99"/>
    <w:rsid w:val="00054512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054512"/>
    <w:pPr>
      <w:ind w:left="200"/>
    </w:pPr>
    <w:rPr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054512"/>
    <w:pPr>
      <w:tabs>
        <w:tab w:val="left" w:pos="1000"/>
        <w:tab w:val="left" w:pos="1200"/>
        <w:tab w:val="left" w:pos="1440"/>
        <w:tab w:val="right" w:leader="dot" w:pos="9060"/>
      </w:tabs>
      <w:ind w:left="1000" w:hanging="600"/>
    </w:pPr>
    <w:rPr>
      <w:noProof/>
      <w:sz w:val="18"/>
      <w:szCs w:val="18"/>
    </w:rPr>
  </w:style>
  <w:style w:type="paragraph" w:styleId="Zkladntextodsazen">
    <w:name w:val="Body Text Indent"/>
    <w:basedOn w:val="Normln"/>
    <w:rsid w:val="00054512"/>
    <w:pPr>
      <w:spacing w:line="360" w:lineRule="auto"/>
      <w:ind w:firstLine="284"/>
    </w:pPr>
    <w:rPr>
      <w:szCs w:val="20"/>
    </w:rPr>
  </w:style>
  <w:style w:type="character" w:styleId="slostrnky">
    <w:name w:val="page number"/>
    <w:basedOn w:val="Standardnpsmoodstavce"/>
    <w:rsid w:val="00054512"/>
  </w:style>
  <w:style w:type="paragraph" w:styleId="Zpat">
    <w:name w:val="footer"/>
    <w:basedOn w:val="Normln"/>
    <w:rsid w:val="00054512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054512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xtpoznpodarou">
    <w:name w:val="footnote text"/>
    <w:basedOn w:val="Normln"/>
    <w:semiHidden/>
    <w:rsid w:val="00054512"/>
    <w:rPr>
      <w:sz w:val="20"/>
      <w:szCs w:val="20"/>
    </w:rPr>
  </w:style>
  <w:style w:type="character" w:styleId="Znakapoznpodarou">
    <w:name w:val="footnote reference"/>
    <w:semiHidden/>
    <w:rsid w:val="00054512"/>
    <w:rPr>
      <w:vertAlign w:val="superscript"/>
    </w:rPr>
  </w:style>
  <w:style w:type="character" w:styleId="Sledovanodkaz">
    <w:name w:val="FollowedHyperlink"/>
    <w:uiPriority w:val="99"/>
    <w:rsid w:val="00054512"/>
    <w:rPr>
      <w:color w:val="800080"/>
      <w:u w:val="single"/>
    </w:rPr>
  </w:style>
  <w:style w:type="paragraph" w:styleId="Zkladntext">
    <w:name w:val="Body Text"/>
    <w:basedOn w:val="Normln"/>
    <w:rsid w:val="00054512"/>
    <w:pPr>
      <w:jc w:val="both"/>
    </w:pPr>
  </w:style>
  <w:style w:type="paragraph" w:customStyle="1" w:styleId="Texttabulky">
    <w:name w:val="Text tabulky"/>
    <w:basedOn w:val="Normln"/>
    <w:rsid w:val="00054512"/>
    <w:pPr>
      <w:keepNext/>
      <w:keepLines/>
    </w:pPr>
    <w:rPr>
      <w:rFonts w:ascii="Arial" w:hAnsi="Arial"/>
      <w:noProof/>
      <w:sz w:val="20"/>
      <w:szCs w:val="20"/>
    </w:rPr>
  </w:style>
  <w:style w:type="paragraph" w:customStyle="1" w:styleId="tvar">
    <w:name w:val="Útvar"/>
    <w:basedOn w:val="Normln"/>
    <w:rsid w:val="00054512"/>
    <w:pPr>
      <w:keepNext/>
      <w:keepLines/>
    </w:pPr>
    <w:rPr>
      <w:rFonts w:ascii="Arial" w:hAnsi="Arial"/>
      <w:sz w:val="20"/>
      <w:szCs w:val="20"/>
    </w:rPr>
  </w:style>
  <w:style w:type="paragraph" w:customStyle="1" w:styleId="Popiszminy">
    <w:name w:val="Popis zminy"/>
    <w:basedOn w:val="Normln"/>
    <w:rsid w:val="00054512"/>
    <w:pPr>
      <w:keepNext/>
      <w:keepLines/>
    </w:pPr>
    <w:rPr>
      <w:rFonts w:ascii="Arial" w:hAnsi="Arial"/>
      <w:sz w:val="18"/>
      <w:szCs w:val="20"/>
    </w:rPr>
  </w:style>
  <w:style w:type="paragraph" w:styleId="Zkladntextodsazen2">
    <w:name w:val="Body Text Indent 2"/>
    <w:basedOn w:val="Normln"/>
    <w:rsid w:val="00054512"/>
    <w:pPr>
      <w:spacing w:line="360" w:lineRule="auto"/>
      <w:ind w:left="300"/>
    </w:pPr>
    <w:rPr>
      <w:color w:val="0000FF"/>
    </w:rPr>
  </w:style>
  <w:style w:type="paragraph" w:styleId="Zkladntextodsazen3">
    <w:name w:val="Body Text Indent 3"/>
    <w:basedOn w:val="Normln"/>
    <w:rsid w:val="00054512"/>
    <w:pPr>
      <w:ind w:left="300"/>
    </w:pPr>
  </w:style>
  <w:style w:type="paragraph" w:styleId="Zkladntext3">
    <w:name w:val="Body Text 3"/>
    <w:basedOn w:val="Normln"/>
    <w:rsid w:val="00054512"/>
    <w:rPr>
      <w:b/>
      <w:bCs/>
      <w:sz w:val="28"/>
    </w:rPr>
  </w:style>
  <w:style w:type="paragraph" w:customStyle="1" w:styleId="standard">
    <w:name w:val="standard"/>
    <w:rsid w:val="00054512"/>
    <w:pPr>
      <w:widowControl w:val="0"/>
    </w:pPr>
    <w:rPr>
      <w:snapToGrid w:val="0"/>
      <w:sz w:val="24"/>
    </w:rPr>
  </w:style>
  <w:style w:type="paragraph" w:styleId="Obsah4">
    <w:name w:val="toc 4"/>
    <w:basedOn w:val="Normln"/>
    <w:next w:val="Normln"/>
    <w:autoRedefine/>
    <w:semiHidden/>
    <w:rsid w:val="00054512"/>
    <w:pPr>
      <w:tabs>
        <w:tab w:val="left" w:pos="1930"/>
      </w:tabs>
      <w:ind w:left="720"/>
    </w:pPr>
    <w:rPr>
      <w:noProof/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054512"/>
    <w:pPr>
      <w:ind w:left="960"/>
    </w:pPr>
  </w:style>
  <w:style w:type="paragraph" w:styleId="Obsah6">
    <w:name w:val="toc 6"/>
    <w:basedOn w:val="Normln"/>
    <w:next w:val="Normln"/>
    <w:autoRedefine/>
    <w:semiHidden/>
    <w:rsid w:val="00054512"/>
    <w:pPr>
      <w:ind w:left="1200"/>
    </w:pPr>
  </w:style>
  <w:style w:type="paragraph" w:styleId="Obsah7">
    <w:name w:val="toc 7"/>
    <w:basedOn w:val="Normln"/>
    <w:next w:val="Normln"/>
    <w:autoRedefine/>
    <w:semiHidden/>
    <w:rsid w:val="00054512"/>
    <w:pPr>
      <w:ind w:left="1440"/>
    </w:pPr>
  </w:style>
  <w:style w:type="paragraph" w:styleId="Obsah8">
    <w:name w:val="toc 8"/>
    <w:basedOn w:val="Normln"/>
    <w:next w:val="Normln"/>
    <w:autoRedefine/>
    <w:semiHidden/>
    <w:rsid w:val="00054512"/>
    <w:pPr>
      <w:ind w:left="1680"/>
    </w:pPr>
  </w:style>
  <w:style w:type="paragraph" w:styleId="Obsah9">
    <w:name w:val="toc 9"/>
    <w:basedOn w:val="Normln"/>
    <w:next w:val="Normln"/>
    <w:autoRedefine/>
    <w:semiHidden/>
    <w:rsid w:val="00054512"/>
    <w:pPr>
      <w:ind w:left="1920"/>
    </w:pPr>
  </w:style>
  <w:style w:type="paragraph" w:customStyle="1" w:styleId="Spoleenost">
    <w:name w:val="Spoleenost"/>
    <w:basedOn w:val="Normln"/>
    <w:rsid w:val="00054512"/>
    <w:pPr>
      <w:keepNext/>
      <w:keepLines/>
      <w:spacing w:before="120"/>
    </w:pPr>
    <w:rPr>
      <w:rFonts w:ascii="Arial" w:hAnsi="Arial"/>
      <w:b/>
      <w:noProof/>
      <w:sz w:val="20"/>
      <w:szCs w:val="20"/>
    </w:rPr>
  </w:style>
  <w:style w:type="paragraph" w:customStyle="1" w:styleId="Normln1">
    <w:name w:val="Normální 1"/>
    <w:basedOn w:val="Normln"/>
    <w:rsid w:val="00054512"/>
    <w:pPr>
      <w:jc w:val="center"/>
    </w:pPr>
    <w:rPr>
      <w:rFonts w:ascii="Arial" w:hAnsi="Arial" w:cs="Arial"/>
    </w:rPr>
  </w:style>
  <w:style w:type="paragraph" w:customStyle="1" w:styleId="Poedmit">
    <w:name w:val="Poedmit"/>
    <w:basedOn w:val="Normln"/>
    <w:rsid w:val="00054512"/>
    <w:pPr>
      <w:keepNext/>
      <w:keepLines/>
      <w:jc w:val="center"/>
    </w:pPr>
    <w:rPr>
      <w:rFonts w:ascii="Arial" w:hAnsi="Arial"/>
      <w:b/>
      <w:sz w:val="22"/>
      <w:szCs w:val="20"/>
    </w:rPr>
  </w:style>
  <w:style w:type="paragraph" w:customStyle="1" w:styleId="Zhlavtabulky">
    <w:name w:val="Záhlaví tabulky"/>
    <w:basedOn w:val="Normln"/>
    <w:rsid w:val="00054512"/>
    <w:pPr>
      <w:keepNext/>
      <w:keepLines/>
    </w:pPr>
    <w:rPr>
      <w:rFonts w:ascii="Arial" w:hAnsi="Arial"/>
      <w:sz w:val="18"/>
      <w:szCs w:val="20"/>
    </w:rPr>
  </w:style>
  <w:style w:type="paragraph" w:styleId="Nzev">
    <w:name w:val="Title"/>
    <w:basedOn w:val="Texttabulky"/>
    <w:qFormat/>
    <w:rsid w:val="00054512"/>
    <w:pPr>
      <w:spacing w:before="120" w:after="120"/>
      <w:jc w:val="center"/>
    </w:pPr>
    <w:rPr>
      <w:b/>
      <w:caps/>
      <w:noProof w:val="0"/>
      <w:kern w:val="28"/>
      <w:sz w:val="24"/>
    </w:rPr>
  </w:style>
  <w:style w:type="character" w:customStyle="1" w:styleId="Nadpis1Char">
    <w:name w:val="Nadpis 1 Char"/>
    <w:rsid w:val="00054512"/>
    <w:rPr>
      <w:rFonts w:ascii="Arial" w:hAnsi="Arial"/>
      <w:b/>
      <w:sz w:val="32"/>
      <w:lang w:val="cs-CZ" w:eastAsia="cs-CZ" w:bidi="ar-SA"/>
    </w:rPr>
  </w:style>
  <w:style w:type="paragraph" w:styleId="Rozloendokumentu">
    <w:name w:val="Document Map"/>
    <w:basedOn w:val="Normln"/>
    <w:semiHidden/>
    <w:rsid w:val="0005451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Jednoduchtabulka1">
    <w:name w:val="Table Simple 1"/>
    <w:basedOn w:val="Normlntabulka"/>
    <w:rsid w:val="00FE3D0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rsid w:val="00FE3D0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FE3D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rsid w:val="00551C1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551C1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24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Dokumenty\Datab&#225;ze%20ISO%2014001\MPP\&#352;ablona%20MPP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F8066-4D51-452E-914B-8A70A6ED9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MPP.dot</Template>
  <TotalTime>2</TotalTime>
  <Pages>32</Pages>
  <Words>6841</Words>
  <Characters>40362</Characters>
  <Application>Microsoft Office Word</Application>
  <DocSecurity>0</DocSecurity>
  <Lines>336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Evidenční číslo</vt:lpstr>
    </vt:vector>
  </TitlesOfParts>
  <Company>TSM ÚL, s.r.o.</Company>
  <LinksUpToDate>false</LinksUpToDate>
  <CharactersWithSpaces>47109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Evidenční číslo</dc:title>
  <dc:creator>zaměstnanec</dc:creator>
  <cp:lastModifiedBy>Lysáková Kateřina, Mgr.</cp:lastModifiedBy>
  <cp:revision>3</cp:revision>
  <cp:lastPrinted>2021-11-08T09:52:00Z</cp:lastPrinted>
  <dcterms:created xsi:type="dcterms:W3CDTF">2023-06-28T09:09:00Z</dcterms:created>
  <dcterms:modified xsi:type="dcterms:W3CDTF">2023-06-28T11:07:00Z</dcterms:modified>
</cp:coreProperties>
</file>